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badge page layout"/>
      </w:tblPr>
      <w:tblGrid>
        <w:gridCol w:w="4867"/>
        <w:gridCol w:w="547"/>
        <w:gridCol w:w="4867"/>
      </w:tblGrid>
      <w:tr w:rsidR="00CD77D9" w:rsidRPr="00A471FD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A471FD" w:rsidRDefault="00A471FD" w:rsidP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He immediately proceeded to the wharf, and found that the wind had shifted, and the vessel was slowly beating down stream</w:t>
            </w: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I made all my arrangements to go on board as soon as it was dusk. The intervening time I resolved to spend with my son. I had not spoken to him for seven years, though I had been under the same roof, and seen him every day</w:t>
            </w:r>
          </w:p>
        </w:tc>
      </w:tr>
      <w:tr w:rsidR="00CD77D9" w:rsidRPr="00A471FD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A471FD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A471FD" w:rsidRDefault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Peter was waiting for me in the street. I was soon by his side, faint in body, but strong of purpose. I did not look book upon the old place, though I felt that I should never see it again</w:t>
            </w: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Meantime, we would take it for granted that all were friends, till...they proved to the contrary. I sought out the kind captain, thanked him for his attentions</w:t>
            </w:r>
          </w:p>
        </w:tc>
      </w:tr>
      <w:tr w:rsidR="00CD77D9" w:rsidRPr="00A471FD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A471FD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A471FD" w:rsidRDefault="00A471FD" w:rsidP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We bargained with one to take us to Sullivan Street for twelve shillings. A burly Irishma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 xml:space="preserve"> stepped up and said, "I'll </w:t>
            </w:r>
            <w:proofErr w:type="spellStart"/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' ye for sax shillings.'' The reduction of half the price was an object to us</w:t>
            </w: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A471FD" w:rsidP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The next day, baby and I set out in a heavy snow storm, bound for New England again. I received letters from the City of Iniquity, addressed to me under an assumed name</w:t>
            </w:r>
          </w:p>
        </w:tc>
      </w:tr>
      <w:tr w:rsidR="00CD77D9" w:rsidRPr="00A471FD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A471FD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A471FD" w:rsidRDefault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had laid up three hundred   dollars, </w:t>
            </w: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whic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 her mistress one day begged </w:t>
            </w: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as a loan, promising to pay her soon</w:t>
            </w:r>
            <w:bookmarkStart w:id="0" w:name="_GoBack"/>
            <w:bookmarkEnd w:id="0"/>
          </w:p>
        </w:tc>
        <w:tc>
          <w:tcPr>
            <w:tcW w:w="547" w:type="dxa"/>
            <w:vAlign w:val="center"/>
          </w:tcPr>
          <w:p w:rsidR="00CD77D9" w:rsidRPr="00A471FD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A471FD" w:rsidRDefault="00A471FD" w:rsidP="00A471FD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 xml:space="preserve">I saw the cheek grow paler, and the eye </w:t>
            </w:r>
            <w:proofErr w:type="gramStart"/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more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glassy</w:t>
            </w:r>
            <w:proofErr w:type="gramEnd"/>
            <w:r w:rsidRPr="00A471FD">
              <w:rPr>
                <w:rFonts w:ascii="Times New Roman" w:hAnsi="Times New Roman" w:cs="Times New Roman"/>
                <w:sz w:val="24"/>
                <w:szCs w:val="24"/>
              </w:rPr>
              <w:t>, how earnestly I prayed in my heart that she might live! I loved her</w:t>
            </w:r>
          </w:p>
        </w:tc>
      </w:tr>
    </w:tbl>
    <w:p w:rsidR="00CD77D9" w:rsidRPr="00A471FD" w:rsidRDefault="00A471FD">
      <w:pPr>
        <w:rPr>
          <w:rFonts w:ascii="Times New Roman" w:hAnsi="Times New Roman" w:cs="Times New Roman"/>
          <w:sz w:val="24"/>
          <w:szCs w:val="24"/>
        </w:rPr>
      </w:pPr>
      <w:r w:rsidRPr="00A471FD">
        <w:rPr>
          <w:rFonts w:ascii="Times New Roman" w:hAnsi="Times New Roman" w:cs="Times New Roman"/>
          <w:noProof/>
          <w:sz w:val="24"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41B975" wp14:editId="3674989E">
                <wp:simplePos x="628650" y="9553575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867144" cy="9381744"/>
                <wp:effectExtent l="0" t="0" r="0" b="0"/>
                <wp:wrapNone/>
                <wp:docPr id="50" name="Group 49" descr="Name badge design with hand-drawn, white badges in front of a brightly-colored abstract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67144" cy="9381744"/>
                          <a:chOff x="0" y="0"/>
                          <a:chExt cx="6870700" cy="9382126"/>
                        </a:xfrm>
                      </wpg:grpSpPr>
                      <wpg:grpSp>
                        <wpg:cNvPr id="2" name="Group 2" descr="Name badge design with hand-drawn white badges in front of brightly-colored abstract backing"/>
                        <wpg:cNvGrpSpPr/>
                        <wpg:grpSpPr>
                          <a:xfrm>
                            <a:off x="0" y="0"/>
                            <a:ext cx="6870700" cy="9382126"/>
                            <a:chOff x="0" y="0"/>
                            <a:chExt cx="6870700" cy="9382126"/>
                          </a:xfrm>
                        </wpg:grpSpPr>
                        <wps:wsp>
                          <wps:cNvPr id="14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3175" y="0"/>
                              <a:ext cx="6867525" cy="9382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5" y="0"/>
                              <a:ext cx="6864350" cy="937895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6" name="Group 16"/>
                          <wpg:cNvGrpSpPr/>
                          <wpg:grpSpPr>
                            <a:xfrm>
                              <a:off x="0" y="4117975"/>
                              <a:ext cx="1274763" cy="1779588"/>
                              <a:chOff x="0" y="4117975"/>
                              <a:chExt cx="1274763" cy="1779588"/>
                            </a:xfr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45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0" y="4117975"/>
                                <a:ext cx="663575" cy="966788"/>
                              </a:xfrm>
                              <a:custGeom>
                                <a:avLst/>
                                <a:gdLst>
                                  <a:gd name="T0" fmla="*/ 219 w 418"/>
                                  <a:gd name="T1" fmla="*/ 0 h 609"/>
                                  <a:gd name="T2" fmla="*/ 235 w 418"/>
                                  <a:gd name="T3" fmla="*/ 211 h 609"/>
                                  <a:gd name="T4" fmla="*/ 418 w 418"/>
                                  <a:gd name="T5" fmla="*/ 321 h 609"/>
                                  <a:gd name="T6" fmla="*/ 221 w 418"/>
                                  <a:gd name="T7" fmla="*/ 400 h 609"/>
                                  <a:gd name="T8" fmla="*/ 174 w 418"/>
                                  <a:gd name="T9" fmla="*/ 609 h 609"/>
                                  <a:gd name="T10" fmla="*/ 38 w 418"/>
                                  <a:gd name="T11" fmla="*/ 446 h 609"/>
                                  <a:gd name="T12" fmla="*/ 0 w 418"/>
                                  <a:gd name="T13" fmla="*/ 450 h 609"/>
                                  <a:gd name="T14" fmla="*/ 0 w 418"/>
                                  <a:gd name="T15" fmla="*/ 125 h 609"/>
                                  <a:gd name="T16" fmla="*/ 59 w 418"/>
                                  <a:gd name="T17" fmla="*/ 142 h 609"/>
                                  <a:gd name="T18" fmla="*/ 219 w 418"/>
                                  <a:gd name="T19" fmla="*/ 0 h 6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18" h="609">
                                    <a:moveTo>
                                      <a:pt x="219" y="0"/>
                                    </a:moveTo>
                                    <a:lnTo>
                                      <a:pt x="235" y="211"/>
                                    </a:lnTo>
                                    <a:lnTo>
                                      <a:pt x="418" y="321"/>
                                    </a:lnTo>
                                    <a:lnTo>
                                      <a:pt x="221" y="400"/>
                                    </a:lnTo>
                                    <a:lnTo>
                                      <a:pt x="174" y="609"/>
                                    </a:lnTo>
                                    <a:lnTo>
                                      <a:pt x="38" y="446"/>
                                    </a:lnTo>
                                    <a:lnTo>
                                      <a:pt x="0" y="450"/>
                                    </a:lnTo>
                                    <a:lnTo>
                                      <a:pt x="0" y="125"/>
                                    </a:lnTo>
                                    <a:lnTo>
                                      <a:pt x="59" y="142"/>
                                    </a:lnTo>
                                    <a:lnTo>
                                      <a:pt x="2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603250" y="5199063"/>
                                <a:ext cx="671513" cy="698500"/>
                              </a:xfrm>
                              <a:custGeom>
                                <a:avLst/>
                                <a:gdLst>
                                  <a:gd name="T0" fmla="*/ 170 w 423"/>
                                  <a:gd name="T1" fmla="*/ 0 h 440"/>
                                  <a:gd name="T2" fmla="*/ 270 w 423"/>
                                  <a:gd name="T3" fmla="*/ 114 h 440"/>
                                  <a:gd name="T4" fmla="*/ 423 w 423"/>
                                  <a:gd name="T5" fmla="*/ 97 h 440"/>
                                  <a:gd name="T6" fmla="*/ 346 w 423"/>
                                  <a:gd name="T7" fmla="*/ 229 h 440"/>
                                  <a:gd name="T8" fmla="*/ 401 w 423"/>
                                  <a:gd name="T9" fmla="*/ 347 h 440"/>
                                  <a:gd name="T10" fmla="*/ 382 w 423"/>
                                  <a:gd name="T11" fmla="*/ 362 h 440"/>
                                  <a:gd name="T12" fmla="*/ 261 w 423"/>
                                  <a:gd name="T13" fmla="*/ 335 h 440"/>
                                  <a:gd name="T14" fmla="*/ 149 w 423"/>
                                  <a:gd name="T15" fmla="*/ 440 h 440"/>
                                  <a:gd name="T16" fmla="*/ 134 w 423"/>
                                  <a:gd name="T17" fmla="*/ 286 h 440"/>
                                  <a:gd name="T18" fmla="*/ 0 w 423"/>
                                  <a:gd name="T19" fmla="*/ 213 h 440"/>
                                  <a:gd name="T20" fmla="*/ 140 w 423"/>
                                  <a:gd name="T21" fmla="*/ 150 h 440"/>
                                  <a:gd name="T22" fmla="*/ 170 w 423"/>
                                  <a:gd name="T23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23" h="440">
                                    <a:moveTo>
                                      <a:pt x="170" y="0"/>
                                    </a:moveTo>
                                    <a:lnTo>
                                      <a:pt x="270" y="114"/>
                                    </a:lnTo>
                                    <a:lnTo>
                                      <a:pt x="423" y="97"/>
                                    </a:lnTo>
                                    <a:lnTo>
                                      <a:pt x="346" y="229"/>
                                    </a:lnTo>
                                    <a:lnTo>
                                      <a:pt x="401" y="347"/>
                                    </a:lnTo>
                                    <a:lnTo>
                                      <a:pt x="382" y="362"/>
                                    </a:lnTo>
                                    <a:lnTo>
                                      <a:pt x="261" y="335"/>
                                    </a:lnTo>
                                    <a:lnTo>
                                      <a:pt x="149" y="440"/>
                                    </a:lnTo>
                                    <a:lnTo>
                                      <a:pt x="134" y="286"/>
                                    </a:lnTo>
                                    <a:lnTo>
                                      <a:pt x="0" y="213"/>
                                    </a:lnTo>
                                    <a:lnTo>
                                      <a:pt x="140" y="150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7" name="Group 17"/>
                          <wpg:cNvGrpSpPr/>
                          <wpg:grpSpPr>
                            <a:xfrm>
                              <a:off x="0" y="2030413"/>
                              <a:ext cx="6862763" cy="4433887"/>
                              <a:chOff x="0" y="2030413"/>
                              <a:chExt cx="6862763" cy="4433887"/>
                            </a:xfrm>
                            <a:solidFill>
                              <a:schemeClr val="accent1">
                                <a:lumMod val="75000"/>
                              </a:schemeClr>
                            </a:solidFill>
                          </wpg:grpSpPr>
                          <wps:wsp>
                            <wps:cNvPr id="43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0" y="5102225"/>
                                <a:ext cx="3540125" cy="1362075"/>
                              </a:xfrm>
                              <a:custGeom>
                                <a:avLst/>
                                <a:gdLst>
                                  <a:gd name="T0" fmla="*/ 1154 w 2230"/>
                                  <a:gd name="T1" fmla="*/ 0 h 858"/>
                                  <a:gd name="T2" fmla="*/ 1234 w 2230"/>
                                  <a:gd name="T3" fmla="*/ 37 h 858"/>
                                  <a:gd name="T4" fmla="*/ 1317 w 2230"/>
                                  <a:gd name="T5" fmla="*/ 72 h 858"/>
                                  <a:gd name="T6" fmla="*/ 1396 w 2230"/>
                                  <a:gd name="T7" fmla="*/ 100 h 858"/>
                                  <a:gd name="T8" fmla="*/ 1473 w 2230"/>
                                  <a:gd name="T9" fmla="*/ 125 h 858"/>
                                  <a:gd name="T10" fmla="*/ 1548 w 2230"/>
                                  <a:gd name="T11" fmla="*/ 147 h 858"/>
                                  <a:gd name="T12" fmla="*/ 1621 w 2230"/>
                                  <a:gd name="T13" fmla="*/ 161 h 858"/>
                                  <a:gd name="T14" fmla="*/ 1689 w 2230"/>
                                  <a:gd name="T15" fmla="*/ 172 h 858"/>
                                  <a:gd name="T16" fmla="*/ 1754 w 2230"/>
                                  <a:gd name="T17" fmla="*/ 177 h 858"/>
                                  <a:gd name="T18" fmla="*/ 1815 w 2230"/>
                                  <a:gd name="T19" fmla="*/ 175 h 858"/>
                                  <a:gd name="T20" fmla="*/ 1870 w 2230"/>
                                  <a:gd name="T21" fmla="*/ 170 h 858"/>
                                  <a:gd name="T22" fmla="*/ 1920 w 2230"/>
                                  <a:gd name="T23" fmla="*/ 159 h 858"/>
                                  <a:gd name="T24" fmla="*/ 1965 w 2230"/>
                                  <a:gd name="T25" fmla="*/ 143 h 858"/>
                                  <a:gd name="T26" fmla="*/ 1990 w 2230"/>
                                  <a:gd name="T27" fmla="*/ 131 h 858"/>
                                  <a:gd name="T28" fmla="*/ 2028 w 2230"/>
                                  <a:gd name="T29" fmla="*/ 166 h 858"/>
                                  <a:gd name="T30" fmla="*/ 2069 w 2230"/>
                                  <a:gd name="T31" fmla="*/ 197 h 858"/>
                                  <a:gd name="T32" fmla="*/ 2116 w 2230"/>
                                  <a:gd name="T33" fmla="*/ 222 h 858"/>
                                  <a:gd name="T34" fmla="*/ 2173 w 2230"/>
                                  <a:gd name="T35" fmla="*/ 242 h 858"/>
                                  <a:gd name="T36" fmla="*/ 2230 w 2230"/>
                                  <a:gd name="T37" fmla="*/ 249 h 858"/>
                                  <a:gd name="T38" fmla="*/ 2141 w 2230"/>
                                  <a:gd name="T39" fmla="*/ 326 h 858"/>
                                  <a:gd name="T40" fmla="*/ 2044 w 2230"/>
                                  <a:gd name="T41" fmla="*/ 401 h 858"/>
                                  <a:gd name="T42" fmla="*/ 1938 w 2230"/>
                                  <a:gd name="T43" fmla="*/ 475 h 858"/>
                                  <a:gd name="T44" fmla="*/ 1826 w 2230"/>
                                  <a:gd name="T45" fmla="*/ 544 h 858"/>
                                  <a:gd name="T46" fmla="*/ 1707 w 2230"/>
                                  <a:gd name="T47" fmla="*/ 609 h 858"/>
                                  <a:gd name="T48" fmla="*/ 1584 w 2230"/>
                                  <a:gd name="T49" fmla="*/ 668 h 858"/>
                                  <a:gd name="T50" fmla="*/ 1457 w 2230"/>
                                  <a:gd name="T51" fmla="*/ 722 h 858"/>
                                  <a:gd name="T52" fmla="*/ 1328 w 2230"/>
                                  <a:gd name="T53" fmla="*/ 768 h 858"/>
                                  <a:gd name="T54" fmla="*/ 1195 w 2230"/>
                                  <a:gd name="T55" fmla="*/ 806 h 858"/>
                                  <a:gd name="T56" fmla="*/ 1061 w 2230"/>
                                  <a:gd name="T57" fmla="*/ 833 h 858"/>
                                  <a:gd name="T58" fmla="*/ 926 w 2230"/>
                                  <a:gd name="T59" fmla="*/ 851 h 858"/>
                                  <a:gd name="T60" fmla="*/ 794 w 2230"/>
                                  <a:gd name="T61" fmla="*/ 858 h 858"/>
                                  <a:gd name="T62" fmla="*/ 649 w 2230"/>
                                  <a:gd name="T63" fmla="*/ 853 h 858"/>
                                  <a:gd name="T64" fmla="*/ 505 w 2230"/>
                                  <a:gd name="T65" fmla="*/ 838 h 858"/>
                                  <a:gd name="T66" fmla="*/ 362 w 2230"/>
                                  <a:gd name="T67" fmla="*/ 815 h 858"/>
                                  <a:gd name="T68" fmla="*/ 221 w 2230"/>
                                  <a:gd name="T69" fmla="*/ 783 h 858"/>
                                  <a:gd name="T70" fmla="*/ 83 w 2230"/>
                                  <a:gd name="T71" fmla="*/ 742 h 858"/>
                                  <a:gd name="T72" fmla="*/ 0 w 2230"/>
                                  <a:gd name="T73" fmla="*/ 715 h 858"/>
                                  <a:gd name="T74" fmla="*/ 0 w 2230"/>
                                  <a:gd name="T75" fmla="*/ 482 h 858"/>
                                  <a:gd name="T76" fmla="*/ 34 w 2230"/>
                                  <a:gd name="T77" fmla="*/ 491 h 858"/>
                                  <a:gd name="T78" fmla="*/ 118 w 2230"/>
                                  <a:gd name="T79" fmla="*/ 510 h 858"/>
                                  <a:gd name="T80" fmla="*/ 199 w 2230"/>
                                  <a:gd name="T81" fmla="*/ 527 h 858"/>
                                  <a:gd name="T82" fmla="*/ 274 w 2230"/>
                                  <a:gd name="T83" fmla="*/ 539 h 858"/>
                                  <a:gd name="T84" fmla="*/ 346 w 2230"/>
                                  <a:gd name="T85" fmla="*/ 544 h 858"/>
                                  <a:gd name="T86" fmla="*/ 412 w 2230"/>
                                  <a:gd name="T87" fmla="*/ 544 h 858"/>
                                  <a:gd name="T88" fmla="*/ 471 w 2230"/>
                                  <a:gd name="T89" fmla="*/ 539 h 858"/>
                                  <a:gd name="T90" fmla="*/ 547 w 2230"/>
                                  <a:gd name="T91" fmla="*/ 523 h 858"/>
                                  <a:gd name="T92" fmla="*/ 616 w 2230"/>
                                  <a:gd name="T93" fmla="*/ 500 h 858"/>
                                  <a:gd name="T94" fmla="*/ 683 w 2230"/>
                                  <a:gd name="T95" fmla="*/ 469 h 858"/>
                                  <a:gd name="T96" fmla="*/ 745 w 2230"/>
                                  <a:gd name="T97" fmla="*/ 433 h 858"/>
                                  <a:gd name="T98" fmla="*/ 805 w 2230"/>
                                  <a:gd name="T99" fmla="*/ 392 h 858"/>
                                  <a:gd name="T100" fmla="*/ 860 w 2230"/>
                                  <a:gd name="T101" fmla="*/ 346 h 858"/>
                                  <a:gd name="T102" fmla="*/ 914 w 2230"/>
                                  <a:gd name="T103" fmla="*/ 294 h 858"/>
                                  <a:gd name="T104" fmla="*/ 966 w 2230"/>
                                  <a:gd name="T105" fmla="*/ 240 h 858"/>
                                  <a:gd name="T106" fmla="*/ 1014 w 2230"/>
                                  <a:gd name="T107" fmla="*/ 183 h 858"/>
                                  <a:gd name="T108" fmla="*/ 1061 w 2230"/>
                                  <a:gd name="T109" fmla="*/ 123 h 858"/>
                                  <a:gd name="T110" fmla="*/ 1107 w 2230"/>
                                  <a:gd name="T111" fmla="*/ 63 h 858"/>
                                  <a:gd name="T112" fmla="*/ 1154 w 2230"/>
                                  <a:gd name="T113" fmla="*/ 0 h 8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2230" h="858">
                                    <a:moveTo>
                                      <a:pt x="1154" y="0"/>
                                    </a:moveTo>
                                    <a:lnTo>
                                      <a:pt x="1234" y="37"/>
                                    </a:lnTo>
                                    <a:lnTo>
                                      <a:pt x="1317" y="72"/>
                                    </a:lnTo>
                                    <a:lnTo>
                                      <a:pt x="1396" y="100"/>
                                    </a:lnTo>
                                    <a:lnTo>
                                      <a:pt x="1473" y="125"/>
                                    </a:lnTo>
                                    <a:lnTo>
                                      <a:pt x="1548" y="147"/>
                                    </a:lnTo>
                                    <a:lnTo>
                                      <a:pt x="1621" y="161"/>
                                    </a:lnTo>
                                    <a:lnTo>
                                      <a:pt x="1689" y="172"/>
                                    </a:lnTo>
                                    <a:lnTo>
                                      <a:pt x="1754" y="177"/>
                                    </a:lnTo>
                                    <a:lnTo>
                                      <a:pt x="1815" y="175"/>
                                    </a:lnTo>
                                    <a:lnTo>
                                      <a:pt x="1870" y="170"/>
                                    </a:lnTo>
                                    <a:lnTo>
                                      <a:pt x="1920" y="159"/>
                                    </a:lnTo>
                                    <a:lnTo>
                                      <a:pt x="1965" y="143"/>
                                    </a:lnTo>
                                    <a:lnTo>
                                      <a:pt x="1990" y="131"/>
                                    </a:lnTo>
                                    <a:lnTo>
                                      <a:pt x="2028" y="166"/>
                                    </a:lnTo>
                                    <a:lnTo>
                                      <a:pt x="2069" y="197"/>
                                    </a:lnTo>
                                    <a:lnTo>
                                      <a:pt x="2116" y="222"/>
                                    </a:lnTo>
                                    <a:lnTo>
                                      <a:pt x="2173" y="242"/>
                                    </a:lnTo>
                                    <a:lnTo>
                                      <a:pt x="2230" y="249"/>
                                    </a:lnTo>
                                    <a:lnTo>
                                      <a:pt x="2141" y="326"/>
                                    </a:lnTo>
                                    <a:lnTo>
                                      <a:pt x="2044" y="401"/>
                                    </a:lnTo>
                                    <a:lnTo>
                                      <a:pt x="1938" y="475"/>
                                    </a:lnTo>
                                    <a:lnTo>
                                      <a:pt x="1826" y="544"/>
                                    </a:lnTo>
                                    <a:lnTo>
                                      <a:pt x="1707" y="609"/>
                                    </a:lnTo>
                                    <a:lnTo>
                                      <a:pt x="1584" y="668"/>
                                    </a:lnTo>
                                    <a:lnTo>
                                      <a:pt x="1457" y="722"/>
                                    </a:lnTo>
                                    <a:lnTo>
                                      <a:pt x="1328" y="768"/>
                                    </a:lnTo>
                                    <a:lnTo>
                                      <a:pt x="1195" y="806"/>
                                    </a:lnTo>
                                    <a:lnTo>
                                      <a:pt x="1061" y="833"/>
                                    </a:lnTo>
                                    <a:lnTo>
                                      <a:pt x="926" y="851"/>
                                    </a:lnTo>
                                    <a:lnTo>
                                      <a:pt x="794" y="858"/>
                                    </a:lnTo>
                                    <a:lnTo>
                                      <a:pt x="649" y="853"/>
                                    </a:lnTo>
                                    <a:lnTo>
                                      <a:pt x="505" y="838"/>
                                    </a:lnTo>
                                    <a:lnTo>
                                      <a:pt x="362" y="815"/>
                                    </a:lnTo>
                                    <a:lnTo>
                                      <a:pt x="221" y="783"/>
                                    </a:lnTo>
                                    <a:lnTo>
                                      <a:pt x="83" y="742"/>
                                    </a:lnTo>
                                    <a:lnTo>
                                      <a:pt x="0" y="715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34" y="491"/>
                                    </a:lnTo>
                                    <a:lnTo>
                                      <a:pt x="118" y="510"/>
                                    </a:lnTo>
                                    <a:lnTo>
                                      <a:pt x="199" y="527"/>
                                    </a:lnTo>
                                    <a:lnTo>
                                      <a:pt x="274" y="539"/>
                                    </a:lnTo>
                                    <a:lnTo>
                                      <a:pt x="346" y="544"/>
                                    </a:lnTo>
                                    <a:lnTo>
                                      <a:pt x="412" y="544"/>
                                    </a:lnTo>
                                    <a:lnTo>
                                      <a:pt x="471" y="539"/>
                                    </a:lnTo>
                                    <a:lnTo>
                                      <a:pt x="547" y="523"/>
                                    </a:lnTo>
                                    <a:lnTo>
                                      <a:pt x="616" y="500"/>
                                    </a:lnTo>
                                    <a:lnTo>
                                      <a:pt x="683" y="469"/>
                                    </a:lnTo>
                                    <a:lnTo>
                                      <a:pt x="745" y="433"/>
                                    </a:lnTo>
                                    <a:lnTo>
                                      <a:pt x="805" y="392"/>
                                    </a:lnTo>
                                    <a:lnTo>
                                      <a:pt x="860" y="346"/>
                                    </a:lnTo>
                                    <a:lnTo>
                                      <a:pt x="914" y="294"/>
                                    </a:lnTo>
                                    <a:lnTo>
                                      <a:pt x="966" y="240"/>
                                    </a:lnTo>
                                    <a:lnTo>
                                      <a:pt x="1014" y="183"/>
                                    </a:lnTo>
                                    <a:lnTo>
                                      <a:pt x="1061" y="123"/>
                                    </a:lnTo>
                                    <a:lnTo>
                                      <a:pt x="1107" y="63"/>
                                    </a:lnTo>
                                    <a:lnTo>
                                      <a:pt x="115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4" name="Freeform 4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373438" y="2030413"/>
                                <a:ext cx="3489325" cy="2895600"/>
                              </a:xfrm>
                              <a:custGeom>
                                <a:avLst/>
                                <a:gdLst>
                                  <a:gd name="T0" fmla="*/ 2198 w 2198"/>
                                  <a:gd name="T1" fmla="*/ 1399 h 1824"/>
                                  <a:gd name="T2" fmla="*/ 2008 w 2198"/>
                                  <a:gd name="T3" fmla="*/ 1550 h 1824"/>
                                  <a:gd name="T4" fmla="*/ 1805 w 2198"/>
                                  <a:gd name="T5" fmla="*/ 1442 h 1824"/>
                                  <a:gd name="T6" fmla="*/ 2198 w 2198"/>
                                  <a:gd name="T7" fmla="*/ 278 h 1824"/>
                                  <a:gd name="T8" fmla="*/ 2128 w 2198"/>
                                  <a:gd name="T9" fmla="*/ 0 h 1824"/>
                                  <a:gd name="T10" fmla="*/ 2198 w 2198"/>
                                  <a:gd name="T11" fmla="*/ 224 h 1824"/>
                                  <a:gd name="T12" fmla="*/ 2056 w 2198"/>
                                  <a:gd name="T13" fmla="*/ 231 h 1824"/>
                                  <a:gd name="T14" fmla="*/ 1907 w 2198"/>
                                  <a:gd name="T15" fmla="*/ 253 h 1824"/>
                                  <a:gd name="T16" fmla="*/ 1782 w 2198"/>
                                  <a:gd name="T17" fmla="*/ 287 h 1824"/>
                                  <a:gd name="T18" fmla="*/ 1662 w 2198"/>
                                  <a:gd name="T19" fmla="*/ 348 h 1824"/>
                                  <a:gd name="T20" fmla="*/ 1547 w 2198"/>
                                  <a:gd name="T21" fmla="*/ 441 h 1824"/>
                                  <a:gd name="T22" fmla="*/ 1454 w 2198"/>
                                  <a:gd name="T23" fmla="*/ 552 h 1824"/>
                                  <a:gd name="T24" fmla="*/ 1379 w 2198"/>
                                  <a:gd name="T25" fmla="*/ 677 h 1824"/>
                                  <a:gd name="T26" fmla="*/ 1318 w 2198"/>
                                  <a:gd name="T27" fmla="*/ 815 h 1824"/>
                                  <a:gd name="T28" fmla="*/ 1264 w 2198"/>
                                  <a:gd name="T29" fmla="*/ 959 h 1824"/>
                                  <a:gd name="T30" fmla="*/ 1216 w 2198"/>
                                  <a:gd name="T31" fmla="*/ 1107 h 1824"/>
                                  <a:gd name="T32" fmla="*/ 1168 w 2198"/>
                                  <a:gd name="T33" fmla="*/ 1254 h 1824"/>
                                  <a:gd name="T34" fmla="*/ 1116 w 2198"/>
                                  <a:gd name="T35" fmla="*/ 1396 h 1824"/>
                                  <a:gd name="T36" fmla="*/ 1055 w 2198"/>
                                  <a:gd name="T37" fmla="*/ 1530 h 1824"/>
                                  <a:gd name="T38" fmla="*/ 981 w 2198"/>
                                  <a:gd name="T39" fmla="*/ 1654 h 1824"/>
                                  <a:gd name="T40" fmla="*/ 892 w 2198"/>
                                  <a:gd name="T41" fmla="*/ 1761 h 1824"/>
                                  <a:gd name="T42" fmla="*/ 808 w 2198"/>
                                  <a:gd name="T43" fmla="*/ 1824 h 1824"/>
                                  <a:gd name="T44" fmla="*/ 700 w 2198"/>
                                  <a:gd name="T45" fmla="*/ 1731 h 1824"/>
                                  <a:gd name="T46" fmla="*/ 594 w 2198"/>
                                  <a:gd name="T47" fmla="*/ 1673 h 1824"/>
                                  <a:gd name="T48" fmla="*/ 478 w 2198"/>
                                  <a:gd name="T49" fmla="*/ 1648 h 1824"/>
                                  <a:gd name="T50" fmla="*/ 419 w 2198"/>
                                  <a:gd name="T51" fmla="*/ 1639 h 1824"/>
                                  <a:gd name="T52" fmla="*/ 365 w 2198"/>
                                  <a:gd name="T53" fmla="*/ 1562 h 1824"/>
                                  <a:gd name="T54" fmla="*/ 292 w 2198"/>
                                  <a:gd name="T55" fmla="*/ 1501 h 1824"/>
                                  <a:gd name="T56" fmla="*/ 199 w 2198"/>
                                  <a:gd name="T57" fmla="*/ 1460 h 1824"/>
                                  <a:gd name="T58" fmla="*/ 98 w 2198"/>
                                  <a:gd name="T59" fmla="*/ 1448 h 1824"/>
                                  <a:gd name="T60" fmla="*/ 0 w 2198"/>
                                  <a:gd name="T61" fmla="*/ 1462 h 1824"/>
                                  <a:gd name="T62" fmla="*/ 43 w 2198"/>
                                  <a:gd name="T63" fmla="*/ 1317 h 1824"/>
                                  <a:gd name="T64" fmla="*/ 114 w 2198"/>
                                  <a:gd name="T65" fmla="*/ 1159 h 1824"/>
                                  <a:gd name="T66" fmla="*/ 215 w 2198"/>
                                  <a:gd name="T67" fmla="*/ 993 h 1824"/>
                                  <a:gd name="T68" fmla="*/ 340 w 2198"/>
                                  <a:gd name="T69" fmla="*/ 824 h 1824"/>
                                  <a:gd name="T70" fmla="*/ 485 w 2198"/>
                                  <a:gd name="T71" fmla="*/ 659 h 1824"/>
                                  <a:gd name="T72" fmla="*/ 650 w 2198"/>
                                  <a:gd name="T73" fmla="*/ 503 h 1824"/>
                                  <a:gd name="T74" fmla="*/ 829 w 2198"/>
                                  <a:gd name="T75" fmla="*/ 360 h 1824"/>
                                  <a:gd name="T76" fmla="*/ 1021 w 2198"/>
                                  <a:gd name="T77" fmla="*/ 238 h 1824"/>
                                  <a:gd name="T78" fmla="*/ 1223 w 2198"/>
                                  <a:gd name="T79" fmla="*/ 140 h 1824"/>
                                  <a:gd name="T80" fmla="*/ 1458 w 2198"/>
                                  <a:gd name="T81" fmla="*/ 66 h 1824"/>
                                  <a:gd name="T82" fmla="*/ 1723 w 2198"/>
                                  <a:gd name="T83" fmla="*/ 18 h 1824"/>
                                  <a:gd name="T84" fmla="*/ 1993 w 2198"/>
                                  <a:gd name="T85" fmla="*/ 0 h 18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198" h="1824">
                                    <a:moveTo>
                                      <a:pt x="2198" y="278"/>
                                    </a:moveTo>
                                    <a:lnTo>
                                      <a:pt x="2198" y="1399"/>
                                    </a:lnTo>
                                    <a:lnTo>
                                      <a:pt x="2103" y="1611"/>
                                    </a:lnTo>
                                    <a:lnTo>
                                      <a:pt x="2008" y="1550"/>
                                    </a:lnTo>
                                    <a:lnTo>
                                      <a:pt x="1907" y="1492"/>
                                    </a:lnTo>
                                    <a:lnTo>
                                      <a:pt x="1805" y="1442"/>
                                    </a:lnTo>
                                    <a:lnTo>
                                      <a:pt x="1701" y="1396"/>
                                    </a:lnTo>
                                    <a:lnTo>
                                      <a:pt x="2198" y="278"/>
                                    </a:lnTo>
                                    <a:close/>
                                    <a:moveTo>
                                      <a:pt x="1993" y="0"/>
                                    </a:moveTo>
                                    <a:lnTo>
                                      <a:pt x="2128" y="0"/>
                                    </a:lnTo>
                                    <a:lnTo>
                                      <a:pt x="2198" y="4"/>
                                    </a:lnTo>
                                    <a:lnTo>
                                      <a:pt x="2198" y="224"/>
                                    </a:lnTo>
                                    <a:lnTo>
                                      <a:pt x="2137" y="226"/>
                                    </a:lnTo>
                                    <a:lnTo>
                                      <a:pt x="2056" y="231"/>
                                    </a:lnTo>
                                    <a:lnTo>
                                      <a:pt x="1979" y="242"/>
                                    </a:lnTo>
                                    <a:lnTo>
                                      <a:pt x="1907" y="253"/>
                                    </a:lnTo>
                                    <a:lnTo>
                                      <a:pt x="1841" y="269"/>
                                    </a:lnTo>
                                    <a:lnTo>
                                      <a:pt x="1782" y="287"/>
                                    </a:lnTo>
                                    <a:lnTo>
                                      <a:pt x="1728" y="310"/>
                                    </a:lnTo>
                                    <a:lnTo>
                                      <a:pt x="1662" y="348"/>
                                    </a:lnTo>
                                    <a:lnTo>
                                      <a:pt x="1603" y="392"/>
                                    </a:lnTo>
                                    <a:lnTo>
                                      <a:pt x="1547" y="441"/>
                                    </a:lnTo>
                                    <a:lnTo>
                                      <a:pt x="1499" y="495"/>
                                    </a:lnTo>
                                    <a:lnTo>
                                      <a:pt x="1454" y="552"/>
                                    </a:lnTo>
                                    <a:lnTo>
                                      <a:pt x="1415" y="613"/>
                                    </a:lnTo>
                                    <a:lnTo>
                                      <a:pt x="1379" y="677"/>
                                    </a:lnTo>
                                    <a:lnTo>
                                      <a:pt x="1347" y="745"/>
                                    </a:lnTo>
                                    <a:lnTo>
                                      <a:pt x="1318" y="815"/>
                                    </a:lnTo>
                                    <a:lnTo>
                                      <a:pt x="1289" y="887"/>
                                    </a:lnTo>
                                    <a:lnTo>
                                      <a:pt x="1264" y="959"/>
                                    </a:lnTo>
                                    <a:lnTo>
                                      <a:pt x="1239" y="1032"/>
                                    </a:lnTo>
                                    <a:lnTo>
                                      <a:pt x="1216" y="1107"/>
                                    </a:lnTo>
                                    <a:lnTo>
                                      <a:pt x="1193" y="1181"/>
                                    </a:lnTo>
                                    <a:lnTo>
                                      <a:pt x="1168" y="1254"/>
                                    </a:lnTo>
                                    <a:lnTo>
                                      <a:pt x="1143" y="1326"/>
                                    </a:lnTo>
                                    <a:lnTo>
                                      <a:pt x="1116" y="1396"/>
                                    </a:lnTo>
                                    <a:lnTo>
                                      <a:pt x="1085" y="1466"/>
                                    </a:lnTo>
                                    <a:lnTo>
                                      <a:pt x="1055" y="1530"/>
                                    </a:lnTo>
                                    <a:lnTo>
                                      <a:pt x="1019" y="1594"/>
                                    </a:lnTo>
                                    <a:lnTo>
                                      <a:pt x="981" y="1654"/>
                                    </a:lnTo>
                                    <a:lnTo>
                                      <a:pt x="938" y="1709"/>
                                    </a:lnTo>
                                    <a:lnTo>
                                      <a:pt x="892" y="1761"/>
                                    </a:lnTo>
                                    <a:lnTo>
                                      <a:pt x="854" y="1792"/>
                                    </a:lnTo>
                                    <a:lnTo>
                                      <a:pt x="808" y="1824"/>
                                    </a:lnTo>
                                    <a:lnTo>
                                      <a:pt x="754" y="1774"/>
                                    </a:lnTo>
                                    <a:lnTo>
                                      <a:pt x="700" y="1731"/>
                                    </a:lnTo>
                                    <a:lnTo>
                                      <a:pt x="646" y="1697"/>
                                    </a:lnTo>
                                    <a:lnTo>
                                      <a:pt x="594" y="1673"/>
                                    </a:lnTo>
                                    <a:lnTo>
                                      <a:pt x="542" y="1659"/>
                                    </a:lnTo>
                                    <a:lnTo>
                                      <a:pt x="478" y="1648"/>
                                    </a:lnTo>
                                    <a:lnTo>
                                      <a:pt x="419" y="1639"/>
                                    </a:lnTo>
                                    <a:lnTo>
                                      <a:pt x="419" y="1639"/>
                                    </a:lnTo>
                                    <a:lnTo>
                                      <a:pt x="394" y="1600"/>
                                    </a:lnTo>
                                    <a:lnTo>
                                      <a:pt x="365" y="1562"/>
                                    </a:lnTo>
                                    <a:lnTo>
                                      <a:pt x="331" y="1530"/>
                                    </a:lnTo>
                                    <a:lnTo>
                                      <a:pt x="292" y="1501"/>
                                    </a:lnTo>
                                    <a:lnTo>
                                      <a:pt x="247" y="1478"/>
                                    </a:lnTo>
                                    <a:lnTo>
                                      <a:pt x="199" y="1460"/>
                                    </a:lnTo>
                                    <a:lnTo>
                                      <a:pt x="148" y="1449"/>
                                    </a:lnTo>
                                    <a:lnTo>
                                      <a:pt x="98" y="1448"/>
                                    </a:lnTo>
                                    <a:lnTo>
                                      <a:pt x="48" y="1451"/>
                                    </a:lnTo>
                                    <a:lnTo>
                                      <a:pt x="0" y="1462"/>
                                    </a:lnTo>
                                    <a:lnTo>
                                      <a:pt x="18" y="1392"/>
                                    </a:lnTo>
                                    <a:lnTo>
                                      <a:pt x="43" y="1317"/>
                                    </a:lnTo>
                                    <a:lnTo>
                                      <a:pt x="75" y="1240"/>
                                    </a:lnTo>
                                    <a:lnTo>
                                      <a:pt x="114" y="1159"/>
                                    </a:lnTo>
                                    <a:lnTo>
                                      <a:pt x="163" y="1077"/>
                                    </a:lnTo>
                                    <a:lnTo>
                                      <a:pt x="215" y="993"/>
                                    </a:lnTo>
                                    <a:lnTo>
                                      <a:pt x="274" y="908"/>
                                    </a:lnTo>
                                    <a:lnTo>
                                      <a:pt x="340" y="824"/>
                                    </a:lnTo>
                                    <a:lnTo>
                                      <a:pt x="410" y="742"/>
                                    </a:lnTo>
                                    <a:lnTo>
                                      <a:pt x="485" y="659"/>
                                    </a:lnTo>
                                    <a:lnTo>
                                      <a:pt x="566" y="581"/>
                                    </a:lnTo>
                                    <a:lnTo>
                                      <a:pt x="650" y="503"/>
                                    </a:lnTo>
                                    <a:lnTo>
                                      <a:pt x="738" y="430"/>
                                    </a:lnTo>
                                    <a:lnTo>
                                      <a:pt x="829" y="360"/>
                                    </a:lnTo>
                                    <a:lnTo>
                                      <a:pt x="924" y="296"/>
                                    </a:lnTo>
                                    <a:lnTo>
                                      <a:pt x="1021" y="238"/>
                                    </a:lnTo>
                                    <a:lnTo>
                                      <a:pt x="1121" y="186"/>
                                    </a:lnTo>
                                    <a:lnTo>
                                      <a:pt x="1223" y="140"/>
                                    </a:lnTo>
                                    <a:lnTo>
                                      <a:pt x="1327" y="102"/>
                                    </a:lnTo>
                                    <a:lnTo>
                                      <a:pt x="1458" y="66"/>
                                    </a:lnTo>
                                    <a:lnTo>
                                      <a:pt x="1590" y="38"/>
                                    </a:lnTo>
                                    <a:lnTo>
                                      <a:pt x="1723" y="18"/>
                                    </a:lnTo>
                                    <a:lnTo>
                                      <a:pt x="1859" y="5"/>
                                    </a:lnTo>
                                    <a:lnTo>
                                      <a:pt x="199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" name="Freeform 18"/>
                          <wps:cNvSpPr>
                            <a:spLocks noEditPoints="1"/>
                          </wps:cNvSpPr>
                          <wps:spPr bwMode="auto">
                            <a:xfrm>
                              <a:off x="0" y="2386013"/>
                              <a:ext cx="6862763" cy="3579813"/>
                            </a:xfrm>
                            <a:custGeom>
                              <a:avLst/>
                              <a:gdLst>
                                <a:gd name="T0" fmla="*/ 4308 w 4323"/>
                                <a:gd name="T1" fmla="*/ 1448 h 2255"/>
                                <a:gd name="T2" fmla="*/ 0 w 4323"/>
                                <a:gd name="T3" fmla="*/ 392 h 2255"/>
                                <a:gd name="T4" fmla="*/ 86 w 4323"/>
                                <a:gd name="T5" fmla="*/ 641 h 2255"/>
                                <a:gd name="T6" fmla="*/ 255 w 4323"/>
                                <a:gd name="T7" fmla="*/ 958 h 2255"/>
                                <a:gd name="T8" fmla="*/ 480 w 4323"/>
                                <a:gd name="T9" fmla="*/ 1234 h 2255"/>
                                <a:gd name="T10" fmla="*/ 754 w 4323"/>
                                <a:gd name="T11" fmla="*/ 1469 h 2255"/>
                                <a:gd name="T12" fmla="*/ 1052 w 4323"/>
                                <a:gd name="T13" fmla="*/ 1659 h 2255"/>
                                <a:gd name="T14" fmla="*/ 1039 w 4323"/>
                                <a:gd name="T15" fmla="*/ 1863 h 2255"/>
                                <a:gd name="T16" fmla="*/ 851 w 4323"/>
                                <a:gd name="T17" fmla="*/ 2064 h 2255"/>
                                <a:gd name="T18" fmla="*/ 803 w 4323"/>
                                <a:gd name="T19" fmla="*/ 1869 h 2255"/>
                                <a:gd name="T20" fmla="*/ 520 w 4323"/>
                                <a:gd name="T21" fmla="*/ 1922 h 2255"/>
                                <a:gd name="T22" fmla="*/ 529 w 4323"/>
                                <a:gd name="T23" fmla="*/ 2212 h 2255"/>
                                <a:gd name="T24" fmla="*/ 710 w 4323"/>
                                <a:gd name="T25" fmla="*/ 2166 h 2255"/>
                                <a:gd name="T26" fmla="*/ 536 w 4323"/>
                                <a:gd name="T27" fmla="*/ 2236 h 2255"/>
                                <a:gd name="T28" fmla="*/ 346 w 4323"/>
                                <a:gd name="T29" fmla="*/ 2255 h 2255"/>
                                <a:gd name="T30" fmla="*/ 118 w 4323"/>
                                <a:gd name="T31" fmla="*/ 2221 h 2255"/>
                                <a:gd name="T32" fmla="*/ 0 w 4323"/>
                                <a:gd name="T33" fmla="*/ 1541 h 2255"/>
                                <a:gd name="T34" fmla="*/ 221 w 4323"/>
                                <a:gd name="T35" fmla="*/ 1491 h 2255"/>
                                <a:gd name="T36" fmla="*/ 219 w 4323"/>
                                <a:gd name="T37" fmla="*/ 1091 h 2255"/>
                                <a:gd name="T38" fmla="*/ 0 w 4323"/>
                                <a:gd name="T39" fmla="*/ 392 h 2255"/>
                                <a:gd name="T40" fmla="*/ 3826 w 4323"/>
                                <a:gd name="T41" fmla="*/ 1172 h 2255"/>
                                <a:gd name="T42" fmla="*/ 3561 w 4323"/>
                                <a:gd name="T43" fmla="*/ 1080 h 2255"/>
                                <a:gd name="T44" fmla="*/ 3296 w 4323"/>
                                <a:gd name="T45" fmla="*/ 1019 h 2255"/>
                                <a:gd name="T46" fmla="*/ 3370 w 4323"/>
                                <a:gd name="T47" fmla="*/ 795 h 2255"/>
                                <a:gd name="T48" fmla="*/ 3391 w 4323"/>
                                <a:gd name="T49" fmla="*/ 733 h 2255"/>
                                <a:gd name="T50" fmla="*/ 3407 w 4323"/>
                                <a:gd name="T51" fmla="*/ 686 h 2255"/>
                                <a:gd name="T52" fmla="*/ 3423 w 4323"/>
                                <a:gd name="T53" fmla="*/ 641 h 2255"/>
                                <a:gd name="T54" fmla="*/ 3445 w 4323"/>
                                <a:gd name="T55" fmla="*/ 584 h 2255"/>
                                <a:gd name="T56" fmla="*/ 3463 w 4323"/>
                                <a:gd name="T57" fmla="*/ 543 h 2255"/>
                                <a:gd name="T58" fmla="*/ 3488 w 4323"/>
                                <a:gd name="T59" fmla="*/ 487 h 2255"/>
                                <a:gd name="T60" fmla="*/ 3508 w 4323"/>
                                <a:gd name="T61" fmla="*/ 448 h 2255"/>
                                <a:gd name="T62" fmla="*/ 3538 w 4323"/>
                                <a:gd name="T63" fmla="*/ 394 h 2255"/>
                                <a:gd name="T64" fmla="*/ 3560 w 4323"/>
                                <a:gd name="T65" fmla="*/ 358 h 2255"/>
                                <a:gd name="T66" fmla="*/ 3595 w 4323"/>
                                <a:gd name="T67" fmla="*/ 308 h 2255"/>
                                <a:gd name="T68" fmla="*/ 3619 w 4323"/>
                                <a:gd name="T69" fmla="*/ 276 h 2255"/>
                                <a:gd name="T70" fmla="*/ 3658 w 4323"/>
                                <a:gd name="T71" fmla="*/ 233 h 2255"/>
                                <a:gd name="T72" fmla="*/ 3689 w 4323"/>
                                <a:gd name="T73" fmla="*/ 202 h 2255"/>
                                <a:gd name="T74" fmla="*/ 3730 w 4323"/>
                                <a:gd name="T75" fmla="*/ 165 h 2255"/>
                                <a:gd name="T76" fmla="*/ 3767 w 4323"/>
                                <a:gd name="T77" fmla="*/ 138 h 2255"/>
                                <a:gd name="T78" fmla="*/ 3817 w 4323"/>
                                <a:gd name="T79" fmla="*/ 106 h 2255"/>
                                <a:gd name="T80" fmla="*/ 3877 w 4323"/>
                                <a:gd name="T81" fmla="*/ 75 h 2255"/>
                                <a:gd name="T82" fmla="*/ 3912 w 4323"/>
                                <a:gd name="T83" fmla="*/ 63 h 2255"/>
                                <a:gd name="T84" fmla="*/ 3954 w 4323"/>
                                <a:gd name="T85" fmla="*/ 48 h 2255"/>
                                <a:gd name="T86" fmla="*/ 3997 w 4323"/>
                                <a:gd name="T87" fmla="*/ 38 h 2255"/>
                                <a:gd name="T88" fmla="*/ 4043 w 4323"/>
                                <a:gd name="T89" fmla="*/ 27 h 2255"/>
                                <a:gd name="T90" fmla="*/ 4092 w 4323"/>
                                <a:gd name="T91" fmla="*/ 20 h 2255"/>
                                <a:gd name="T92" fmla="*/ 4143 w 4323"/>
                                <a:gd name="T93" fmla="*/ 13 h 2255"/>
                                <a:gd name="T94" fmla="*/ 4197 w 4323"/>
                                <a:gd name="T95" fmla="*/ 7 h 2255"/>
                                <a:gd name="T96" fmla="*/ 4249 w 4323"/>
                                <a:gd name="T97" fmla="*/ 4 h 2255"/>
                                <a:gd name="T98" fmla="*/ 4308 w 4323"/>
                                <a:gd name="T99" fmla="*/ 0 h 2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4323" h="2255">
                                  <a:moveTo>
                                    <a:pt x="4323" y="1175"/>
                                  </a:moveTo>
                                  <a:lnTo>
                                    <a:pt x="4323" y="1458"/>
                                  </a:lnTo>
                                  <a:lnTo>
                                    <a:pt x="4308" y="1448"/>
                                  </a:lnTo>
                                  <a:lnTo>
                                    <a:pt x="4228" y="1387"/>
                                  </a:lnTo>
                                  <a:lnTo>
                                    <a:pt x="4323" y="1175"/>
                                  </a:lnTo>
                                  <a:close/>
                                  <a:moveTo>
                                    <a:pt x="0" y="392"/>
                                  </a:moveTo>
                                  <a:lnTo>
                                    <a:pt x="6" y="412"/>
                                  </a:lnTo>
                                  <a:lnTo>
                                    <a:pt x="43" y="527"/>
                                  </a:lnTo>
                                  <a:lnTo>
                                    <a:pt x="86" y="641"/>
                                  </a:lnTo>
                                  <a:lnTo>
                                    <a:pt x="136" y="752"/>
                                  </a:lnTo>
                                  <a:lnTo>
                                    <a:pt x="194" y="860"/>
                                  </a:lnTo>
                                  <a:lnTo>
                                    <a:pt x="255" y="958"/>
                                  </a:lnTo>
                                  <a:lnTo>
                                    <a:pt x="323" y="1055"/>
                                  </a:lnTo>
                                  <a:lnTo>
                                    <a:pt x="400" y="1147"/>
                                  </a:lnTo>
                                  <a:lnTo>
                                    <a:pt x="480" y="1234"/>
                                  </a:lnTo>
                                  <a:lnTo>
                                    <a:pt x="568" y="1317"/>
                                  </a:lnTo>
                                  <a:lnTo>
                                    <a:pt x="659" y="1396"/>
                                  </a:lnTo>
                                  <a:lnTo>
                                    <a:pt x="754" y="1469"/>
                                  </a:lnTo>
                                  <a:lnTo>
                                    <a:pt x="853" y="1537"/>
                                  </a:lnTo>
                                  <a:lnTo>
                                    <a:pt x="951" y="1602"/>
                                  </a:lnTo>
                                  <a:lnTo>
                                    <a:pt x="1052" y="1659"/>
                                  </a:lnTo>
                                  <a:lnTo>
                                    <a:pt x="1154" y="1711"/>
                                  </a:lnTo>
                                  <a:lnTo>
                                    <a:pt x="1096" y="1788"/>
                                  </a:lnTo>
                                  <a:lnTo>
                                    <a:pt x="1039" y="1863"/>
                                  </a:lnTo>
                                  <a:lnTo>
                                    <a:pt x="980" y="1935"/>
                                  </a:lnTo>
                                  <a:lnTo>
                                    <a:pt x="917" y="2003"/>
                                  </a:lnTo>
                                  <a:lnTo>
                                    <a:pt x="851" y="2064"/>
                                  </a:lnTo>
                                  <a:lnTo>
                                    <a:pt x="781" y="2119"/>
                                  </a:lnTo>
                                  <a:lnTo>
                                    <a:pt x="726" y="2001"/>
                                  </a:lnTo>
                                  <a:lnTo>
                                    <a:pt x="803" y="1869"/>
                                  </a:lnTo>
                                  <a:lnTo>
                                    <a:pt x="650" y="1886"/>
                                  </a:lnTo>
                                  <a:lnTo>
                                    <a:pt x="550" y="1772"/>
                                  </a:lnTo>
                                  <a:lnTo>
                                    <a:pt x="520" y="1922"/>
                                  </a:lnTo>
                                  <a:lnTo>
                                    <a:pt x="380" y="1985"/>
                                  </a:lnTo>
                                  <a:lnTo>
                                    <a:pt x="514" y="2058"/>
                                  </a:lnTo>
                                  <a:lnTo>
                                    <a:pt x="529" y="2212"/>
                                  </a:lnTo>
                                  <a:lnTo>
                                    <a:pt x="641" y="2107"/>
                                  </a:lnTo>
                                  <a:lnTo>
                                    <a:pt x="762" y="2134"/>
                                  </a:lnTo>
                                  <a:lnTo>
                                    <a:pt x="710" y="2166"/>
                                  </a:lnTo>
                                  <a:lnTo>
                                    <a:pt x="654" y="2195"/>
                                  </a:lnTo>
                                  <a:lnTo>
                                    <a:pt x="597" y="2218"/>
                                  </a:lnTo>
                                  <a:lnTo>
                                    <a:pt x="536" y="2236"/>
                                  </a:lnTo>
                                  <a:lnTo>
                                    <a:pt x="471" y="2250"/>
                                  </a:lnTo>
                                  <a:lnTo>
                                    <a:pt x="412" y="2255"/>
                                  </a:lnTo>
                                  <a:lnTo>
                                    <a:pt x="346" y="2255"/>
                                  </a:lnTo>
                                  <a:lnTo>
                                    <a:pt x="274" y="2250"/>
                                  </a:lnTo>
                                  <a:lnTo>
                                    <a:pt x="199" y="2238"/>
                                  </a:lnTo>
                                  <a:lnTo>
                                    <a:pt x="118" y="2221"/>
                                  </a:lnTo>
                                  <a:lnTo>
                                    <a:pt x="34" y="2202"/>
                                  </a:lnTo>
                                  <a:lnTo>
                                    <a:pt x="0" y="2193"/>
                                  </a:lnTo>
                                  <a:lnTo>
                                    <a:pt x="0" y="1541"/>
                                  </a:lnTo>
                                  <a:lnTo>
                                    <a:pt x="38" y="1537"/>
                                  </a:lnTo>
                                  <a:lnTo>
                                    <a:pt x="174" y="1700"/>
                                  </a:lnTo>
                                  <a:lnTo>
                                    <a:pt x="221" y="1491"/>
                                  </a:lnTo>
                                  <a:lnTo>
                                    <a:pt x="418" y="1412"/>
                                  </a:lnTo>
                                  <a:lnTo>
                                    <a:pt x="235" y="1302"/>
                                  </a:lnTo>
                                  <a:lnTo>
                                    <a:pt x="219" y="1091"/>
                                  </a:lnTo>
                                  <a:lnTo>
                                    <a:pt x="59" y="1233"/>
                                  </a:lnTo>
                                  <a:lnTo>
                                    <a:pt x="0" y="1216"/>
                                  </a:lnTo>
                                  <a:lnTo>
                                    <a:pt x="0" y="392"/>
                                  </a:lnTo>
                                  <a:close/>
                                  <a:moveTo>
                                    <a:pt x="4323" y="0"/>
                                  </a:moveTo>
                                  <a:lnTo>
                                    <a:pt x="4323" y="54"/>
                                  </a:lnTo>
                                  <a:lnTo>
                                    <a:pt x="3826" y="1172"/>
                                  </a:lnTo>
                                  <a:lnTo>
                                    <a:pt x="3826" y="1172"/>
                                  </a:lnTo>
                                  <a:lnTo>
                                    <a:pt x="3694" y="1121"/>
                                  </a:lnTo>
                                  <a:lnTo>
                                    <a:pt x="3561" y="1080"/>
                                  </a:lnTo>
                                  <a:lnTo>
                                    <a:pt x="3427" y="1046"/>
                                  </a:lnTo>
                                  <a:lnTo>
                                    <a:pt x="3296" y="1019"/>
                                  </a:lnTo>
                                  <a:lnTo>
                                    <a:pt x="3296" y="1019"/>
                                  </a:lnTo>
                                  <a:lnTo>
                                    <a:pt x="3332" y="910"/>
                                  </a:lnTo>
                                  <a:lnTo>
                                    <a:pt x="3368" y="801"/>
                                  </a:lnTo>
                                  <a:lnTo>
                                    <a:pt x="3370" y="795"/>
                                  </a:lnTo>
                                  <a:lnTo>
                                    <a:pt x="3377" y="774"/>
                                  </a:lnTo>
                                  <a:lnTo>
                                    <a:pt x="3380" y="765"/>
                                  </a:lnTo>
                                  <a:lnTo>
                                    <a:pt x="3391" y="733"/>
                                  </a:lnTo>
                                  <a:lnTo>
                                    <a:pt x="3395" y="717"/>
                                  </a:lnTo>
                                  <a:lnTo>
                                    <a:pt x="3400" y="702"/>
                                  </a:lnTo>
                                  <a:lnTo>
                                    <a:pt x="3407" y="686"/>
                                  </a:lnTo>
                                  <a:lnTo>
                                    <a:pt x="3411" y="672"/>
                                  </a:lnTo>
                                  <a:lnTo>
                                    <a:pt x="3418" y="656"/>
                                  </a:lnTo>
                                  <a:lnTo>
                                    <a:pt x="3423" y="641"/>
                                  </a:lnTo>
                                  <a:lnTo>
                                    <a:pt x="3434" y="614"/>
                                  </a:lnTo>
                                  <a:lnTo>
                                    <a:pt x="3438" y="604"/>
                                  </a:lnTo>
                                  <a:lnTo>
                                    <a:pt x="3445" y="584"/>
                                  </a:lnTo>
                                  <a:lnTo>
                                    <a:pt x="3450" y="573"/>
                                  </a:lnTo>
                                  <a:lnTo>
                                    <a:pt x="3457" y="554"/>
                                  </a:lnTo>
                                  <a:lnTo>
                                    <a:pt x="3463" y="543"/>
                                  </a:lnTo>
                                  <a:lnTo>
                                    <a:pt x="3474" y="518"/>
                                  </a:lnTo>
                                  <a:lnTo>
                                    <a:pt x="3477" y="511"/>
                                  </a:lnTo>
                                  <a:lnTo>
                                    <a:pt x="3488" y="487"/>
                                  </a:lnTo>
                                  <a:lnTo>
                                    <a:pt x="3493" y="477"/>
                                  </a:lnTo>
                                  <a:lnTo>
                                    <a:pt x="3502" y="459"/>
                                  </a:lnTo>
                                  <a:lnTo>
                                    <a:pt x="3508" y="448"/>
                                  </a:lnTo>
                                  <a:lnTo>
                                    <a:pt x="3518" y="428"/>
                                  </a:lnTo>
                                  <a:lnTo>
                                    <a:pt x="3522" y="421"/>
                                  </a:lnTo>
                                  <a:lnTo>
                                    <a:pt x="3538" y="394"/>
                                  </a:lnTo>
                                  <a:lnTo>
                                    <a:pt x="3542" y="387"/>
                                  </a:lnTo>
                                  <a:lnTo>
                                    <a:pt x="3554" y="367"/>
                                  </a:lnTo>
                                  <a:lnTo>
                                    <a:pt x="3560" y="358"/>
                                  </a:lnTo>
                                  <a:lnTo>
                                    <a:pt x="3572" y="340"/>
                                  </a:lnTo>
                                  <a:lnTo>
                                    <a:pt x="3577" y="333"/>
                                  </a:lnTo>
                                  <a:lnTo>
                                    <a:pt x="3595" y="308"/>
                                  </a:lnTo>
                                  <a:lnTo>
                                    <a:pt x="3597" y="305"/>
                                  </a:lnTo>
                                  <a:lnTo>
                                    <a:pt x="3613" y="283"/>
                                  </a:lnTo>
                                  <a:lnTo>
                                    <a:pt x="3619" y="276"/>
                                  </a:lnTo>
                                  <a:lnTo>
                                    <a:pt x="3633" y="260"/>
                                  </a:lnTo>
                                  <a:lnTo>
                                    <a:pt x="3640" y="253"/>
                                  </a:lnTo>
                                  <a:lnTo>
                                    <a:pt x="3658" y="233"/>
                                  </a:lnTo>
                                  <a:lnTo>
                                    <a:pt x="3660" y="229"/>
                                  </a:lnTo>
                                  <a:lnTo>
                                    <a:pt x="3681" y="208"/>
                                  </a:lnTo>
                                  <a:lnTo>
                                    <a:pt x="3689" y="202"/>
                                  </a:lnTo>
                                  <a:lnTo>
                                    <a:pt x="3705" y="186"/>
                                  </a:lnTo>
                                  <a:lnTo>
                                    <a:pt x="3712" y="181"/>
                                  </a:lnTo>
                                  <a:lnTo>
                                    <a:pt x="3730" y="165"/>
                                  </a:lnTo>
                                  <a:lnTo>
                                    <a:pt x="3737" y="161"/>
                                  </a:lnTo>
                                  <a:lnTo>
                                    <a:pt x="3762" y="142"/>
                                  </a:lnTo>
                                  <a:lnTo>
                                    <a:pt x="3767" y="138"/>
                                  </a:lnTo>
                                  <a:lnTo>
                                    <a:pt x="3789" y="124"/>
                                  </a:lnTo>
                                  <a:lnTo>
                                    <a:pt x="3796" y="118"/>
                                  </a:lnTo>
                                  <a:lnTo>
                                    <a:pt x="3817" y="106"/>
                                  </a:lnTo>
                                  <a:lnTo>
                                    <a:pt x="3825" y="102"/>
                                  </a:lnTo>
                                  <a:lnTo>
                                    <a:pt x="3853" y="86"/>
                                  </a:lnTo>
                                  <a:lnTo>
                                    <a:pt x="3877" y="75"/>
                                  </a:lnTo>
                                  <a:lnTo>
                                    <a:pt x="3886" y="72"/>
                                  </a:lnTo>
                                  <a:lnTo>
                                    <a:pt x="3902" y="66"/>
                                  </a:lnTo>
                                  <a:lnTo>
                                    <a:pt x="3912" y="63"/>
                                  </a:lnTo>
                                  <a:lnTo>
                                    <a:pt x="3927" y="57"/>
                                  </a:lnTo>
                                  <a:lnTo>
                                    <a:pt x="3939" y="52"/>
                                  </a:lnTo>
                                  <a:lnTo>
                                    <a:pt x="3954" y="48"/>
                                  </a:lnTo>
                                  <a:lnTo>
                                    <a:pt x="3968" y="45"/>
                                  </a:lnTo>
                                  <a:lnTo>
                                    <a:pt x="3982" y="41"/>
                                  </a:lnTo>
                                  <a:lnTo>
                                    <a:pt x="3997" y="38"/>
                                  </a:lnTo>
                                  <a:lnTo>
                                    <a:pt x="4013" y="34"/>
                                  </a:lnTo>
                                  <a:lnTo>
                                    <a:pt x="4027" y="30"/>
                                  </a:lnTo>
                                  <a:lnTo>
                                    <a:pt x="4043" y="27"/>
                                  </a:lnTo>
                                  <a:lnTo>
                                    <a:pt x="4059" y="25"/>
                                  </a:lnTo>
                                  <a:lnTo>
                                    <a:pt x="4075" y="22"/>
                                  </a:lnTo>
                                  <a:lnTo>
                                    <a:pt x="4092" y="20"/>
                                  </a:lnTo>
                                  <a:lnTo>
                                    <a:pt x="4109" y="16"/>
                                  </a:lnTo>
                                  <a:lnTo>
                                    <a:pt x="4126" y="14"/>
                                  </a:lnTo>
                                  <a:lnTo>
                                    <a:pt x="4143" y="13"/>
                                  </a:lnTo>
                                  <a:lnTo>
                                    <a:pt x="4161" y="11"/>
                                  </a:lnTo>
                                  <a:lnTo>
                                    <a:pt x="4178" y="9"/>
                                  </a:lnTo>
                                  <a:lnTo>
                                    <a:pt x="4197" y="7"/>
                                  </a:lnTo>
                                  <a:lnTo>
                                    <a:pt x="4213" y="5"/>
                                  </a:lnTo>
                                  <a:lnTo>
                                    <a:pt x="4233" y="4"/>
                                  </a:lnTo>
                                  <a:lnTo>
                                    <a:pt x="4249" y="4"/>
                                  </a:lnTo>
                                  <a:lnTo>
                                    <a:pt x="4271" y="2"/>
                                  </a:lnTo>
                                  <a:lnTo>
                                    <a:pt x="4285" y="0"/>
                                  </a:lnTo>
                                  <a:lnTo>
                                    <a:pt x="4308" y="0"/>
                                  </a:lnTo>
                                  <a:lnTo>
                                    <a:pt x="4321" y="0"/>
                                  </a:lnTo>
                                  <a:lnTo>
                                    <a:pt x="4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1103313" y="6910388"/>
                              <a:ext cx="3884613" cy="2471738"/>
                            </a:xfrm>
                            <a:custGeom>
                              <a:avLst/>
                              <a:gdLst>
                                <a:gd name="T0" fmla="*/ 874 w 2447"/>
                                <a:gd name="T1" fmla="*/ 1523 h 1557"/>
                                <a:gd name="T2" fmla="*/ 935 w 2447"/>
                                <a:gd name="T3" fmla="*/ 1546 h 1557"/>
                                <a:gd name="T4" fmla="*/ 753 w 2447"/>
                                <a:gd name="T5" fmla="*/ 1557 h 1557"/>
                                <a:gd name="T6" fmla="*/ 803 w 2447"/>
                                <a:gd name="T7" fmla="*/ 1527 h 1557"/>
                                <a:gd name="T8" fmla="*/ 443 w 2447"/>
                                <a:gd name="T9" fmla="*/ 1464 h 1557"/>
                                <a:gd name="T10" fmla="*/ 432 w 2447"/>
                                <a:gd name="T11" fmla="*/ 1528 h 1557"/>
                                <a:gd name="T12" fmla="*/ 0 w 2447"/>
                                <a:gd name="T13" fmla="*/ 1557 h 1557"/>
                                <a:gd name="T14" fmla="*/ 276 w 2447"/>
                                <a:gd name="T15" fmla="*/ 1505 h 1557"/>
                                <a:gd name="T16" fmla="*/ 1406 w 2447"/>
                                <a:gd name="T17" fmla="*/ 994 h 1557"/>
                                <a:gd name="T18" fmla="*/ 1455 w 2447"/>
                                <a:gd name="T19" fmla="*/ 1064 h 1557"/>
                                <a:gd name="T20" fmla="*/ 1471 w 2447"/>
                                <a:gd name="T21" fmla="*/ 1149 h 1557"/>
                                <a:gd name="T22" fmla="*/ 1453 w 2447"/>
                                <a:gd name="T23" fmla="*/ 1235 h 1557"/>
                                <a:gd name="T24" fmla="*/ 1403 w 2447"/>
                                <a:gd name="T25" fmla="*/ 1303 h 1557"/>
                                <a:gd name="T26" fmla="*/ 1335 w 2447"/>
                                <a:gd name="T27" fmla="*/ 1346 h 1557"/>
                                <a:gd name="T28" fmla="*/ 1254 w 2447"/>
                                <a:gd name="T29" fmla="*/ 1360 h 1557"/>
                                <a:gd name="T30" fmla="*/ 1172 w 2447"/>
                                <a:gd name="T31" fmla="*/ 1342 h 1557"/>
                                <a:gd name="T32" fmla="*/ 1104 w 2447"/>
                                <a:gd name="T33" fmla="*/ 1294 h 1557"/>
                                <a:gd name="T34" fmla="*/ 1061 w 2447"/>
                                <a:gd name="T35" fmla="*/ 1224 h 1557"/>
                                <a:gd name="T36" fmla="*/ 1283 w 2447"/>
                                <a:gd name="T37" fmla="*/ 1088 h 1557"/>
                                <a:gd name="T38" fmla="*/ 1406 w 2447"/>
                                <a:gd name="T39" fmla="*/ 994 h 1557"/>
                                <a:gd name="T40" fmla="*/ 2173 w 2447"/>
                                <a:gd name="T41" fmla="*/ 737 h 1557"/>
                                <a:gd name="T42" fmla="*/ 2291 w 2447"/>
                                <a:gd name="T43" fmla="*/ 771 h 1557"/>
                                <a:gd name="T44" fmla="*/ 2377 w 2447"/>
                                <a:gd name="T45" fmla="*/ 823 h 1557"/>
                                <a:gd name="T46" fmla="*/ 2447 w 2447"/>
                                <a:gd name="T47" fmla="*/ 891 h 1557"/>
                                <a:gd name="T48" fmla="*/ 2395 w 2447"/>
                                <a:gd name="T49" fmla="*/ 1068 h 1557"/>
                                <a:gd name="T50" fmla="*/ 2318 w 2447"/>
                                <a:gd name="T51" fmla="*/ 1261 h 1557"/>
                                <a:gd name="T52" fmla="*/ 2221 w 2447"/>
                                <a:gd name="T53" fmla="*/ 1462 h 1557"/>
                                <a:gd name="T54" fmla="*/ 1987 w 2447"/>
                                <a:gd name="T55" fmla="*/ 1557 h 1557"/>
                                <a:gd name="T56" fmla="*/ 1894 w 2447"/>
                                <a:gd name="T57" fmla="*/ 1514 h 1557"/>
                                <a:gd name="T58" fmla="*/ 1802 w 2447"/>
                                <a:gd name="T59" fmla="*/ 1435 h 1557"/>
                                <a:gd name="T60" fmla="*/ 1738 w 2447"/>
                                <a:gd name="T61" fmla="*/ 1335 h 1557"/>
                                <a:gd name="T62" fmla="*/ 1704 w 2447"/>
                                <a:gd name="T63" fmla="*/ 1222 h 1557"/>
                                <a:gd name="T64" fmla="*/ 1702 w 2447"/>
                                <a:gd name="T65" fmla="*/ 1104 h 1557"/>
                                <a:gd name="T66" fmla="*/ 1734 w 2447"/>
                                <a:gd name="T67" fmla="*/ 984 h 1557"/>
                                <a:gd name="T68" fmla="*/ 1800 w 2447"/>
                                <a:gd name="T69" fmla="*/ 880 h 1557"/>
                                <a:gd name="T70" fmla="*/ 1890 w 2447"/>
                                <a:gd name="T71" fmla="*/ 801 h 1557"/>
                                <a:gd name="T72" fmla="*/ 1996 w 2447"/>
                                <a:gd name="T73" fmla="*/ 753 h 1557"/>
                                <a:gd name="T74" fmla="*/ 2112 w 2447"/>
                                <a:gd name="T75" fmla="*/ 733 h 1557"/>
                                <a:gd name="T76" fmla="*/ 2118 w 2447"/>
                                <a:gd name="T77" fmla="*/ 70 h 1557"/>
                                <a:gd name="T78" fmla="*/ 2252 w 2447"/>
                                <a:gd name="T79" fmla="*/ 215 h 1557"/>
                                <a:gd name="T80" fmla="*/ 2311 w 2447"/>
                                <a:gd name="T81" fmla="*/ 292 h 1557"/>
                                <a:gd name="T82" fmla="*/ 2255 w 2447"/>
                                <a:gd name="T83" fmla="*/ 376 h 1557"/>
                                <a:gd name="T84" fmla="*/ 2180 w 2447"/>
                                <a:gd name="T85" fmla="*/ 437 h 1557"/>
                                <a:gd name="T86" fmla="*/ 2091 w 2447"/>
                                <a:gd name="T87" fmla="*/ 471 h 1557"/>
                                <a:gd name="T88" fmla="*/ 1994 w 2447"/>
                                <a:gd name="T89" fmla="*/ 477 h 1557"/>
                                <a:gd name="T90" fmla="*/ 1897 w 2447"/>
                                <a:gd name="T91" fmla="*/ 450 h 1557"/>
                                <a:gd name="T92" fmla="*/ 1929 w 2447"/>
                                <a:gd name="T93" fmla="*/ 287 h 1557"/>
                                <a:gd name="T94" fmla="*/ 2044 w 2447"/>
                                <a:gd name="T95" fmla="*/ 0 h 1557"/>
                                <a:gd name="T96" fmla="*/ 2044 w 2447"/>
                                <a:gd name="T97" fmla="*/ 0 h 1557"/>
                                <a:gd name="T98" fmla="*/ 2044 w 2447"/>
                                <a:gd name="T99" fmla="*/ 0 h 1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47" h="1557">
                                  <a:moveTo>
                                    <a:pt x="839" y="1521"/>
                                  </a:moveTo>
                                  <a:lnTo>
                                    <a:pt x="874" y="1523"/>
                                  </a:lnTo>
                                  <a:lnTo>
                                    <a:pt x="910" y="1534"/>
                                  </a:lnTo>
                                  <a:lnTo>
                                    <a:pt x="935" y="1546"/>
                                  </a:lnTo>
                                  <a:lnTo>
                                    <a:pt x="946" y="1557"/>
                                  </a:lnTo>
                                  <a:lnTo>
                                    <a:pt x="753" y="1557"/>
                                  </a:lnTo>
                                  <a:lnTo>
                                    <a:pt x="770" y="1543"/>
                                  </a:lnTo>
                                  <a:lnTo>
                                    <a:pt x="803" y="1527"/>
                                  </a:lnTo>
                                  <a:lnTo>
                                    <a:pt x="839" y="1521"/>
                                  </a:lnTo>
                                  <a:close/>
                                  <a:moveTo>
                                    <a:pt x="443" y="1464"/>
                                  </a:moveTo>
                                  <a:lnTo>
                                    <a:pt x="439" y="1496"/>
                                  </a:lnTo>
                                  <a:lnTo>
                                    <a:pt x="432" y="1528"/>
                                  </a:lnTo>
                                  <a:lnTo>
                                    <a:pt x="423" y="1557"/>
                                  </a:lnTo>
                                  <a:lnTo>
                                    <a:pt x="0" y="1557"/>
                                  </a:lnTo>
                                  <a:lnTo>
                                    <a:pt x="111" y="1539"/>
                                  </a:lnTo>
                                  <a:lnTo>
                                    <a:pt x="276" y="1505"/>
                                  </a:lnTo>
                                  <a:lnTo>
                                    <a:pt x="443" y="1464"/>
                                  </a:lnTo>
                                  <a:close/>
                                  <a:moveTo>
                                    <a:pt x="1406" y="994"/>
                                  </a:moveTo>
                                  <a:lnTo>
                                    <a:pt x="1433" y="1027"/>
                                  </a:lnTo>
                                  <a:lnTo>
                                    <a:pt x="1455" y="1064"/>
                                  </a:lnTo>
                                  <a:lnTo>
                                    <a:pt x="1467" y="1106"/>
                                  </a:lnTo>
                                  <a:lnTo>
                                    <a:pt x="1471" y="1149"/>
                                  </a:lnTo>
                                  <a:lnTo>
                                    <a:pt x="1466" y="1192"/>
                                  </a:lnTo>
                                  <a:lnTo>
                                    <a:pt x="1453" y="1235"/>
                                  </a:lnTo>
                                  <a:lnTo>
                                    <a:pt x="1431" y="1272"/>
                                  </a:lnTo>
                                  <a:lnTo>
                                    <a:pt x="1403" y="1303"/>
                                  </a:lnTo>
                                  <a:lnTo>
                                    <a:pt x="1371" y="1328"/>
                                  </a:lnTo>
                                  <a:lnTo>
                                    <a:pt x="1335" y="1346"/>
                                  </a:lnTo>
                                  <a:lnTo>
                                    <a:pt x="1295" y="1356"/>
                                  </a:lnTo>
                                  <a:lnTo>
                                    <a:pt x="1254" y="1360"/>
                                  </a:lnTo>
                                  <a:lnTo>
                                    <a:pt x="1213" y="1355"/>
                                  </a:lnTo>
                                  <a:lnTo>
                                    <a:pt x="1172" y="1342"/>
                                  </a:lnTo>
                                  <a:lnTo>
                                    <a:pt x="1134" y="1321"/>
                                  </a:lnTo>
                                  <a:lnTo>
                                    <a:pt x="1104" y="1294"/>
                                  </a:lnTo>
                                  <a:lnTo>
                                    <a:pt x="1079" y="1261"/>
                                  </a:lnTo>
                                  <a:lnTo>
                                    <a:pt x="1061" y="1224"/>
                                  </a:lnTo>
                                  <a:lnTo>
                                    <a:pt x="1174" y="1159"/>
                                  </a:lnTo>
                                  <a:lnTo>
                                    <a:pt x="1283" y="1088"/>
                                  </a:lnTo>
                                  <a:lnTo>
                                    <a:pt x="1387" y="1009"/>
                                  </a:lnTo>
                                  <a:lnTo>
                                    <a:pt x="1406" y="994"/>
                                  </a:lnTo>
                                  <a:close/>
                                  <a:moveTo>
                                    <a:pt x="2112" y="733"/>
                                  </a:moveTo>
                                  <a:lnTo>
                                    <a:pt x="2173" y="737"/>
                                  </a:lnTo>
                                  <a:lnTo>
                                    <a:pt x="2232" y="749"/>
                                  </a:lnTo>
                                  <a:lnTo>
                                    <a:pt x="2291" y="771"/>
                                  </a:lnTo>
                                  <a:lnTo>
                                    <a:pt x="2336" y="794"/>
                                  </a:lnTo>
                                  <a:lnTo>
                                    <a:pt x="2377" y="823"/>
                                  </a:lnTo>
                                  <a:lnTo>
                                    <a:pt x="2415" y="855"/>
                                  </a:lnTo>
                                  <a:lnTo>
                                    <a:pt x="2447" y="891"/>
                                  </a:lnTo>
                                  <a:lnTo>
                                    <a:pt x="2424" y="977"/>
                                  </a:lnTo>
                                  <a:lnTo>
                                    <a:pt x="2395" y="1068"/>
                                  </a:lnTo>
                                  <a:lnTo>
                                    <a:pt x="2359" y="1163"/>
                                  </a:lnTo>
                                  <a:lnTo>
                                    <a:pt x="2318" y="1261"/>
                                  </a:lnTo>
                                  <a:lnTo>
                                    <a:pt x="2272" y="1362"/>
                                  </a:lnTo>
                                  <a:lnTo>
                                    <a:pt x="2221" y="1462"/>
                                  </a:lnTo>
                                  <a:lnTo>
                                    <a:pt x="2171" y="1557"/>
                                  </a:lnTo>
                                  <a:lnTo>
                                    <a:pt x="1987" y="1557"/>
                                  </a:lnTo>
                                  <a:lnTo>
                                    <a:pt x="1947" y="1543"/>
                                  </a:lnTo>
                                  <a:lnTo>
                                    <a:pt x="1894" y="1514"/>
                                  </a:lnTo>
                                  <a:lnTo>
                                    <a:pt x="1843" y="1476"/>
                                  </a:lnTo>
                                  <a:lnTo>
                                    <a:pt x="1802" y="1435"/>
                                  </a:lnTo>
                                  <a:lnTo>
                                    <a:pt x="1766" y="1387"/>
                                  </a:lnTo>
                                  <a:lnTo>
                                    <a:pt x="1738" y="1335"/>
                                  </a:lnTo>
                                  <a:lnTo>
                                    <a:pt x="1716" y="1279"/>
                                  </a:lnTo>
                                  <a:lnTo>
                                    <a:pt x="1704" y="1222"/>
                                  </a:lnTo>
                                  <a:lnTo>
                                    <a:pt x="1698" y="1163"/>
                                  </a:lnTo>
                                  <a:lnTo>
                                    <a:pt x="1702" y="1104"/>
                                  </a:lnTo>
                                  <a:lnTo>
                                    <a:pt x="1713" y="1043"/>
                                  </a:lnTo>
                                  <a:lnTo>
                                    <a:pt x="1734" y="984"/>
                                  </a:lnTo>
                                  <a:lnTo>
                                    <a:pt x="1765" y="930"/>
                                  </a:lnTo>
                                  <a:lnTo>
                                    <a:pt x="1800" y="880"/>
                                  </a:lnTo>
                                  <a:lnTo>
                                    <a:pt x="1843" y="837"/>
                                  </a:lnTo>
                                  <a:lnTo>
                                    <a:pt x="1890" y="801"/>
                                  </a:lnTo>
                                  <a:lnTo>
                                    <a:pt x="1942" y="774"/>
                                  </a:lnTo>
                                  <a:lnTo>
                                    <a:pt x="1996" y="753"/>
                                  </a:lnTo>
                                  <a:lnTo>
                                    <a:pt x="2055" y="738"/>
                                  </a:lnTo>
                                  <a:lnTo>
                                    <a:pt x="2112" y="733"/>
                                  </a:lnTo>
                                  <a:close/>
                                  <a:moveTo>
                                    <a:pt x="2044" y="0"/>
                                  </a:moveTo>
                                  <a:lnTo>
                                    <a:pt x="2118" y="70"/>
                                  </a:lnTo>
                                  <a:lnTo>
                                    <a:pt x="2187" y="142"/>
                                  </a:lnTo>
                                  <a:lnTo>
                                    <a:pt x="2252" y="215"/>
                                  </a:lnTo>
                                  <a:lnTo>
                                    <a:pt x="2311" y="292"/>
                                  </a:lnTo>
                                  <a:lnTo>
                                    <a:pt x="2311" y="292"/>
                                  </a:lnTo>
                                  <a:lnTo>
                                    <a:pt x="2286" y="337"/>
                                  </a:lnTo>
                                  <a:lnTo>
                                    <a:pt x="2255" y="376"/>
                                  </a:lnTo>
                                  <a:lnTo>
                                    <a:pt x="2221" y="409"/>
                                  </a:lnTo>
                                  <a:lnTo>
                                    <a:pt x="2180" y="437"/>
                                  </a:lnTo>
                                  <a:lnTo>
                                    <a:pt x="2137" y="457"/>
                                  </a:lnTo>
                                  <a:lnTo>
                                    <a:pt x="2091" y="471"/>
                                  </a:lnTo>
                                  <a:lnTo>
                                    <a:pt x="2044" y="477"/>
                                  </a:lnTo>
                                  <a:lnTo>
                                    <a:pt x="1994" y="477"/>
                                  </a:lnTo>
                                  <a:lnTo>
                                    <a:pt x="1946" y="468"/>
                                  </a:lnTo>
                                  <a:lnTo>
                                    <a:pt x="1897" y="450"/>
                                  </a:lnTo>
                                  <a:lnTo>
                                    <a:pt x="1858" y="428"/>
                                  </a:lnTo>
                                  <a:lnTo>
                                    <a:pt x="1929" y="287"/>
                                  </a:lnTo>
                                  <a:lnTo>
                                    <a:pt x="1992" y="144"/>
                                  </a:lnTo>
                                  <a:lnTo>
                                    <a:pt x="2044" y="0"/>
                                  </a:lnTo>
                                  <a:close/>
                                  <a:moveTo>
                                    <a:pt x="2044" y="0"/>
                                  </a:moveTo>
                                  <a:lnTo>
                                    <a:pt x="2044" y="0"/>
                                  </a:lnTo>
                                  <a:lnTo>
                                    <a:pt x="2044" y="0"/>
                                  </a:lnTo>
                                  <a:lnTo>
                                    <a:pt x="20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774825" y="7373938"/>
                              <a:ext cx="3244850" cy="2008188"/>
                            </a:xfrm>
                            <a:custGeom>
                              <a:avLst/>
                              <a:gdLst>
                                <a:gd name="T0" fmla="*/ 1929 w 2044"/>
                                <a:gd name="T1" fmla="*/ 63 h 1265"/>
                                <a:gd name="T2" fmla="*/ 1997 w 2044"/>
                                <a:gd name="T3" fmla="*/ 197 h 1265"/>
                                <a:gd name="T4" fmla="*/ 2037 w 2044"/>
                                <a:gd name="T5" fmla="*/ 344 h 1265"/>
                                <a:gd name="T6" fmla="*/ 2042 w 2044"/>
                                <a:gd name="T7" fmla="*/ 479 h 1265"/>
                                <a:gd name="T8" fmla="*/ 2024 w 2044"/>
                                <a:gd name="T9" fmla="*/ 599 h 1265"/>
                                <a:gd name="T10" fmla="*/ 1954 w 2044"/>
                                <a:gd name="T11" fmla="*/ 531 h 1265"/>
                                <a:gd name="T12" fmla="*/ 1868 w 2044"/>
                                <a:gd name="T13" fmla="*/ 479 h 1265"/>
                                <a:gd name="T14" fmla="*/ 1750 w 2044"/>
                                <a:gd name="T15" fmla="*/ 445 h 1265"/>
                                <a:gd name="T16" fmla="*/ 1632 w 2044"/>
                                <a:gd name="T17" fmla="*/ 446 h 1265"/>
                                <a:gd name="T18" fmla="*/ 1519 w 2044"/>
                                <a:gd name="T19" fmla="*/ 482 h 1265"/>
                                <a:gd name="T20" fmla="*/ 1420 w 2044"/>
                                <a:gd name="T21" fmla="*/ 545 h 1265"/>
                                <a:gd name="T22" fmla="*/ 1342 w 2044"/>
                                <a:gd name="T23" fmla="*/ 638 h 1265"/>
                                <a:gd name="T24" fmla="*/ 1290 w 2044"/>
                                <a:gd name="T25" fmla="*/ 751 h 1265"/>
                                <a:gd name="T26" fmla="*/ 1275 w 2044"/>
                                <a:gd name="T27" fmla="*/ 871 h 1265"/>
                                <a:gd name="T28" fmla="*/ 1293 w 2044"/>
                                <a:gd name="T29" fmla="*/ 987 h 1265"/>
                                <a:gd name="T30" fmla="*/ 1343 w 2044"/>
                                <a:gd name="T31" fmla="*/ 1095 h 1265"/>
                                <a:gd name="T32" fmla="*/ 1420 w 2044"/>
                                <a:gd name="T33" fmla="*/ 1184 h 1265"/>
                                <a:gd name="T34" fmla="*/ 1524 w 2044"/>
                                <a:gd name="T35" fmla="*/ 1251 h 1265"/>
                                <a:gd name="T36" fmla="*/ 523 w 2044"/>
                                <a:gd name="T37" fmla="*/ 1265 h 1265"/>
                                <a:gd name="T38" fmla="*/ 487 w 2044"/>
                                <a:gd name="T39" fmla="*/ 1242 h 1265"/>
                                <a:gd name="T40" fmla="*/ 416 w 2044"/>
                                <a:gd name="T41" fmla="*/ 1229 h 1265"/>
                                <a:gd name="T42" fmla="*/ 347 w 2044"/>
                                <a:gd name="T43" fmla="*/ 1251 h 1265"/>
                                <a:gd name="T44" fmla="*/ 0 w 2044"/>
                                <a:gd name="T45" fmla="*/ 1265 h 1265"/>
                                <a:gd name="T46" fmla="*/ 16 w 2044"/>
                                <a:gd name="T47" fmla="*/ 1204 h 1265"/>
                                <a:gd name="T48" fmla="*/ 20 w 2044"/>
                                <a:gd name="T49" fmla="*/ 1172 h 1265"/>
                                <a:gd name="T50" fmla="*/ 270 w 2044"/>
                                <a:gd name="T51" fmla="*/ 1093 h 1265"/>
                                <a:gd name="T52" fmla="*/ 518 w 2044"/>
                                <a:gd name="T53" fmla="*/ 993 h 1265"/>
                                <a:gd name="T54" fmla="*/ 656 w 2044"/>
                                <a:gd name="T55" fmla="*/ 969 h 1265"/>
                                <a:gd name="T56" fmla="*/ 711 w 2044"/>
                                <a:gd name="T57" fmla="*/ 1029 h 1265"/>
                                <a:gd name="T58" fmla="*/ 790 w 2044"/>
                                <a:gd name="T59" fmla="*/ 1063 h 1265"/>
                                <a:gd name="T60" fmla="*/ 872 w 2044"/>
                                <a:gd name="T61" fmla="*/ 1064 h 1265"/>
                                <a:gd name="T62" fmla="*/ 948 w 2044"/>
                                <a:gd name="T63" fmla="*/ 1036 h 1265"/>
                                <a:gd name="T64" fmla="*/ 1008 w 2044"/>
                                <a:gd name="T65" fmla="*/ 980 h 1265"/>
                                <a:gd name="T66" fmla="*/ 1043 w 2044"/>
                                <a:gd name="T67" fmla="*/ 900 h 1265"/>
                                <a:gd name="T68" fmla="*/ 1044 w 2044"/>
                                <a:gd name="T69" fmla="*/ 814 h 1265"/>
                                <a:gd name="T70" fmla="*/ 1010 w 2044"/>
                                <a:gd name="T71" fmla="*/ 735 h 1265"/>
                                <a:gd name="T72" fmla="*/ 964 w 2044"/>
                                <a:gd name="T73" fmla="*/ 717 h 1265"/>
                                <a:gd name="T74" fmla="*/ 1143 w 2044"/>
                                <a:gd name="T75" fmla="*/ 548 h 1265"/>
                                <a:gd name="T76" fmla="*/ 1300 w 2044"/>
                                <a:gd name="T77" fmla="*/ 351 h 1265"/>
                                <a:gd name="T78" fmla="*/ 1435 w 2044"/>
                                <a:gd name="T79" fmla="*/ 135 h 1265"/>
                                <a:gd name="T80" fmla="*/ 1474 w 2044"/>
                                <a:gd name="T81" fmla="*/ 158 h 1265"/>
                                <a:gd name="T82" fmla="*/ 1571 w 2044"/>
                                <a:gd name="T83" fmla="*/ 185 h 1265"/>
                                <a:gd name="T84" fmla="*/ 1668 w 2044"/>
                                <a:gd name="T85" fmla="*/ 179 h 1265"/>
                                <a:gd name="T86" fmla="*/ 1757 w 2044"/>
                                <a:gd name="T87" fmla="*/ 145 h 1265"/>
                                <a:gd name="T88" fmla="*/ 1832 w 2044"/>
                                <a:gd name="T89" fmla="*/ 84 h 1265"/>
                                <a:gd name="T90" fmla="*/ 1888 w 2044"/>
                                <a:gd name="T91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44" h="1265">
                                  <a:moveTo>
                                    <a:pt x="1888" y="0"/>
                                  </a:moveTo>
                                  <a:lnTo>
                                    <a:pt x="1929" y="63"/>
                                  </a:lnTo>
                                  <a:lnTo>
                                    <a:pt x="1967" y="129"/>
                                  </a:lnTo>
                                  <a:lnTo>
                                    <a:pt x="1997" y="197"/>
                                  </a:lnTo>
                                  <a:lnTo>
                                    <a:pt x="2021" y="269"/>
                                  </a:lnTo>
                                  <a:lnTo>
                                    <a:pt x="2037" y="344"/>
                                  </a:lnTo>
                                  <a:lnTo>
                                    <a:pt x="2044" y="425"/>
                                  </a:lnTo>
                                  <a:lnTo>
                                    <a:pt x="2042" y="479"/>
                                  </a:lnTo>
                                  <a:lnTo>
                                    <a:pt x="2035" y="536"/>
                                  </a:lnTo>
                                  <a:lnTo>
                                    <a:pt x="2024" y="599"/>
                                  </a:lnTo>
                                  <a:lnTo>
                                    <a:pt x="1992" y="563"/>
                                  </a:lnTo>
                                  <a:lnTo>
                                    <a:pt x="1954" y="531"/>
                                  </a:lnTo>
                                  <a:lnTo>
                                    <a:pt x="1913" y="502"/>
                                  </a:lnTo>
                                  <a:lnTo>
                                    <a:pt x="1868" y="479"/>
                                  </a:lnTo>
                                  <a:lnTo>
                                    <a:pt x="1809" y="457"/>
                                  </a:lnTo>
                                  <a:lnTo>
                                    <a:pt x="1750" y="445"/>
                                  </a:lnTo>
                                  <a:lnTo>
                                    <a:pt x="1689" y="441"/>
                                  </a:lnTo>
                                  <a:lnTo>
                                    <a:pt x="1632" y="446"/>
                                  </a:lnTo>
                                  <a:lnTo>
                                    <a:pt x="1573" y="461"/>
                                  </a:lnTo>
                                  <a:lnTo>
                                    <a:pt x="1519" y="482"/>
                                  </a:lnTo>
                                  <a:lnTo>
                                    <a:pt x="1467" y="509"/>
                                  </a:lnTo>
                                  <a:lnTo>
                                    <a:pt x="1420" y="545"/>
                                  </a:lnTo>
                                  <a:lnTo>
                                    <a:pt x="1377" y="588"/>
                                  </a:lnTo>
                                  <a:lnTo>
                                    <a:pt x="1342" y="638"/>
                                  </a:lnTo>
                                  <a:lnTo>
                                    <a:pt x="1311" y="692"/>
                                  </a:lnTo>
                                  <a:lnTo>
                                    <a:pt x="1290" y="751"/>
                                  </a:lnTo>
                                  <a:lnTo>
                                    <a:pt x="1279" y="812"/>
                                  </a:lnTo>
                                  <a:lnTo>
                                    <a:pt x="1275" y="871"/>
                                  </a:lnTo>
                                  <a:lnTo>
                                    <a:pt x="1281" y="930"/>
                                  </a:lnTo>
                                  <a:lnTo>
                                    <a:pt x="1293" y="987"/>
                                  </a:lnTo>
                                  <a:lnTo>
                                    <a:pt x="1315" y="1043"/>
                                  </a:lnTo>
                                  <a:lnTo>
                                    <a:pt x="1343" y="1095"/>
                                  </a:lnTo>
                                  <a:lnTo>
                                    <a:pt x="1379" y="1143"/>
                                  </a:lnTo>
                                  <a:lnTo>
                                    <a:pt x="1420" y="1184"/>
                                  </a:lnTo>
                                  <a:lnTo>
                                    <a:pt x="1471" y="1222"/>
                                  </a:lnTo>
                                  <a:lnTo>
                                    <a:pt x="1524" y="1251"/>
                                  </a:lnTo>
                                  <a:lnTo>
                                    <a:pt x="1564" y="1265"/>
                                  </a:lnTo>
                                  <a:lnTo>
                                    <a:pt x="523" y="1265"/>
                                  </a:lnTo>
                                  <a:lnTo>
                                    <a:pt x="512" y="1254"/>
                                  </a:lnTo>
                                  <a:lnTo>
                                    <a:pt x="487" y="1242"/>
                                  </a:lnTo>
                                  <a:lnTo>
                                    <a:pt x="451" y="1231"/>
                                  </a:lnTo>
                                  <a:lnTo>
                                    <a:pt x="416" y="1229"/>
                                  </a:lnTo>
                                  <a:lnTo>
                                    <a:pt x="380" y="1235"/>
                                  </a:lnTo>
                                  <a:lnTo>
                                    <a:pt x="347" y="1251"/>
                                  </a:lnTo>
                                  <a:lnTo>
                                    <a:pt x="330" y="1265"/>
                                  </a:lnTo>
                                  <a:lnTo>
                                    <a:pt x="0" y="1265"/>
                                  </a:lnTo>
                                  <a:lnTo>
                                    <a:pt x="9" y="1236"/>
                                  </a:lnTo>
                                  <a:lnTo>
                                    <a:pt x="16" y="1204"/>
                                  </a:lnTo>
                                  <a:lnTo>
                                    <a:pt x="20" y="1172"/>
                                  </a:lnTo>
                                  <a:lnTo>
                                    <a:pt x="20" y="1172"/>
                                  </a:lnTo>
                                  <a:lnTo>
                                    <a:pt x="145" y="1136"/>
                                  </a:lnTo>
                                  <a:lnTo>
                                    <a:pt x="270" y="1093"/>
                                  </a:lnTo>
                                  <a:lnTo>
                                    <a:pt x="394" y="1046"/>
                                  </a:lnTo>
                                  <a:lnTo>
                                    <a:pt x="518" y="993"/>
                                  </a:lnTo>
                                  <a:lnTo>
                                    <a:pt x="638" y="932"/>
                                  </a:lnTo>
                                  <a:lnTo>
                                    <a:pt x="656" y="969"/>
                                  </a:lnTo>
                                  <a:lnTo>
                                    <a:pt x="681" y="1002"/>
                                  </a:lnTo>
                                  <a:lnTo>
                                    <a:pt x="711" y="1029"/>
                                  </a:lnTo>
                                  <a:lnTo>
                                    <a:pt x="749" y="1050"/>
                                  </a:lnTo>
                                  <a:lnTo>
                                    <a:pt x="790" y="1063"/>
                                  </a:lnTo>
                                  <a:lnTo>
                                    <a:pt x="831" y="1068"/>
                                  </a:lnTo>
                                  <a:lnTo>
                                    <a:pt x="872" y="1064"/>
                                  </a:lnTo>
                                  <a:lnTo>
                                    <a:pt x="912" y="1054"/>
                                  </a:lnTo>
                                  <a:lnTo>
                                    <a:pt x="948" y="1036"/>
                                  </a:lnTo>
                                  <a:lnTo>
                                    <a:pt x="980" y="1011"/>
                                  </a:lnTo>
                                  <a:lnTo>
                                    <a:pt x="1008" y="980"/>
                                  </a:lnTo>
                                  <a:lnTo>
                                    <a:pt x="1030" y="943"/>
                                  </a:lnTo>
                                  <a:lnTo>
                                    <a:pt x="1043" y="900"/>
                                  </a:lnTo>
                                  <a:lnTo>
                                    <a:pt x="1048" y="857"/>
                                  </a:lnTo>
                                  <a:lnTo>
                                    <a:pt x="1044" y="814"/>
                                  </a:lnTo>
                                  <a:lnTo>
                                    <a:pt x="1032" y="772"/>
                                  </a:lnTo>
                                  <a:lnTo>
                                    <a:pt x="1010" y="735"/>
                                  </a:lnTo>
                                  <a:lnTo>
                                    <a:pt x="983" y="702"/>
                                  </a:lnTo>
                                  <a:lnTo>
                                    <a:pt x="964" y="717"/>
                                  </a:lnTo>
                                  <a:lnTo>
                                    <a:pt x="1057" y="636"/>
                                  </a:lnTo>
                                  <a:lnTo>
                                    <a:pt x="1143" y="548"/>
                                  </a:lnTo>
                                  <a:lnTo>
                                    <a:pt x="1225" y="452"/>
                                  </a:lnTo>
                                  <a:lnTo>
                                    <a:pt x="1300" y="351"/>
                                  </a:lnTo>
                                  <a:lnTo>
                                    <a:pt x="1370" y="244"/>
                                  </a:lnTo>
                                  <a:lnTo>
                                    <a:pt x="1435" y="135"/>
                                  </a:lnTo>
                                  <a:lnTo>
                                    <a:pt x="1435" y="136"/>
                                  </a:lnTo>
                                  <a:lnTo>
                                    <a:pt x="1474" y="158"/>
                                  </a:lnTo>
                                  <a:lnTo>
                                    <a:pt x="1523" y="176"/>
                                  </a:lnTo>
                                  <a:lnTo>
                                    <a:pt x="1571" y="185"/>
                                  </a:lnTo>
                                  <a:lnTo>
                                    <a:pt x="1621" y="185"/>
                                  </a:lnTo>
                                  <a:lnTo>
                                    <a:pt x="1668" y="179"/>
                                  </a:lnTo>
                                  <a:lnTo>
                                    <a:pt x="1714" y="165"/>
                                  </a:lnTo>
                                  <a:lnTo>
                                    <a:pt x="1757" y="145"/>
                                  </a:lnTo>
                                  <a:lnTo>
                                    <a:pt x="1798" y="117"/>
                                  </a:lnTo>
                                  <a:lnTo>
                                    <a:pt x="1832" y="84"/>
                                  </a:lnTo>
                                  <a:lnTo>
                                    <a:pt x="1863" y="45"/>
                                  </a:lnTo>
                                  <a:lnTo>
                                    <a:pt x="1888" y="0"/>
                                  </a:lnTo>
                                  <a:lnTo>
                                    <a:pt x="18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3475038" cy="3563938"/>
                              <a:chOff x="0" y="0"/>
                              <a:chExt cx="3475038" cy="3563938"/>
                            </a:xfr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37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92075" y="1681163"/>
                                <a:ext cx="2189163" cy="1438275"/>
                              </a:xfrm>
                              <a:custGeom>
                                <a:avLst/>
                                <a:gdLst>
                                  <a:gd name="T0" fmla="*/ 0 w 1379"/>
                                  <a:gd name="T1" fmla="*/ 0 h 906"/>
                                  <a:gd name="T2" fmla="*/ 1375 w 1379"/>
                                  <a:gd name="T3" fmla="*/ 614 h 906"/>
                                  <a:gd name="T4" fmla="*/ 1373 w 1379"/>
                                  <a:gd name="T5" fmla="*/ 761 h 906"/>
                                  <a:gd name="T6" fmla="*/ 1379 w 1379"/>
                                  <a:gd name="T7" fmla="*/ 906 h 906"/>
                                  <a:gd name="T8" fmla="*/ 51 w 1379"/>
                                  <a:gd name="T9" fmla="*/ 313 h 906"/>
                                  <a:gd name="T10" fmla="*/ 23 w 1379"/>
                                  <a:gd name="T11" fmla="*/ 159 h 906"/>
                                  <a:gd name="T12" fmla="*/ 0 w 1379"/>
                                  <a:gd name="T13" fmla="*/ 0 h 9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79" h="906">
                                    <a:moveTo>
                                      <a:pt x="0" y="0"/>
                                    </a:moveTo>
                                    <a:lnTo>
                                      <a:pt x="1375" y="614"/>
                                    </a:lnTo>
                                    <a:lnTo>
                                      <a:pt x="1373" y="761"/>
                                    </a:lnTo>
                                    <a:lnTo>
                                      <a:pt x="1379" y="906"/>
                                    </a:lnTo>
                                    <a:lnTo>
                                      <a:pt x="51" y="313"/>
                                    </a:lnTo>
                                    <a:lnTo>
                                      <a:pt x="23" y="15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525" y="876300"/>
                                <a:ext cx="2368550" cy="1217613"/>
                              </a:xfrm>
                              <a:custGeom>
                                <a:avLst/>
                                <a:gdLst>
                                  <a:gd name="T0" fmla="*/ 0 w 1492"/>
                                  <a:gd name="T1" fmla="*/ 0 h 767"/>
                                  <a:gd name="T2" fmla="*/ 1492 w 1492"/>
                                  <a:gd name="T3" fmla="*/ 666 h 767"/>
                                  <a:gd name="T4" fmla="*/ 1468 w 1492"/>
                                  <a:gd name="T5" fmla="*/ 767 h 767"/>
                                  <a:gd name="T6" fmla="*/ 9 w 1492"/>
                                  <a:gd name="T7" fmla="*/ 113 h 767"/>
                                  <a:gd name="T8" fmla="*/ 0 w 1492"/>
                                  <a:gd name="T9" fmla="*/ 0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92" h="767">
                                    <a:moveTo>
                                      <a:pt x="0" y="0"/>
                                    </a:moveTo>
                                    <a:lnTo>
                                      <a:pt x="1492" y="666"/>
                                    </a:lnTo>
                                    <a:lnTo>
                                      <a:pt x="1468" y="767"/>
                                    </a:lnTo>
                                    <a:lnTo>
                                      <a:pt x="9" y="11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0" y="165100"/>
                                <a:ext cx="2613025" cy="1555750"/>
                              </a:xfrm>
                              <a:custGeom>
                                <a:avLst/>
                                <a:gdLst>
                                  <a:gd name="T0" fmla="*/ 0 w 1646"/>
                                  <a:gd name="T1" fmla="*/ 0 h 980"/>
                                  <a:gd name="T2" fmla="*/ 1646 w 1646"/>
                                  <a:gd name="T3" fmla="*/ 738 h 980"/>
                                  <a:gd name="T4" fmla="*/ 1614 w 1646"/>
                                  <a:gd name="T5" fmla="*/ 799 h 980"/>
                                  <a:gd name="T6" fmla="*/ 1586 w 1646"/>
                                  <a:gd name="T7" fmla="*/ 863 h 980"/>
                                  <a:gd name="T8" fmla="*/ 1560 w 1646"/>
                                  <a:gd name="T9" fmla="*/ 921 h 980"/>
                                  <a:gd name="T10" fmla="*/ 1539 w 1646"/>
                                  <a:gd name="T11" fmla="*/ 980 h 980"/>
                                  <a:gd name="T12" fmla="*/ 0 w 1646"/>
                                  <a:gd name="T13" fmla="*/ 290 h 980"/>
                                  <a:gd name="T14" fmla="*/ 0 w 1646"/>
                                  <a:gd name="T15" fmla="*/ 0 h 9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646" h="980">
                                    <a:moveTo>
                                      <a:pt x="0" y="0"/>
                                    </a:moveTo>
                                    <a:lnTo>
                                      <a:pt x="1646" y="738"/>
                                    </a:lnTo>
                                    <a:lnTo>
                                      <a:pt x="1614" y="799"/>
                                    </a:lnTo>
                                    <a:lnTo>
                                      <a:pt x="1586" y="863"/>
                                    </a:lnTo>
                                    <a:lnTo>
                                      <a:pt x="1560" y="921"/>
                                    </a:lnTo>
                                    <a:lnTo>
                                      <a:pt x="1539" y="980"/>
                                    </a:lnTo>
                                    <a:lnTo>
                                      <a:pt x="0" y="29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962025" y="0"/>
                                <a:ext cx="2046288" cy="873125"/>
                              </a:xfrm>
                              <a:custGeom>
                                <a:avLst/>
                                <a:gdLst>
                                  <a:gd name="T0" fmla="*/ 0 w 1289"/>
                                  <a:gd name="T1" fmla="*/ 0 h 550"/>
                                  <a:gd name="T2" fmla="*/ 243 w 1289"/>
                                  <a:gd name="T3" fmla="*/ 0 h 550"/>
                                  <a:gd name="T4" fmla="*/ 1289 w 1289"/>
                                  <a:gd name="T5" fmla="*/ 469 h 550"/>
                                  <a:gd name="T6" fmla="*/ 1227 w 1289"/>
                                  <a:gd name="T7" fmla="*/ 550 h 550"/>
                                  <a:gd name="T8" fmla="*/ 0 w 1289"/>
                                  <a:gd name="T9" fmla="*/ 0 h 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89" h="550">
                                    <a:moveTo>
                                      <a:pt x="0" y="0"/>
                                    </a:moveTo>
                                    <a:lnTo>
                                      <a:pt x="243" y="0"/>
                                    </a:lnTo>
                                    <a:lnTo>
                                      <a:pt x="1289" y="469"/>
                                    </a:lnTo>
                                    <a:lnTo>
                                      <a:pt x="1227" y="5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1893888" y="0"/>
                                <a:ext cx="1581150" cy="565150"/>
                              </a:xfrm>
                              <a:custGeom>
                                <a:avLst/>
                                <a:gdLst>
                                  <a:gd name="T0" fmla="*/ 0 w 996"/>
                                  <a:gd name="T1" fmla="*/ 0 h 356"/>
                                  <a:gd name="T2" fmla="*/ 649 w 996"/>
                                  <a:gd name="T3" fmla="*/ 0 h 356"/>
                                  <a:gd name="T4" fmla="*/ 996 w 996"/>
                                  <a:gd name="T5" fmla="*/ 156 h 356"/>
                                  <a:gd name="T6" fmla="*/ 896 w 996"/>
                                  <a:gd name="T7" fmla="*/ 254 h 356"/>
                                  <a:gd name="T8" fmla="*/ 799 w 996"/>
                                  <a:gd name="T9" fmla="*/ 356 h 356"/>
                                  <a:gd name="T10" fmla="*/ 0 w 996"/>
                                  <a:gd name="T11" fmla="*/ 0 h 3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96" h="356">
                                    <a:moveTo>
                                      <a:pt x="0" y="0"/>
                                    </a:moveTo>
                                    <a:lnTo>
                                      <a:pt x="649" y="0"/>
                                    </a:lnTo>
                                    <a:lnTo>
                                      <a:pt x="996" y="156"/>
                                    </a:lnTo>
                                    <a:lnTo>
                                      <a:pt x="896" y="254"/>
                                    </a:lnTo>
                                    <a:lnTo>
                                      <a:pt x="799" y="3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39713" y="2451100"/>
                                <a:ext cx="2098675" cy="1112838"/>
                              </a:xfrm>
                              <a:custGeom>
                                <a:avLst/>
                                <a:gdLst>
                                  <a:gd name="T0" fmla="*/ 0 w 1322"/>
                                  <a:gd name="T1" fmla="*/ 0 h 701"/>
                                  <a:gd name="T2" fmla="*/ 1304 w 1322"/>
                                  <a:gd name="T3" fmla="*/ 584 h 701"/>
                                  <a:gd name="T4" fmla="*/ 1322 w 1322"/>
                                  <a:gd name="T5" fmla="*/ 701 h 701"/>
                                  <a:gd name="T6" fmla="*/ 37 w 1322"/>
                                  <a:gd name="T7" fmla="*/ 126 h 701"/>
                                  <a:gd name="T8" fmla="*/ 18 w 1322"/>
                                  <a:gd name="T9" fmla="*/ 65 h 701"/>
                                  <a:gd name="T10" fmla="*/ 0 w 1322"/>
                                  <a:gd name="T11" fmla="*/ 0 h 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22" h="701">
                                    <a:moveTo>
                                      <a:pt x="0" y="0"/>
                                    </a:moveTo>
                                    <a:lnTo>
                                      <a:pt x="1304" y="584"/>
                                    </a:lnTo>
                                    <a:lnTo>
                                      <a:pt x="1322" y="701"/>
                                    </a:lnTo>
                                    <a:lnTo>
                                      <a:pt x="37" y="126"/>
                                    </a:lnTo>
                                    <a:lnTo>
                                      <a:pt x="18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4891088" y="5338763"/>
                              <a:ext cx="1971675" cy="4043363"/>
                            </a:xfrm>
                            <a:custGeom>
                              <a:avLst/>
                              <a:gdLst>
                                <a:gd name="T0" fmla="*/ 733 w 1242"/>
                                <a:gd name="T1" fmla="*/ 2246 h 2547"/>
                                <a:gd name="T2" fmla="*/ 840 w 1242"/>
                                <a:gd name="T3" fmla="*/ 2405 h 2547"/>
                                <a:gd name="T4" fmla="*/ 1000 w 1242"/>
                                <a:gd name="T5" fmla="*/ 2298 h 2547"/>
                                <a:gd name="T6" fmla="*/ 891 w 1242"/>
                                <a:gd name="T7" fmla="*/ 2139 h 2547"/>
                                <a:gd name="T8" fmla="*/ 396 w 1242"/>
                                <a:gd name="T9" fmla="*/ 1879 h 2547"/>
                                <a:gd name="T10" fmla="*/ 464 w 1242"/>
                                <a:gd name="T11" fmla="*/ 2060 h 2547"/>
                                <a:gd name="T12" fmla="*/ 643 w 1242"/>
                                <a:gd name="T13" fmla="*/ 1990 h 2547"/>
                                <a:gd name="T14" fmla="*/ 575 w 1242"/>
                                <a:gd name="T15" fmla="*/ 1811 h 2547"/>
                                <a:gd name="T16" fmla="*/ 982 w 1242"/>
                                <a:gd name="T17" fmla="*/ 1759 h 2547"/>
                                <a:gd name="T18" fmla="*/ 1009 w 1242"/>
                                <a:gd name="T19" fmla="*/ 1950 h 2547"/>
                                <a:gd name="T20" fmla="*/ 1199 w 1242"/>
                                <a:gd name="T21" fmla="*/ 1924 h 2547"/>
                                <a:gd name="T22" fmla="*/ 1172 w 1242"/>
                                <a:gd name="T23" fmla="*/ 1734 h 2547"/>
                                <a:gd name="T24" fmla="*/ 679 w 1242"/>
                                <a:gd name="T25" fmla="*/ 1426 h 2547"/>
                                <a:gd name="T26" fmla="*/ 661 w 1242"/>
                                <a:gd name="T27" fmla="*/ 1619 h 2547"/>
                                <a:gd name="T28" fmla="*/ 853 w 1242"/>
                                <a:gd name="T29" fmla="*/ 1635 h 2547"/>
                                <a:gd name="T30" fmla="*/ 871 w 1242"/>
                                <a:gd name="T31" fmla="*/ 1443 h 2547"/>
                                <a:gd name="T32" fmla="*/ 708 w 1242"/>
                                <a:gd name="T33" fmla="*/ 881 h 2547"/>
                                <a:gd name="T34" fmla="*/ 649 w 1242"/>
                                <a:gd name="T35" fmla="*/ 1064 h 2547"/>
                                <a:gd name="T36" fmla="*/ 831 w 1242"/>
                                <a:gd name="T37" fmla="*/ 1123 h 2547"/>
                                <a:gd name="T38" fmla="*/ 891 w 1242"/>
                                <a:gd name="T39" fmla="*/ 940 h 2547"/>
                                <a:gd name="T40" fmla="*/ 996 w 1242"/>
                                <a:gd name="T41" fmla="*/ 507 h 2547"/>
                                <a:gd name="T42" fmla="*/ 899 w 1242"/>
                                <a:gd name="T43" fmla="*/ 673 h 2547"/>
                                <a:gd name="T44" fmla="*/ 1064 w 1242"/>
                                <a:gd name="T45" fmla="*/ 770 h 2547"/>
                                <a:gd name="T46" fmla="*/ 1163 w 1242"/>
                                <a:gd name="T47" fmla="*/ 603 h 2547"/>
                                <a:gd name="T48" fmla="*/ 584 w 1242"/>
                                <a:gd name="T49" fmla="*/ 453 h 2547"/>
                                <a:gd name="T50" fmla="*/ 453 w 1242"/>
                                <a:gd name="T51" fmla="*/ 594 h 2547"/>
                                <a:gd name="T52" fmla="*/ 595 w 1242"/>
                                <a:gd name="T53" fmla="*/ 727 h 2547"/>
                                <a:gd name="T54" fmla="*/ 726 w 1242"/>
                                <a:gd name="T55" fmla="*/ 585 h 2547"/>
                                <a:gd name="T56" fmla="*/ 584 w 1242"/>
                                <a:gd name="T57" fmla="*/ 453 h 2547"/>
                                <a:gd name="T58" fmla="*/ 776 w 1242"/>
                                <a:gd name="T59" fmla="*/ 143 h 2547"/>
                                <a:gd name="T60" fmla="*/ 883 w 1242"/>
                                <a:gd name="T61" fmla="*/ 302 h 2547"/>
                                <a:gd name="T62" fmla="*/ 1043 w 1242"/>
                                <a:gd name="T63" fmla="*/ 195 h 2547"/>
                                <a:gd name="T64" fmla="*/ 934 w 1242"/>
                                <a:gd name="T65" fmla="*/ 35 h 2547"/>
                                <a:gd name="T66" fmla="*/ 937 w 1242"/>
                                <a:gd name="T67" fmla="*/ 1 h 2547"/>
                                <a:gd name="T68" fmla="*/ 1030 w 1242"/>
                                <a:gd name="T69" fmla="*/ 9 h 2547"/>
                                <a:gd name="T70" fmla="*/ 1107 w 1242"/>
                                <a:gd name="T71" fmla="*/ 23 h 2547"/>
                                <a:gd name="T72" fmla="*/ 1191 w 1242"/>
                                <a:gd name="T73" fmla="*/ 48 h 2547"/>
                                <a:gd name="T74" fmla="*/ 1242 w 1242"/>
                                <a:gd name="T75" fmla="*/ 172 h 2547"/>
                                <a:gd name="T76" fmla="*/ 1242 w 1242"/>
                                <a:gd name="T77" fmla="*/ 331 h 2547"/>
                                <a:gd name="T78" fmla="*/ 1156 w 1242"/>
                                <a:gd name="T79" fmla="*/ 1024 h 2547"/>
                                <a:gd name="T80" fmla="*/ 1242 w 1242"/>
                                <a:gd name="T81" fmla="*/ 1279 h 2547"/>
                                <a:gd name="T82" fmla="*/ 1111 w 1242"/>
                                <a:gd name="T83" fmla="*/ 1420 h 2547"/>
                                <a:gd name="T84" fmla="*/ 1242 w 1242"/>
                                <a:gd name="T85" fmla="*/ 1551 h 2547"/>
                                <a:gd name="T86" fmla="*/ 1075 w 1242"/>
                                <a:gd name="T87" fmla="*/ 2466 h 2547"/>
                                <a:gd name="T88" fmla="*/ 573 w 1242"/>
                                <a:gd name="T89" fmla="*/ 2522 h 2547"/>
                                <a:gd name="T90" fmla="*/ 504 w 1242"/>
                                <a:gd name="T91" fmla="*/ 2343 h 2547"/>
                                <a:gd name="T92" fmla="*/ 324 w 1242"/>
                                <a:gd name="T93" fmla="*/ 2411 h 2547"/>
                                <a:gd name="T94" fmla="*/ 65 w 1242"/>
                                <a:gd name="T95" fmla="*/ 2443 h 2547"/>
                                <a:gd name="T96" fmla="*/ 414 w 1242"/>
                                <a:gd name="T97" fmla="*/ 1560 h 2547"/>
                                <a:gd name="T98" fmla="*/ 577 w 1242"/>
                                <a:gd name="T99" fmla="*/ 1279 h 2547"/>
                                <a:gd name="T100" fmla="*/ 602 w 1242"/>
                                <a:gd name="T101" fmla="*/ 1080 h 2547"/>
                                <a:gd name="T102" fmla="*/ 437 w 1242"/>
                                <a:gd name="T103" fmla="*/ 1078 h 2547"/>
                                <a:gd name="T104" fmla="*/ 421 w 1242"/>
                                <a:gd name="T105" fmla="*/ 578 h 2547"/>
                                <a:gd name="T106" fmla="*/ 436 w 1242"/>
                                <a:gd name="T107" fmla="*/ 387 h 2547"/>
                                <a:gd name="T108" fmla="*/ 255 w 1242"/>
                                <a:gd name="T109" fmla="*/ 374 h 2547"/>
                                <a:gd name="T110" fmla="*/ 240 w 1242"/>
                                <a:gd name="T111" fmla="*/ 96 h 2547"/>
                                <a:gd name="T112" fmla="*/ 355 w 1242"/>
                                <a:gd name="T113" fmla="*/ 188 h 2547"/>
                                <a:gd name="T114" fmla="*/ 534 w 1242"/>
                                <a:gd name="T115" fmla="*/ 118 h 2547"/>
                                <a:gd name="T116" fmla="*/ 590 w 1242"/>
                                <a:gd name="T117" fmla="*/ 30 h 2547"/>
                                <a:gd name="T118" fmla="*/ 672 w 1242"/>
                                <a:gd name="T119" fmla="*/ 17 h 2547"/>
                                <a:gd name="T120" fmla="*/ 763 w 1242"/>
                                <a:gd name="T121" fmla="*/ 7 h 2547"/>
                                <a:gd name="T122" fmla="*/ 842 w 1242"/>
                                <a:gd name="T123" fmla="*/ 1 h 25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242" h="2547">
                                  <a:moveTo>
                                    <a:pt x="862" y="2135"/>
                                  </a:moveTo>
                                  <a:lnTo>
                                    <a:pt x="831" y="2140"/>
                                  </a:lnTo>
                                  <a:lnTo>
                                    <a:pt x="805" y="2151"/>
                                  </a:lnTo>
                                  <a:lnTo>
                                    <a:pt x="779" y="2167"/>
                                  </a:lnTo>
                                  <a:lnTo>
                                    <a:pt x="758" y="2189"/>
                                  </a:lnTo>
                                  <a:lnTo>
                                    <a:pt x="742" y="2216"/>
                                  </a:lnTo>
                                  <a:lnTo>
                                    <a:pt x="733" y="2246"/>
                                  </a:lnTo>
                                  <a:lnTo>
                                    <a:pt x="729" y="2276"/>
                                  </a:lnTo>
                                  <a:lnTo>
                                    <a:pt x="735" y="2307"/>
                                  </a:lnTo>
                                  <a:lnTo>
                                    <a:pt x="745" y="2334"/>
                                  </a:lnTo>
                                  <a:lnTo>
                                    <a:pt x="762" y="2359"/>
                                  </a:lnTo>
                                  <a:lnTo>
                                    <a:pt x="783" y="2380"/>
                                  </a:lnTo>
                                  <a:lnTo>
                                    <a:pt x="810" y="2397"/>
                                  </a:lnTo>
                                  <a:lnTo>
                                    <a:pt x="840" y="2405"/>
                                  </a:lnTo>
                                  <a:lnTo>
                                    <a:pt x="871" y="2409"/>
                                  </a:lnTo>
                                  <a:lnTo>
                                    <a:pt x="899" y="2404"/>
                                  </a:lnTo>
                                  <a:lnTo>
                                    <a:pt x="928" y="2393"/>
                                  </a:lnTo>
                                  <a:lnTo>
                                    <a:pt x="953" y="2377"/>
                                  </a:lnTo>
                                  <a:lnTo>
                                    <a:pt x="975" y="2355"/>
                                  </a:lnTo>
                                  <a:lnTo>
                                    <a:pt x="991" y="2327"/>
                                  </a:lnTo>
                                  <a:lnTo>
                                    <a:pt x="1000" y="2298"/>
                                  </a:lnTo>
                                  <a:lnTo>
                                    <a:pt x="1002" y="2268"/>
                                  </a:lnTo>
                                  <a:lnTo>
                                    <a:pt x="998" y="2237"/>
                                  </a:lnTo>
                                  <a:lnTo>
                                    <a:pt x="987" y="2210"/>
                                  </a:lnTo>
                                  <a:lnTo>
                                    <a:pt x="969" y="2185"/>
                                  </a:lnTo>
                                  <a:lnTo>
                                    <a:pt x="948" y="2164"/>
                                  </a:lnTo>
                                  <a:lnTo>
                                    <a:pt x="921" y="2148"/>
                                  </a:lnTo>
                                  <a:lnTo>
                                    <a:pt x="891" y="2139"/>
                                  </a:lnTo>
                                  <a:lnTo>
                                    <a:pt x="862" y="2135"/>
                                  </a:lnTo>
                                  <a:close/>
                                  <a:moveTo>
                                    <a:pt x="514" y="1798"/>
                                  </a:moveTo>
                                  <a:lnTo>
                                    <a:pt x="486" y="1804"/>
                                  </a:lnTo>
                                  <a:lnTo>
                                    <a:pt x="457" y="1814"/>
                                  </a:lnTo>
                                  <a:lnTo>
                                    <a:pt x="434" y="1830"/>
                                  </a:lnTo>
                                  <a:lnTo>
                                    <a:pt x="412" y="1852"/>
                                  </a:lnTo>
                                  <a:lnTo>
                                    <a:pt x="396" y="1879"/>
                                  </a:lnTo>
                                  <a:lnTo>
                                    <a:pt x="387" y="1909"/>
                                  </a:lnTo>
                                  <a:lnTo>
                                    <a:pt x="384" y="1940"/>
                                  </a:lnTo>
                                  <a:lnTo>
                                    <a:pt x="389" y="1970"/>
                                  </a:lnTo>
                                  <a:lnTo>
                                    <a:pt x="400" y="1997"/>
                                  </a:lnTo>
                                  <a:lnTo>
                                    <a:pt x="416" y="2022"/>
                                  </a:lnTo>
                                  <a:lnTo>
                                    <a:pt x="437" y="2044"/>
                                  </a:lnTo>
                                  <a:lnTo>
                                    <a:pt x="464" y="2060"/>
                                  </a:lnTo>
                                  <a:lnTo>
                                    <a:pt x="495" y="2069"/>
                                  </a:lnTo>
                                  <a:lnTo>
                                    <a:pt x="525" y="2070"/>
                                  </a:lnTo>
                                  <a:lnTo>
                                    <a:pt x="554" y="2067"/>
                                  </a:lnTo>
                                  <a:lnTo>
                                    <a:pt x="582" y="2056"/>
                                  </a:lnTo>
                                  <a:lnTo>
                                    <a:pt x="608" y="2040"/>
                                  </a:lnTo>
                                  <a:lnTo>
                                    <a:pt x="627" y="2017"/>
                                  </a:lnTo>
                                  <a:lnTo>
                                    <a:pt x="643" y="1990"/>
                                  </a:lnTo>
                                  <a:lnTo>
                                    <a:pt x="654" y="1961"/>
                                  </a:lnTo>
                                  <a:lnTo>
                                    <a:pt x="656" y="1931"/>
                                  </a:lnTo>
                                  <a:lnTo>
                                    <a:pt x="652" y="1900"/>
                                  </a:lnTo>
                                  <a:lnTo>
                                    <a:pt x="642" y="1872"/>
                                  </a:lnTo>
                                  <a:lnTo>
                                    <a:pt x="624" y="1847"/>
                                  </a:lnTo>
                                  <a:lnTo>
                                    <a:pt x="602" y="1827"/>
                                  </a:lnTo>
                                  <a:lnTo>
                                    <a:pt x="575" y="1811"/>
                                  </a:lnTo>
                                  <a:lnTo>
                                    <a:pt x="545" y="1802"/>
                                  </a:lnTo>
                                  <a:lnTo>
                                    <a:pt x="514" y="1798"/>
                                  </a:lnTo>
                                  <a:close/>
                                  <a:moveTo>
                                    <a:pt x="1086" y="1705"/>
                                  </a:moveTo>
                                  <a:lnTo>
                                    <a:pt x="1055" y="1710"/>
                                  </a:lnTo>
                                  <a:lnTo>
                                    <a:pt x="1028" y="1721"/>
                                  </a:lnTo>
                                  <a:lnTo>
                                    <a:pt x="1003" y="1737"/>
                                  </a:lnTo>
                                  <a:lnTo>
                                    <a:pt x="982" y="1759"/>
                                  </a:lnTo>
                                  <a:lnTo>
                                    <a:pt x="966" y="1786"/>
                                  </a:lnTo>
                                  <a:lnTo>
                                    <a:pt x="957" y="1816"/>
                                  </a:lnTo>
                                  <a:lnTo>
                                    <a:pt x="955" y="1847"/>
                                  </a:lnTo>
                                  <a:lnTo>
                                    <a:pt x="959" y="1877"/>
                                  </a:lnTo>
                                  <a:lnTo>
                                    <a:pt x="969" y="1904"/>
                                  </a:lnTo>
                                  <a:lnTo>
                                    <a:pt x="985" y="1929"/>
                                  </a:lnTo>
                                  <a:lnTo>
                                    <a:pt x="1009" y="1950"/>
                                  </a:lnTo>
                                  <a:lnTo>
                                    <a:pt x="1036" y="1967"/>
                                  </a:lnTo>
                                  <a:lnTo>
                                    <a:pt x="1064" y="1976"/>
                                  </a:lnTo>
                                  <a:lnTo>
                                    <a:pt x="1095" y="1977"/>
                                  </a:lnTo>
                                  <a:lnTo>
                                    <a:pt x="1125" y="1974"/>
                                  </a:lnTo>
                                  <a:lnTo>
                                    <a:pt x="1152" y="1963"/>
                                  </a:lnTo>
                                  <a:lnTo>
                                    <a:pt x="1177" y="1947"/>
                                  </a:lnTo>
                                  <a:lnTo>
                                    <a:pt x="1199" y="1924"/>
                                  </a:lnTo>
                                  <a:lnTo>
                                    <a:pt x="1215" y="1897"/>
                                  </a:lnTo>
                                  <a:lnTo>
                                    <a:pt x="1224" y="1868"/>
                                  </a:lnTo>
                                  <a:lnTo>
                                    <a:pt x="1226" y="1838"/>
                                  </a:lnTo>
                                  <a:lnTo>
                                    <a:pt x="1222" y="1807"/>
                                  </a:lnTo>
                                  <a:lnTo>
                                    <a:pt x="1211" y="1780"/>
                                  </a:lnTo>
                                  <a:lnTo>
                                    <a:pt x="1195" y="1755"/>
                                  </a:lnTo>
                                  <a:lnTo>
                                    <a:pt x="1172" y="1734"/>
                                  </a:lnTo>
                                  <a:lnTo>
                                    <a:pt x="1145" y="1718"/>
                                  </a:lnTo>
                                  <a:lnTo>
                                    <a:pt x="1116" y="1709"/>
                                  </a:lnTo>
                                  <a:lnTo>
                                    <a:pt x="1086" y="1705"/>
                                  </a:lnTo>
                                  <a:close/>
                                  <a:moveTo>
                                    <a:pt x="762" y="1395"/>
                                  </a:moveTo>
                                  <a:lnTo>
                                    <a:pt x="731" y="1399"/>
                                  </a:lnTo>
                                  <a:lnTo>
                                    <a:pt x="704" y="1409"/>
                                  </a:lnTo>
                                  <a:lnTo>
                                    <a:pt x="679" y="1426"/>
                                  </a:lnTo>
                                  <a:lnTo>
                                    <a:pt x="658" y="1449"/>
                                  </a:lnTo>
                                  <a:lnTo>
                                    <a:pt x="642" y="1476"/>
                                  </a:lnTo>
                                  <a:lnTo>
                                    <a:pt x="633" y="1506"/>
                                  </a:lnTo>
                                  <a:lnTo>
                                    <a:pt x="631" y="1537"/>
                                  </a:lnTo>
                                  <a:lnTo>
                                    <a:pt x="634" y="1565"/>
                                  </a:lnTo>
                                  <a:lnTo>
                                    <a:pt x="645" y="1594"/>
                                  </a:lnTo>
                                  <a:lnTo>
                                    <a:pt x="661" y="1619"/>
                                  </a:lnTo>
                                  <a:lnTo>
                                    <a:pt x="683" y="1639"/>
                                  </a:lnTo>
                                  <a:lnTo>
                                    <a:pt x="710" y="1655"/>
                                  </a:lnTo>
                                  <a:lnTo>
                                    <a:pt x="740" y="1666"/>
                                  </a:lnTo>
                                  <a:lnTo>
                                    <a:pt x="771" y="1667"/>
                                  </a:lnTo>
                                  <a:lnTo>
                                    <a:pt x="801" y="1662"/>
                                  </a:lnTo>
                                  <a:lnTo>
                                    <a:pt x="828" y="1651"/>
                                  </a:lnTo>
                                  <a:lnTo>
                                    <a:pt x="853" y="1635"/>
                                  </a:lnTo>
                                  <a:lnTo>
                                    <a:pt x="874" y="1614"/>
                                  </a:lnTo>
                                  <a:lnTo>
                                    <a:pt x="891" y="1587"/>
                                  </a:lnTo>
                                  <a:lnTo>
                                    <a:pt x="899" y="1556"/>
                                  </a:lnTo>
                                  <a:lnTo>
                                    <a:pt x="901" y="1526"/>
                                  </a:lnTo>
                                  <a:lnTo>
                                    <a:pt x="898" y="1497"/>
                                  </a:lnTo>
                                  <a:lnTo>
                                    <a:pt x="887" y="1469"/>
                                  </a:lnTo>
                                  <a:lnTo>
                                    <a:pt x="871" y="1443"/>
                                  </a:lnTo>
                                  <a:lnTo>
                                    <a:pt x="848" y="1422"/>
                                  </a:lnTo>
                                  <a:lnTo>
                                    <a:pt x="821" y="1406"/>
                                  </a:lnTo>
                                  <a:lnTo>
                                    <a:pt x="792" y="1397"/>
                                  </a:lnTo>
                                  <a:lnTo>
                                    <a:pt x="762" y="1395"/>
                                  </a:lnTo>
                                  <a:close/>
                                  <a:moveTo>
                                    <a:pt x="765" y="867"/>
                                  </a:moveTo>
                                  <a:lnTo>
                                    <a:pt x="735" y="870"/>
                                  </a:lnTo>
                                  <a:lnTo>
                                    <a:pt x="708" y="881"/>
                                  </a:lnTo>
                                  <a:lnTo>
                                    <a:pt x="683" y="897"/>
                                  </a:lnTo>
                                  <a:lnTo>
                                    <a:pt x="661" y="919"/>
                                  </a:lnTo>
                                  <a:lnTo>
                                    <a:pt x="645" y="947"/>
                                  </a:lnTo>
                                  <a:lnTo>
                                    <a:pt x="636" y="976"/>
                                  </a:lnTo>
                                  <a:lnTo>
                                    <a:pt x="634" y="1006"/>
                                  </a:lnTo>
                                  <a:lnTo>
                                    <a:pt x="638" y="1037"/>
                                  </a:lnTo>
                                  <a:lnTo>
                                    <a:pt x="649" y="1064"/>
                                  </a:lnTo>
                                  <a:lnTo>
                                    <a:pt x="665" y="1089"/>
                                  </a:lnTo>
                                  <a:lnTo>
                                    <a:pt x="688" y="1110"/>
                                  </a:lnTo>
                                  <a:lnTo>
                                    <a:pt x="715" y="1126"/>
                                  </a:lnTo>
                                  <a:lnTo>
                                    <a:pt x="744" y="1135"/>
                                  </a:lnTo>
                                  <a:lnTo>
                                    <a:pt x="774" y="1139"/>
                                  </a:lnTo>
                                  <a:lnTo>
                                    <a:pt x="805" y="1134"/>
                                  </a:lnTo>
                                  <a:lnTo>
                                    <a:pt x="831" y="1123"/>
                                  </a:lnTo>
                                  <a:lnTo>
                                    <a:pt x="856" y="1107"/>
                                  </a:lnTo>
                                  <a:lnTo>
                                    <a:pt x="878" y="1085"/>
                                  </a:lnTo>
                                  <a:lnTo>
                                    <a:pt x="894" y="1058"/>
                                  </a:lnTo>
                                  <a:lnTo>
                                    <a:pt x="903" y="1028"/>
                                  </a:lnTo>
                                  <a:lnTo>
                                    <a:pt x="905" y="997"/>
                                  </a:lnTo>
                                  <a:lnTo>
                                    <a:pt x="901" y="967"/>
                                  </a:lnTo>
                                  <a:lnTo>
                                    <a:pt x="891" y="940"/>
                                  </a:lnTo>
                                  <a:lnTo>
                                    <a:pt x="874" y="915"/>
                                  </a:lnTo>
                                  <a:lnTo>
                                    <a:pt x="851" y="893"/>
                                  </a:lnTo>
                                  <a:lnTo>
                                    <a:pt x="824" y="877"/>
                                  </a:lnTo>
                                  <a:lnTo>
                                    <a:pt x="796" y="868"/>
                                  </a:lnTo>
                                  <a:lnTo>
                                    <a:pt x="765" y="867"/>
                                  </a:lnTo>
                                  <a:close/>
                                  <a:moveTo>
                                    <a:pt x="1027" y="501"/>
                                  </a:moveTo>
                                  <a:lnTo>
                                    <a:pt x="996" y="507"/>
                                  </a:lnTo>
                                  <a:lnTo>
                                    <a:pt x="968" y="517"/>
                                  </a:lnTo>
                                  <a:lnTo>
                                    <a:pt x="944" y="533"/>
                                  </a:lnTo>
                                  <a:lnTo>
                                    <a:pt x="923" y="555"/>
                                  </a:lnTo>
                                  <a:lnTo>
                                    <a:pt x="907" y="582"/>
                                  </a:lnTo>
                                  <a:lnTo>
                                    <a:pt x="898" y="612"/>
                                  </a:lnTo>
                                  <a:lnTo>
                                    <a:pt x="894" y="643"/>
                                  </a:lnTo>
                                  <a:lnTo>
                                    <a:pt x="899" y="673"/>
                                  </a:lnTo>
                                  <a:lnTo>
                                    <a:pt x="910" y="700"/>
                                  </a:lnTo>
                                  <a:lnTo>
                                    <a:pt x="926" y="725"/>
                                  </a:lnTo>
                                  <a:lnTo>
                                    <a:pt x="948" y="747"/>
                                  </a:lnTo>
                                  <a:lnTo>
                                    <a:pt x="975" y="763"/>
                                  </a:lnTo>
                                  <a:lnTo>
                                    <a:pt x="1005" y="772"/>
                                  </a:lnTo>
                                  <a:lnTo>
                                    <a:pt x="1036" y="773"/>
                                  </a:lnTo>
                                  <a:lnTo>
                                    <a:pt x="1064" y="770"/>
                                  </a:lnTo>
                                  <a:lnTo>
                                    <a:pt x="1093" y="759"/>
                                  </a:lnTo>
                                  <a:lnTo>
                                    <a:pt x="1118" y="743"/>
                                  </a:lnTo>
                                  <a:lnTo>
                                    <a:pt x="1140" y="722"/>
                                  </a:lnTo>
                                  <a:lnTo>
                                    <a:pt x="1156" y="693"/>
                                  </a:lnTo>
                                  <a:lnTo>
                                    <a:pt x="1165" y="664"/>
                                  </a:lnTo>
                                  <a:lnTo>
                                    <a:pt x="1166" y="634"/>
                                  </a:lnTo>
                                  <a:lnTo>
                                    <a:pt x="1163" y="603"/>
                                  </a:lnTo>
                                  <a:lnTo>
                                    <a:pt x="1152" y="576"/>
                                  </a:lnTo>
                                  <a:lnTo>
                                    <a:pt x="1134" y="551"/>
                                  </a:lnTo>
                                  <a:lnTo>
                                    <a:pt x="1113" y="530"/>
                                  </a:lnTo>
                                  <a:lnTo>
                                    <a:pt x="1086" y="514"/>
                                  </a:lnTo>
                                  <a:lnTo>
                                    <a:pt x="1055" y="505"/>
                                  </a:lnTo>
                                  <a:lnTo>
                                    <a:pt x="1027" y="501"/>
                                  </a:lnTo>
                                  <a:close/>
                                  <a:moveTo>
                                    <a:pt x="584" y="453"/>
                                  </a:moveTo>
                                  <a:lnTo>
                                    <a:pt x="556" y="458"/>
                                  </a:lnTo>
                                  <a:lnTo>
                                    <a:pt x="527" y="469"/>
                                  </a:lnTo>
                                  <a:lnTo>
                                    <a:pt x="502" y="485"/>
                                  </a:lnTo>
                                  <a:lnTo>
                                    <a:pt x="480" y="507"/>
                                  </a:lnTo>
                                  <a:lnTo>
                                    <a:pt x="466" y="535"/>
                                  </a:lnTo>
                                  <a:lnTo>
                                    <a:pt x="455" y="564"/>
                                  </a:lnTo>
                                  <a:lnTo>
                                    <a:pt x="453" y="594"/>
                                  </a:lnTo>
                                  <a:lnTo>
                                    <a:pt x="457" y="625"/>
                                  </a:lnTo>
                                  <a:lnTo>
                                    <a:pt x="468" y="652"/>
                                  </a:lnTo>
                                  <a:lnTo>
                                    <a:pt x="486" y="677"/>
                                  </a:lnTo>
                                  <a:lnTo>
                                    <a:pt x="507" y="698"/>
                                  </a:lnTo>
                                  <a:lnTo>
                                    <a:pt x="534" y="714"/>
                                  </a:lnTo>
                                  <a:lnTo>
                                    <a:pt x="565" y="723"/>
                                  </a:lnTo>
                                  <a:lnTo>
                                    <a:pt x="595" y="727"/>
                                  </a:lnTo>
                                  <a:lnTo>
                                    <a:pt x="624" y="722"/>
                                  </a:lnTo>
                                  <a:lnTo>
                                    <a:pt x="652" y="711"/>
                                  </a:lnTo>
                                  <a:lnTo>
                                    <a:pt x="676" y="695"/>
                                  </a:lnTo>
                                  <a:lnTo>
                                    <a:pt x="697" y="673"/>
                                  </a:lnTo>
                                  <a:lnTo>
                                    <a:pt x="713" y="644"/>
                                  </a:lnTo>
                                  <a:lnTo>
                                    <a:pt x="722" y="616"/>
                                  </a:lnTo>
                                  <a:lnTo>
                                    <a:pt x="726" y="585"/>
                                  </a:lnTo>
                                  <a:lnTo>
                                    <a:pt x="720" y="555"/>
                                  </a:lnTo>
                                  <a:lnTo>
                                    <a:pt x="710" y="528"/>
                                  </a:lnTo>
                                  <a:lnTo>
                                    <a:pt x="693" y="503"/>
                                  </a:lnTo>
                                  <a:lnTo>
                                    <a:pt x="672" y="481"/>
                                  </a:lnTo>
                                  <a:lnTo>
                                    <a:pt x="645" y="465"/>
                                  </a:lnTo>
                                  <a:lnTo>
                                    <a:pt x="615" y="456"/>
                                  </a:lnTo>
                                  <a:lnTo>
                                    <a:pt x="584" y="453"/>
                                  </a:lnTo>
                                  <a:close/>
                                  <a:moveTo>
                                    <a:pt x="903" y="34"/>
                                  </a:moveTo>
                                  <a:lnTo>
                                    <a:pt x="874" y="37"/>
                                  </a:lnTo>
                                  <a:lnTo>
                                    <a:pt x="846" y="48"/>
                                  </a:lnTo>
                                  <a:lnTo>
                                    <a:pt x="821" y="64"/>
                                  </a:lnTo>
                                  <a:lnTo>
                                    <a:pt x="801" y="87"/>
                                  </a:lnTo>
                                  <a:lnTo>
                                    <a:pt x="785" y="114"/>
                                  </a:lnTo>
                                  <a:lnTo>
                                    <a:pt x="776" y="143"/>
                                  </a:lnTo>
                                  <a:lnTo>
                                    <a:pt x="772" y="173"/>
                                  </a:lnTo>
                                  <a:lnTo>
                                    <a:pt x="778" y="204"/>
                                  </a:lnTo>
                                  <a:lnTo>
                                    <a:pt x="788" y="231"/>
                                  </a:lnTo>
                                  <a:lnTo>
                                    <a:pt x="805" y="256"/>
                                  </a:lnTo>
                                  <a:lnTo>
                                    <a:pt x="826" y="277"/>
                                  </a:lnTo>
                                  <a:lnTo>
                                    <a:pt x="853" y="293"/>
                                  </a:lnTo>
                                  <a:lnTo>
                                    <a:pt x="883" y="302"/>
                                  </a:lnTo>
                                  <a:lnTo>
                                    <a:pt x="914" y="306"/>
                                  </a:lnTo>
                                  <a:lnTo>
                                    <a:pt x="942" y="301"/>
                                  </a:lnTo>
                                  <a:lnTo>
                                    <a:pt x="971" y="290"/>
                                  </a:lnTo>
                                  <a:lnTo>
                                    <a:pt x="996" y="274"/>
                                  </a:lnTo>
                                  <a:lnTo>
                                    <a:pt x="1016" y="252"/>
                                  </a:lnTo>
                                  <a:lnTo>
                                    <a:pt x="1032" y="225"/>
                                  </a:lnTo>
                                  <a:lnTo>
                                    <a:pt x="1043" y="195"/>
                                  </a:lnTo>
                                  <a:lnTo>
                                    <a:pt x="1045" y="164"/>
                                  </a:lnTo>
                                  <a:lnTo>
                                    <a:pt x="1039" y="134"/>
                                  </a:lnTo>
                                  <a:lnTo>
                                    <a:pt x="1030" y="107"/>
                                  </a:lnTo>
                                  <a:lnTo>
                                    <a:pt x="1012" y="82"/>
                                  </a:lnTo>
                                  <a:lnTo>
                                    <a:pt x="991" y="60"/>
                                  </a:lnTo>
                                  <a:lnTo>
                                    <a:pt x="964" y="44"/>
                                  </a:lnTo>
                                  <a:lnTo>
                                    <a:pt x="934" y="35"/>
                                  </a:lnTo>
                                  <a:lnTo>
                                    <a:pt x="903" y="34"/>
                                  </a:lnTo>
                                  <a:close/>
                                  <a:moveTo>
                                    <a:pt x="887" y="0"/>
                                  </a:moveTo>
                                  <a:lnTo>
                                    <a:pt x="894" y="0"/>
                                  </a:lnTo>
                                  <a:lnTo>
                                    <a:pt x="910" y="0"/>
                                  </a:lnTo>
                                  <a:lnTo>
                                    <a:pt x="916" y="0"/>
                                  </a:lnTo>
                                  <a:lnTo>
                                    <a:pt x="937" y="1"/>
                                  </a:lnTo>
                                  <a:lnTo>
                                    <a:pt x="937" y="1"/>
                                  </a:lnTo>
                                  <a:lnTo>
                                    <a:pt x="959" y="1"/>
                                  </a:lnTo>
                                  <a:lnTo>
                                    <a:pt x="966" y="3"/>
                                  </a:lnTo>
                                  <a:lnTo>
                                    <a:pt x="982" y="3"/>
                                  </a:lnTo>
                                  <a:lnTo>
                                    <a:pt x="989" y="5"/>
                                  </a:lnTo>
                                  <a:lnTo>
                                    <a:pt x="1007" y="7"/>
                                  </a:lnTo>
                                  <a:lnTo>
                                    <a:pt x="1011" y="7"/>
                                  </a:lnTo>
                                  <a:lnTo>
                                    <a:pt x="1030" y="9"/>
                                  </a:lnTo>
                                  <a:lnTo>
                                    <a:pt x="1037" y="10"/>
                                  </a:lnTo>
                                  <a:lnTo>
                                    <a:pt x="1054" y="12"/>
                                  </a:lnTo>
                                  <a:lnTo>
                                    <a:pt x="1059" y="14"/>
                                  </a:lnTo>
                                  <a:lnTo>
                                    <a:pt x="1077" y="16"/>
                                  </a:lnTo>
                                  <a:lnTo>
                                    <a:pt x="1080" y="17"/>
                                  </a:lnTo>
                                  <a:lnTo>
                                    <a:pt x="1102" y="21"/>
                                  </a:lnTo>
                                  <a:lnTo>
                                    <a:pt x="1107" y="23"/>
                                  </a:lnTo>
                                  <a:lnTo>
                                    <a:pt x="1123" y="26"/>
                                  </a:lnTo>
                                  <a:lnTo>
                                    <a:pt x="1129" y="28"/>
                                  </a:lnTo>
                                  <a:lnTo>
                                    <a:pt x="1145" y="34"/>
                                  </a:lnTo>
                                  <a:lnTo>
                                    <a:pt x="1150" y="35"/>
                                  </a:lnTo>
                                  <a:lnTo>
                                    <a:pt x="1170" y="41"/>
                                  </a:lnTo>
                                  <a:lnTo>
                                    <a:pt x="1175" y="43"/>
                                  </a:lnTo>
                                  <a:lnTo>
                                    <a:pt x="1191" y="48"/>
                                  </a:lnTo>
                                  <a:lnTo>
                                    <a:pt x="1199" y="52"/>
                                  </a:lnTo>
                                  <a:lnTo>
                                    <a:pt x="1213" y="57"/>
                                  </a:lnTo>
                                  <a:lnTo>
                                    <a:pt x="1218" y="59"/>
                                  </a:lnTo>
                                  <a:lnTo>
                                    <a:pt x="1238" y="68"/>
                                  </a:lnTo>
                                  <a:lnTo>
                                    <a:pt x="1242" y="69"/>
                                  </a:lnTo>
                                  <a:lnTo>
                                    <a:pt x="1242" y="69"/>
                                  </a:lnTo>
                                  <a:lnTo>
                                    <a:pt x="1242" y="172"/>
                                  </a:lnTo>
                                  <a:lnTo>
                                    <a:pt x="1242" y="172"/>
                                  </a:lnTo>
                                  <a:lnTo>
                                    <a:pt x="1227" y="195"/>
                                  </a:lnTo>
                                  <a:lnTo>
                                    <a:pt x="1218" y="225"/>
                                  </a:lnTo>
                                  <a:lnTo>
                                    <a:pt x="1217" y="256"/>
                                  </a:lnTo>
                                  <a:lnTo>
                                    <a:pt x="1220" y="286"/>
                                  </a:lnTo>
                                  <a:lnTo>
                                    <a:pt x="1231" y="313"/>
                                  </a:lnTo>
                                  <a:lnTo>
                                    <a:pt x="1242" y="331"/>
                                  </a:lnTo>
                                  <a:lnTo>
                                    <a:pt x="1242" y="893"/>
                                  </a:lnTo>
                                  <a:lnTo>
                                    <a:pt x="1238" y="893"/>
                                  </a:lnTo>
                                  <a:lnTo>
                                    <a:pt x="1209" y="910"/>
                                  </a:lnTo>
                                  <a:lnTo>
                                    <a:pt x="1184" y="935"/>
                                  </a:lnTo>
                                  <a:lnTo>
                                    <a:pt x="1166" y="963"/>
                                  </a:lnTo>
                                  <a:lnTo>
                                    <a:pt x="1157" y="994"/>
                                  </a:lnTo>
                                  <a:lnTo>
                                    <a:pt x="1156" y="1024"/>
                                  </a:lnTo>
                                  <a:lnTo>
                                    <a:pt x="1159" y="1055"/>
                                  </a:lnTo>
                                  <a:lnTo>
                                    <a:pt x="1170" y="1082"/>
                                  </a:lnTo>
                                  <a:lnTo>
                                    <a:pt x="1186" y="1107"/>
                                  </a:lnTo>
                                  <a:lnTo>
                                    <a:pt x="1208" y="1128"/>
                                  </a:lnTo>
                                  <a:lnTo>
                                    <a:pt x="1234" y="1144"/>
                                  </a:lnTo>
                                  <a:lnTo>
                                    <a:pt x="1242" y="1146"/>
                                  </a:lnTo>
                                  <a:lnTo>
                                    <a:pt x="1242" y="1279"/>
                                  </a:lnTo>
                                  <a:lnTo>
                                    <a:pt x="1213" y="1282"/>
                                  </a:lnTo>
                                  <a:lnTo>
                                    <a:pt x="1184" y="1293"/>
                                  </a:lnTo>
                                  <a:lnTo>
                                    <a:pt x="1159" y="1311"/>
                                  </a:lnTo>
                                  <a:lnTo>
                                    <a:pt x="1140" y="1332"/>
                                  </a:lnTo>
                                  <a:lnTo>
                                    <a:pt x="1123" y="1359"/>
                                  </a:lnTo>
                                  <a:lnTo>
                                    <a:pt x="1114" y="1390"/>
                                  </a:lnTo>
                                  <a:lnTo>
                                    <a:pt x="1111" y="1420"/>
                                  </a:lnTo>
                                  <a:lnTo>
                                    <a:pt x="1116" y="1449"/>
                                  </a:lnTo>
                                  <a:lnTo>
                                    <a:pt x="1127" y="1478"/>
                                  </a:lnTo>
                                  <a:lnTo>
                                    <a:pt x="1143" y="1503"/>
                                  </a:lnTo>
                                  <a:lnTo>
                                    <a:pt x="1165" y="1522"/>
                                  </a:lnTo>
                                  <a:lnTo>
                                    <a:pt x="1191" y="1538"/>
                                  </a:lnTo>
                                  <a:lnTo>
                                    <a:pt x="1220" y="1549"/>
                                  </a:lnTo>
                                  <a:lnTo>
                                    <a:pt x="1242" y="1551"/>
                                  </a:lnTo>
                                  <a:lnTo>
                                    <a:pt x="1242" y="2459"/>
                                  </a:lnTo>
                                  <a:lnTo>
                                    <a:pt x="1218" y="2447"/>
                                  </a:lnTo>
                                  <a:lnTo>
                                    <a:pt x="1188" y="2436"/>
                                  </a:lnTo>
                                  <a:lnTo>
                                    <a:pt x="1157" y="2434"/>
                                  </a:lnTo>
                                  <a:lnTo>
                                    <a:pt x="1129" y="2440"/>
                                  </a:lnTo>
                                  <a:lnTo>
                                    <a:pt x="1100" y="2450"/>
                                  </a:lnTo>
                                  <a:lnTo>
                                    <a:pt x="1075" y="2466"/>
                                  </a:lnTo>
                                  <a:lnTo>
                                    <a:pt x="1055" y="2488"/>
                                  </a:lnTo>
                                  <a:lnTo>
                                    <a:pt x="1039" y="2515"/>
                                  </a:lnTo>
                                  <a:lnTo>
                                    <a:pt x="1032" y="2534"/>
                                  </a:lnTo>
                                  <a:lnTo>
                                    <a:pt x="1030" y="2547"/>
                                  </a:lnTo>
                                  <a:lnTo>
                                    <a:pt x="557" y="2547"/>
                                  </a:lnTo>
                                  <a:lnTo>
                                    <a:pt x="563" y="2540"/>
                                  </a:lnTo>
                                  <a:lnTo>
                                    <a:pt x="573" y="2522"/>
                                  </a:lnTo>
                                  <a:lnTo>
                                    <a:pt x="582" y="2491"/>
                                  </a:lnTo>
                                  <a:lnTo>
                                    <a:pt x="584" y="2461"/>
                                  </a:lnTo>
                                  <a:lnTo>
                                    <a:pt x="581" y="2432"/>
                                  </a:lnTo>
                                  <a:lnTo>
                                    <a:pt x="570" y="2404"/>
                                  </a:lnTo>
                                  <a:lnTo>
                                    <a:pt x="554" y="2379"/>
                                  </a:lnTo>
                                  <a:lnTo>
                                    <a:pt x="530" y="2359"/>
                                  </a:lnTo>
                                  <a:lnTo>
                                    <a:pt x="504" y="2343"/>
                                  </a:lnTo>
                                  <a:lnTo>
                                    <a:pt x="475" y="2332"/>
                                  </a:lnTo>
                                  <a:lnTo>
                                    <a:pt x="444" y="2330"/>
                                  </a:lnTo>
                                  <a:lnTo>
                                    <a:pt x="414" y="2336"/>
                                  </a:lnTo>
                                  <a:lnTo>
                                    <a:pt x="387" y="2346"/>
                                  </a:lnTo>
                                  <a:lnTo>
                                    <a:pt x="362" y="2362"/>
                                  </a:lnTo>
                                  <a:lnTo>
                                    <a:pt x="341" y="2384"/>
                                  </a:lnTo>
                                  <a:lnTo>
                                    <a:pt x="324" y="2411"/>
                                  </a:lnTo>
                                  <a:lnTo>
                                    <a:pt x="316" y="2441"/>
                                  </a:lnTo>
                                  <a:lnTo>
                                    <a:pt x="314" y="2472"/>
                                  </a:lnTo>
                                  <a:lnTo>
                                    <a:pt x="317" y="2502"/>
                                  </a:lnTo>
                                  <a:lnTo>
                                    <a:pt x="328" y="2529"/>
                                  </a:lnTo>
                                  <a:lnTo>
                                    <a:pt x="341" y="2547"/>
                                  </a:lnTo>
                                  <a:lnTo>
                                    <a:pt x="0" y="2547"/>
                                  </a:lnTo>
                                  <a:lnTo>
                                    <a:pt x="65" y="2443"/>
                                  </a:lnTo>
                                  <a:lnTo>
                                    <a:pt x="131" y="2327"/>
                                  </a:lnTo>
                                  <a:lnTo>
                                    <a:pt x="192" y="2207"/>
                                  </a:lnTo>
                                  <a:lnTo>
                                    <a:pt x="249" y="2083"/>
                                  </a:lnTo>
                                  <a:lnTo>
                                    <a:pt x="301" y="1956"/>
                                  </a:lnTo>
                                  <a:lnTo>
                                    <a:pt x="348" y="1827"/>
                                  </a:lnTo>
                                  <a:lnTo>
                                    <a:pt x="385" y="1694"/>
                                  </a:lnTo>
                                  <a:lnTo>
                                    <a:pt x="414" y="1560"/>
                                  </a:lnTo>
                                  <a:lnTo>
                                    <a:pt x="436" y="1424"/>
                                  </a:lnTo>
                                  <a:lnTo>
                                    <a:pt x="441" y="1359"/>
                                  </a:lnTo>
                                  <a:lnTo>
                                    <a:pt x="444" y="1293"/>
                                  </a:lnTo>
                                  <a:lnTo>
                                    <a:pt x="479" y="1302"/>
                                  </a:lnTo>
                                  <a:lnTo>
                                    <a:pt x="514" y="1304"/>
                                  </a:lnTo>
                                  <a:lnTo>
                                    <a:pt x="547" y="1295"/>
                                  </a:lnTo>
                                  <a:lnTo>
                                    <a:pt x="577" y="1279"/>
                                  </a:lnTo>
                                  <a:lnTo>
                                    <a:pt x="602" y="1254"/>
                                  </a:lnTo>
                                  <a:lnTo>
                                    <a:pt x="622" y="1223"/>
                                  </a:lnTo>
                                  <a:lnTo>
                                    <a:pt x="631" y="1193"/>
                                  </a:lnTo>
                                  <a:lnTo>
                                    <a:pt x="633" y="1162"/>
                                  </a:lnTo>
                                  <a:lnTo>
                                    <a:pt x="629" y="1134"/>
                                  </a:lnTo>
                                  <a:lnTo>
                                    <a:pt x="618" y="1105"/>
                                  </a:lnTo>
                                  <a:lnTo>
                                    <a:pt x="602" y="1080"/>
                                  </a:lnTo>
                                  <a:lnTo>
                                    <a:pt x="581" y="1060"/>
                                  </a:lnTo>
                                  <a:lnTo>
                                    <a:pt x="554" y="1044"/>
                                  </a:lnTo>
                                  <a:lnTo>
                                    <a:pt x="523" y="1033"/>
                                  </a:lnTo>
                                  <a:lnTo>
                                    <a:pt x="493" y="1031"/>
                                  </a:lnTo>
                                  <a:lnTo>
                                    <a:pt x="462" y="1037"/>
                                  </a:lnTo>
                                  <a:lnTo>
                                    <a:pt x="434" y="1048"/>
                                  </a:lnTo>
                                  <a:lnTo>
                                    <a:pt x="437" y="1078"/>
                                  </a:lnTo>
                                  <a:lnTo>
                                    <a:pt x="416" y="920"/>
                                  </a:lnTo>
                                  <a:lnTo>
                                    <a:pt x="384" y="763"/>
                                  </a:lnTo>
                                  <a:lnTo>
                                    <a:pt x="341" y="607"/>
                                  </a:lnTo>
                                  <a:lnTo>
                                    <a:pt x="342" y="610"/>
                                  </a:lnTo>
                                  <a:lnTo>
                                    <a:pt x="371" y="605"/>
                                  </a:lnTo>
                                  <a:lnTo>
                                    <a:pt x="398" y="594"/>
                                  </a:lnTo>
                                  <a:lnTo>
                                    <a:pt x="421" y="578"/>
                                  </a:lnTo>
                                  <a:lnTo>
                                    <a:pt x="441" y="557"/>
                                  </a:lnTo>
                                  <a:lnTo>
                                    <a:pt x="455" y="530"/>
                                  </a:lnTo>
                                  <a:lnTo>
                                    <a:pt x="466" y="499"/>
                                  </a:lnTo>
                                  <a:lnTo>
                                    <a:pt x="468" y="471"/>
                                  </a:lnTo>
                                  <a:lnTo>
                                    <a:pt x="464" y="440"/>
                                  </a:lnTo>
                                  <a:lnTo>
                                    <a:pt x="453" y="412"/>
                                  </a:lnTo>
                                  <a:lnTo>
                                    <a:pt x="436" y="387"/>
                                  </a:lnTo>
                                  <a:lnTo>
                                    <a:pt x="414" y="367"/>
                                  </a:lnTo>
                                  <a:lnTo>
                                    <a:pt x="387" y="351"/>
                                  </a:lnTo>
                                  <a:lnTo>
                                    <a:pt x="351" y="340"/>
                                  </a:lnTo>
                                  <a:lnTo>
                                    <a:pt x="317" y="340"/>
                                  </a:lnTo>
                                  <a:lnTo>
                                    <a:pt x="283" y="347"/>
                                  </a:lnTo>
                                  <a:lnTo>
                                    <a:pt x="253" y="365"/>
                                  </a:lnTo>
                                  <a:lnTo>
                                    <a:pt x="255" y="374"/>
                                  </a:lnTo>
                                  <a:lnTo>
                                    <a:pt x="196" y="240"/>
                                  </a:lnTo>
                                  <a:lnTo>
                                    <a:pt x="129" y="114"/>
                                  </a:lnTo>
                                  <a:lnTo>
                                    <a:pt x="165" y="109"/>
                                  </a:lnTo>
                                  <a:lnTo>
                                    <a:pt x="165" y="109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240" y="96"/>
                                  </a:lnTo>
                                  <a:lnTo>
                                    <a:pt x="240" y="96"/>
                                  </a:lnTo>
                                  <a:lnTo>
                                    <a:pt x="276" y="89"/>
                                  </a:lnTo>
                                  <a:lnTo>
                                    <a:pt x="278" y="89"/>
                                  </a:lnTo>
                                  <a:lnTo>
                                    <a:pt x="287" y="120"/>
                                  </a:lnTo>
                                  <a:lnTo>
                                    <a:pt x="305" y="146"/>
                                  </a:lnTo>
                                  <a:lnTo>
                                    <a:pt x="326" y="170"/>
                                  </a:lnTo>
                                  <a:lnTo>
                                    <a:pt x="355" y="188"/>
                                  </a:lnTo>
                                  <a:lnTo>
                                    <a:pt x="385" y="197"/>
                                  </a:lnTo>
                                  <a:lnTo>
                                    <a:pt x="416" y="198"/>
                                  </a:lnTo>
                                  <a:lnTo>
                                    <a:pt x="444" y="195"/>
                                  </a:lnTo>
                                  <a:lnTo>
                                    <a:pt x="473" y="184"/>
                                  </a:lnTo>
                                  <a:lnTo>
                                    <a:pt x="498" y="166"/>
                                  </a:lnTo>
                                  <a:lnTo>
                                    <a:pt x="518" y="145"/>
                                  </a:lnTo>
                                  <a:lnTo>
                                    <a:pt x="534" y="118"/>
                                  </a:lnTo>
                                  <a:lnTo>
                                    <a:pt x="543" y="91"/>
                                  </a:lnTo>
                                  <a:lnTo>
                                    <a:pt x="547" y="64"/>
                                  </a:lnTo>
                                  <a:lnTo>
                                    <a:pt x="545" y="37"/>
                                  </a:lnTo>
                                  <a:lnTo>
                                    <a:pt x="545" y="37"/>
                                  </a:lnTo>
                                  <a:lnTo>
                                    <a:pt x="566" y="34"/>
                                  </a:lnTo>
                                  <a:lnTo>
                                    <a:pt x="573" y="34"/>
                                  </a:lnTo>
                                  <a:lnTo>
                                    <a:pt x="590" y="30"/>
                                  </a:lnTo>
                                  <a:lnTo>
                                    <a:pt x="597" y="28"/>
                                  </a:lnTo>
                                  <a:lnTo>
                                    <a:pt x="616" y="26"/>
                                  </a:lnTo>
                                  <a:lnTo>
                                    <a:pt x="620" y="25"/>
                                  </a:lnTo>
                                  <a:lnTo>
                                    <a:pt x="642" y="21"/>
                                  </a:lnTo>
                                  <a:lnTo>
                                    <a:pt x="649" y="21"/>
                                  </a:lnTo>
                                  <a:lnTo>
                                    <a:pt x="665" y="17"/>
                                  </a:lnTo>
                                  <a:lnTo>
                                    <a:pt x="672" y="17"/>
                                  </a:lnTo>
                                  <a:lnTo>
                                    <a:pt x="690" y="16"/>
                                  </a:lnTo>
                                  <a:lnTo>
                                    <a:pt x="695" y="14"/>
                                  </a:lnTo>
                                  <a:lnTo>
                                    <a:pt x="717" y="12"/>
                                  </a:lnTo>
                                  <a:lnTo>
                                    <a:pt x="722" y="10"/>
                                  </a:lnTo>
                                  <a:lnTo>
                                    <a:pt x="740" y="9"/>
                                  </a:lnTo>
                                  <a:lnTo>
                                    <a:pt x="747" y="9"/>
                                  </a:lnTo>
                                  <a:lnTo>
                                    <a:pt x="763" y="7"/>
                                  </a:lnTo>
                                  <a:lnTo>
                                    <a:pt x="769" y="7"/>
                                  </a:lnTo>
                                  <a:lnTo>
                                    <a:pt x="792" y="5"/>
                                  </a:lnTo>
                                  <a:lnTo>
                                    <a:pt x="796" y="3"/>
                                  </a:lnTo>
                                  <a:lnTo>
                                    <a:pt x="814" y="3"/>
                                  </a:lnTo>
                                  <a:lnTo>
                                    <a:pt x="821" y="1"/>
                                  </a:lnTo>
                                  <a:lnTo>
                                    <a:pt x="837" y="1"/>
                                  </a:lnTo>
                                  <a:lnTo>
                                    <a:pt x="842" y="1"/>
                                  </a:lnTo>
                                  <a:lnTo>
                                    <a:pt x="865" y="0"/>
                                  </a:lnTo>
                                  <a:lnTo>
                                    <a:pt x="867" y="0"/>
                                  </a:lnTo>
                                  <a:lnTo>
                                    <a:pt x="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3" name="Group 23"/>
                          <wpg:cNvGrpSpPr/>
                          <wpg:grpSpPr>
                            <a:xfrm>
                              <a:off x="0" y="0"/>
                              <a:ext cx="3759200" cy="3660775"/>
                              <a:chOff x="0" y="0"/>
                              <a:chExt cx="3759200" cy="3660775"/>
                            </a:xfrm>
                            <a:solidFill>
                              <a:schemeClr val="accent3"/>
                            </a:solidFill>
                          </wpg:grpSpPr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298450" y="2651125"/>
                                <a:ext cx="2058988" cy="1009650"/>
                              </a:xfrm>
                              <a:custGeom>
                                <a:avLst/>
                                <a:gdLst>
                                  <a:gd name="T0" fmla="*/ 0 w 1297"/>
                                  <a:gd name="T1" fmla="*/ 0 h 636"/>
                                  <a:gd name="T2" fmla="*/ 1285 w 1297"/>
                                  <a:gd name="T3" fmla="*/ 575 h 636"/>
                                  <a:gd name="T4" fmla="*/ 1297 w 1297"/>
                                  <a:gd name="T5" fmla="*/ 636 h 636"/>
                                  <a:gd name="T6" fmla="*/ 1218 w 1297"/>
                                  <a:gd name="T7" fmla="*/ 625 h 636"/>
                                  <a:gd name="T8" fmla="*/ 1140 w 1297"/>
                                  <a:gd name="T9" fmla="*/ 614 h 636"/>
                                  <a:gd name="T10" fmla="*/ 1059 w 1297"/>
                                  <a:gd name="T11" fmla="*/ 603 h 636"/>
                                  <a:gd name="T12" fmla="*/ 978 w 1297"/>
                                  <a:gd name="T13" fmla="*/ 594 h 636"/>
                                  <a:gd name="T14" fmla="*/ 896 w 1297"/>
                                  <a:gd name="T15" fmla="*/ 585 h 636"/>
                                  <a:gd name="T16" fmla="*/ 817 w 1297"/>
                                  <a:gd name="T17" fmla="*/ 576 h 636"/>
                                  <a:gd name="T18" fmla="*/ 737 w 1297"/>
                                  <a:gd name="T19" fmla="*/ 564 h 636"/>
                                  <a:gd name="T20" fmla="*/ 658 w 1297"/>
                                  <a:gd name="T21" fmla="*/ 550 h 636"/>
                                  <a:gd name="T22" fmla="*/ 582 w 1297"/>
                                  <a:gd name="T23" fmla="*/ 532 h 636"/>
                                  <a:gd name="T24" fmla="*/ 507 w 1297"/>
                                  <a:gd name="T25" fmla="*/ 510 h 636"/>
                                  <a:gd name="T26" fmla="*/ 436 w 1297"/>
                                  <a:gd name="T27" fmla="*/ 483 h 636"/>
                                  <a:gd name="T28" fmla="*/ 366 w 1297"/>
                                  <a:gd name="T29" fmla="*/ 451 h 636"/>
                                  <a:gd name="T30" fmla="*/ 299 w 1297"/>
                                  <a:gd name="T31" fmla="*/ 413 h 636"/>
                                  <a:gd name="T32" fmla="*/ 239 w 1297"/>
                                  <a:gd name="T33" fmla="*/ 369 h 636"/>
                                  <a:gd name="T34" fmla="*/ 179 w 1297"/>
                                  <a:gd name="T35" fmla="*/ 317 h 636"/>
                                  <a:gd name="T36" fmla="*/ 126 w 1297"/>
                                  <a:gd name="T37" fmla="*/ 256 h 636"/>
                                  <a:gd name="T38" fmla="*/ 92 w 1297"/>
                                  <a:gd name="T39" fmla="*/ 204 h 636"/>
                                  <a:gd name="T40" fmla="*/ 58 w 1297"/>
                                  <a:gd name="T41" fmla="*/ 145 h 636"/>
                                  <a:gd name="T42" fmla="*/ 27 w 1297"/>
                                  <a:gd name="T43" fmla="*/ 75 h 636"/>
                                  <a:gd name="T44" fmla="*/ 0 w 1297"/>
                                  <a:gd name="T45" fmla="*/ 0 h 6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297" h="636">
                                    <a:moveTo>
                                      <a:pt x="0" y="0"/>
                                    </a:moveTo>
                                    <a:lnTo>
                                      <a:pt x="1285" y="575"/>
                                    </a:lnTo>
                                    <a:lnTo>
                                      <a:pt x="1297" y="636"/>
                                    </a:lnTo>
                                    <a:lnTo>
                                      <a:pt x="1218" y="625"/>
                                    </a:lnTo>
                                    <a:lnTo>
                                      <a:pt x="1140" y="614"/>
                                    </a:lnTo>
                                    <a:lnTo>
                                      <a:pt x="1059" y="603"/>
                                    </a:lnTo>
                                    <a:lnTo>
                                      <a:pt x="978" y="594"/>
                                    </a:lnTo>
                                    <a:lnTo>
                                      <a:pt x="896" y="585"/>
                                    </a:lnTo>
                                    <a:lnTo>
                                      <a:pt x="817" y="576"/>
                                    </a:lnTo>
                                    <a:lnTo>
                                      <a:pt x="737" y="564"/>
                                    </a:lnTo>
                                    <a:lnTo>
                                      <a:pt x="658" y="550"/>
                                    </a:lnTo>
                                    <a:lnTo>
                                      <a:pt x="582" y="532"/>
                                    </a:lnTo>
                                    <a:lnTo>
                                      <a:pt x="507" y="510"/>
                                    </a:lnTo>
                                    <a:lnTo>
                                      <a:pt x="436" y="483"/>
                                    </a:lnTo>
                                    <a:lnTo>
                                      <a:pt x="366" y="451"/>
                                    </a:lnTo>
                                    <a:lnTo>
                                      <a:pt x="299" y="413"/>
                                    </a:lnTo>
                                    <a:lnTo>
                                      <a:pt x="239" y="369"/>
                                    </a:lnTo>
                                    <a:lnTo>
                                      <a:pt x="179" y="317"/>
                                    </a:lnTo>
                                    <a:lnTo>
                                      <a:pt x="126" y="256"/>
                                    </a:lnTo>
                                    <a:lnTo>
                                      <a:pt x="92" y="204"/>
                                    </a:lnTo>
                                    <a:lnTo>
                                      <a:pt x="58" y="145"/>
                                    </a:lnTo>
                                    <a:lnTo>
                                      <a:pt x="27" y="7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73038" y="2178050"/>
                                <a:ext cx="2136775" cy="1200150"/>
                              </a:xfrm>
                              <a:custGeom>
                                <a:avLst/>
                                <a:gdLst>
                                  <a:gd name="T0" fmla="*/ 0 w 1346"/>
                                  <a:gd name="T1" fmla="*/ 0 h 756"/>
                                  <a:gd name="T2" fmla="*/ 1328 w 1346"/>
                                  <a:gd name="T3" fmla="*/ 593 h 756"/>
                                  <a:gd name="T4" fmla="*/ 1328 w 1346"/>
                                  <a:gd name="T5" fmla="*/ 584 h 756"/>
                                  <a:gd name="T6" fmla="*/ 1335 w 1346"/>
                                  <a:gd name="T7" fmla="*/ 670 h 756"/>
                                  <a:gd name="T8" fmla="*/ 1346 w 1346"/>
                                  <a:gd name="T9" fmla="*/ 756 h 756"/>
                                  <a:gd name="T10" fmla="*/ 1346 w 1346"/>
                                  <a:gd name="T11" fmla="*/ 756 h 756"/>
                                  <a:gd name="T12" fmla="*/ 42 w 1346"/>
                                  <a:gd name="T13" fmla="*/ 172 h 756"/>
                                  <a:gd name="T14" fmla="*/ 20 w 1346"/>
                                  <a:gd name="T15" fmla="*/ 88 h 756"/>
                                  <a:gd name="T16" fmla="*/ 0 w 1346"/>
                                  <a:gd name="T17" fmla="*/ 0 h 7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46" h="756">
                                    <a:moveTo>
                                      <a:pt x="0" y="0"/>
                                    </a:moveTo>
                                    <a:lnTo>
                                      <a:pt x="1328" y="593"/>
                                    </a:lnTo>
                                    <a:lnTo>
                                      <a:pt x="1328" y="584"/>
                                    </a:lnTo>
                                    <a:lnTo>
                                      <a:pt x="1335" y="670"/>
                                    </a:lnTo>
                                    <a:lnTo>
                                      <a:pt x="1346" y="756"/>
                                    </a:lnTo>
                                    <a:lnTo>
                                      <a:pt x="1346" y="756"/>
                                    </a:lnTo>
                                    <a:lnTo>
                                      <a:pt x="42" y="172"/>
                                    </a:lnTo>
                                    <a:lnTo>
                                      <a:pt x="20" y="8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23813" y="1055688"/>
                                <a:ext cx="2316163" cy="1614488"/>
                              </a:xfrm>
                              <a:custGeom>
                                <a:avLst/>
                                <a:gdLst>
                                  <a:gd name="T0" fmla="*/ 0 w 1459"/>
                                  <a:gd name="T1" fmla="*/ 0 h 1017"/>
                                  <a:gd name="T2" fmla="*/ 1459 w 1459"/>
                                  <a:gd name="T3" fmla="*/ 654 h 1017"/>
                                  <a:gd name="T4" fmla="*/ 1440 w 1459"/>
                                  <a:gd name="T5" fmla="*/ 774 h 1017"/>
                                  <a:gd name="T6" fmla="*/ 1425 w 1459"/>
                                  <a:gd name="T7" fmla="*/ 895 h 1017"/>
                                  <a:gd name="T8" fmla="*/ 1418 w 1459"/>
                                  <a:gd name="T9" fmla="*/ 1017 h 1017"/>
                                  <a:gd name="T10" fmla="*/ 1418 w 1459"/>
                                  <a:gd name="T11" fmla="*/ 1008 h 1017"/>
                                  <a:gd name="T12" fmla="*/ 43 w 1459"/>
                                  <a:gd name="T13" fmla="*/ 394 h 1017"/>
                                  <a:gd name="T14" fmla="*/ 25 w 1459"/>
                                  <a:gd name="T15" fmla="*/ 261 h 1017"/>
                                  <a:gd name="T16" fmla="*/ 10 w 1459"/>
                                  <a:gd name="T17" fmla="*/ 129 h 1017"/>
                                  <a:gd name="T18" fmla="*/ 0 w 1459"/>
                                  <a:gd name="T19" fmla="*/ 0 h 10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459" h="1017">
                                    <a:moveTo>
                                      <a:pt x="0" y="0"/>
                                    </a:moveTo>
                                    <a:lnTo>
                                      <a:pt x="1459" y="654"/>
                                    </a:lnTo>
                                    <a:lnTo>
                                      <a:pt x="1440" y="774"/>
                                    </a:lnTo>
                                    <a:lnTo>
                                      <a:pt x="1425" y="895"/>
                                    </a:lnTo>
                                    <a:lnTo>
                                      <a:pt x="1418" y="1017"/>
                                    </a:lnTo>
                                    <a:lnTo>
                                      <a:pt x="1418" y="1008"/>
                                    </a:lnTo>
                                    <a:lnTo>
                                      <a:pt x="43" y="394"/>
                                    </a:lnTo>
                                    <a:lnTo>
                                      <a:pt x="25" y="261"/>
                                    </a:lnTo>
                                    <a:lnTo>
                                      <a:pt x="10" y="12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0" y="625475"/>
                                <a:ext cx="2454275" cy="1308100"/>
                              </a:xfrm>
                              <a:custGeom>
                                <a:avLst/>
                                <a:gdLst>
                                  <a:gd name="T0" fmla="*/ 0 w 1546"/>
                                  <a:gd name="T1" fmla="*/ 0 h 824"/>
                                  <a:gd name="T2" fmla="*/ 1539 w 1546"/>
                                  <a:gd name="T3" fmla="*/ 690 h 824"/>
                                  <a:gd name="T4" fmla="*/ 1546 w 1546"/>
                                  <a:gd name="T5" fmla="*/ 672 h 824"/>
                                  <a:gd name="T6" fmla="*/ 1519 w 1546"/>
                                  <a:gd name="T7" fmla="*/ 747 h 824"/>
                                  <a:gd name="T8" fmla="*/ 1498 w 1546"/>
                                  <a:gd name="T9" fmla="*/ 824 h 824"/>
                                  <a:gd name="T10" fmla="*/ 6 w 1546"/>
                                  <a:gd name="T11" fmla="*/ 158 h 824"/>
                                  <a:gd name="T12" fmla="*/ 0 w 1546"/>
                                  <a:gd name="T13" fmla="*/ 79 h 824"/>
                                  <a:gd name="T14" fmla="*/ 0 w 1546"/>
                                  <a:gd name="T15" fmla="*/ 0 h 8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546" h="824">
                                    <a:moveTo>
                                      <a:pt x="0" y="0"/>
                                    </a:moveTo>
                                    <a:lnTo>
                                      <a:pt x="1539" y="690"/>
                                    </a:lnTo>
                                    <a:lnTo>
                                      <a:pt x="1546" y="672"/>
                                    </a:lnTo>
                                    <a:lnTo>
                                      <a:pt x="1519" y="747"/>
                                    </a:lnTo>
                                    <a:lnTo>
                                      <a:pt x="1498" y="824"/>
                                    </a:lnTo>
                                    <a:lnTo>
                                      <a:pt x="6" y="158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4650" cy="1336675"/>
                              </a:xfrm>
                              <a:custGeom>
                                <a:avLst/>
                                <a:gdLst>
                                  <a:gd name="T0" fmla="*/ 0 w 1836"/>
                                  <a:gd name="T1" fmla="*/ 0 h 842"/>
                                  <a:gd name="T2" fmla="*/ 606 w 1836"/>
                                  <a:gd name="T3" fmla="*/ 0 h 842"/>
                                  <a:gd name="T4" fmla="*/ 1833 w 1836"/>
                                  <a:gd name="T5" fmla="*/ 550 h 842"/>
                                  <a:gd name="T6" fmla="*/ 1836 w 1836"/>
                                  <a:gd name="T7" fmla="*/ 545 h 842"/>
                                  <a:gd name="T8" fmla="*/ 1768 w 1836"/>
                                  <a:gd name="T9" fmla="*/ 640 h 842"/>
                                  <a:gd name="T10" fmla="*/ 1706 w 1836"/>
                                  <a:gd name="T11" fmla="*/ 740 h 842"/>
                                  <a:gd name="T12" fmla="*/ 1646 w 1836"/>
                                  <a:gd name="T13" fmla="*/ 842 h 842"/>
                                  <a:gd name="T14" fmla="*/ 1646 w 1836"/>
                                  <a:gd name="T15" fmla="*/ 842 h 842"/>
                                  <a:gd name="T16" fmla="*/ 0 w 1836"/>
                                  <a:gd name="T17" fmla="*/ 104 h 842"/>
                                  <a:gd name="T18" fmla="*/ 0 w 1836"/>
                                  <a:gd name="T19" fmla="*/ 0 h 8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836" h="842">
                                    <a:moveTo>
                                      <a:pt x="0" y="0"/>
                                    </a:moveTo>
                                    <a:lnTo>
                                      <a:pt x="606" y="0"/>
                                    </a:lnTo>
                                    <a:lnTo>
                                      <a:pt x="1833" y="550"/>
                                    </a:lnTo>
                                    <a:lnTo>
                                      <a:pt x="1836" y="545"/>
                                    </a:lnTo>
                                    <a:lnTo>
                                      <a:pt x="1768" y="640"/>
                                    </a:lnTo>
                                    <a:lnTo>
                                      <a:pt x="1706" y="740"/>
                                    </a:lnTo>
                                    <a:lnTo>
                                      <a:pt x="1646" y="842"/>
                                    </a:lnTo>
                                    <a:lnTo>
                                      <a:pt x="1646" y="842"/>
                                    </a:lnTo>
                                    <a:lnTo>
                                      <a:pt x="0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1347788" y="0"/>
                                <a:ext cx="1824038" cy="754063"/>
                              </a:xfrm>
                              <a:custGeom>
                                <a:avLst/>
                                <a:gdLst>
                                  <a:gd name="T0" fmla="*/ 0 w 1149"/>
                                  <a:gd name="T1" fmla="*/ 0 h 475"/>
                                  <a:gd name="T2" fmla="*/ 344 w 1149"/>
                                  <a:gd name="T3" fmla="*/ 0 h 475"/>
                                  <a:gd name="T4" fmla="*/ 1143 w 1149"/>
                                  <a:gd name="T5" fmla="*/ 356 h 475"/>
                                  <a:gd name="T6" fmla="*/ 1149 w 1149"/>
                                  <a:gd name="T7" fmla="*/ 351 h 475"/>
                                  <a:gd name="T8" fmla="*/ 1095 w 1149"/>
                                  <a:gd name="T9" fmla="*/ 412 h 475"/>
                                  <a:gd name="T10" fmla="*/ 1043 w 1149"/>
                                  <a:gd name="T11" fmla="*/ 475 h 475"/>
                                  <a:gd name="T12" fmla="*/ 1046 w 1149"/>
                                  <a:gd name="T13" fmla="*/ 469 h 475"/>
                                  <a:gd name="T14" fmla="*/ 0 w 1149"/>
                                  <a:gd name="T15" fmla="*/ 0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49" h="475">
                                    <a:moveTo>
                                      <a:pt x="0" y="0"/>
                                    </a:moveTo>
                                    <a:lnTo>
                                      <a:pt x="344" y="0"/>
                                    </a:lnTo>
                                    <a:lnTo>
                                      <a:pt x="1143" y="356"/>
                                    </a:lnTo>
                                    <a:lnTo>
                                      <a:pt x="1149" y="351"/>
                                    </a:lnTo>
                                    <a:lnTo>
                                      <a:pt x="1095" y="412"/>
                                    </a:lnTo>
                                    <a:lnTo>
                                      <a:pt x="1043" y="475"/>
                                    </a:lnTo>
                                    <a:lnTo>
                                      <a:pt x="1046" y="4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2924175" y="0"/>
                                <a:ext cx="835025" cy="247650"/>
                              </a:xfrm>
                              <a:custGeom>
                                <a:avLst/>
                                <a:gdLst>
                                  <a:gd name="T0" fmla="*/ 0 w 526"/>
                                  <a:gd name="T1" fmla="*/ 0 h 156"/>
                                  <a:gd name="T2" fmla="*/ 526 w 526"/>
                                  <a:gd name="T3" fmla="*/ 0 h 156"/>
                                  <a:gd name="T4" fmla="*/ 439 w 526"/>
                                  <a:gd name="T5" fmla="*/ 73 h 156"/>
                                  <a:gd name="T6" fmla="*/ 347 w 526"/>
                                  <a:gd name="T7" fmla="*/ 156 h 156"/>
                                  <a:gd name="T8" fmla="*/ 347 w 526"/>
                                  <a:gd name="T9" fmla="*/ 156 h 156"/>
                                  <a:gd name="T10" fmla="*/ 0 w 526"/>
                                  <a:gd name="T11" fmla="*/ 0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26" h="156">
                                    <a:moveTo>
                                      <a:pt x="0" y="0"/>
                                    </a:moveTo>
                                    <a:lnTo>
                                      <a:pt x="526" y="0"/>
                                    </a:lnTo>
                                    <a:lnTo>
                                      <a:pt x="439" y="73"/>
                                    </a:lnTo>
                                    <a:lnTo>
                                      <a:pt x="347" y="156"/>
                                    </a:lnTo>
                                    <a:lnTo>
                                      <a:pt x="347" y="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4" name="Freeform 24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6862763" cy="9382125"/>
                            </a:xfrm>
                            <a:custGeom>
                              <a:avLst/>
                              <a:gdLst>
                                <a:gd name="T0" fmla="*/ 622 w 4323"/>
                                <a:gd name="T1" fmla="*/ 5765 h 5910"/>
                                <a:gd name="T2" fmla="*/ 0 w 4323"/>
                                <a:gd name="T3" fmla="*/ 4138 h 5910"/>
                                <a:gd name="T4" fmla="*/ 1272 w 4323"/>
                                <a:gd name="T5" fmla="*/ 5543 h 5910"/>
                                <a:gd name="T6" fmla="*/ 1009 w 4323"/>
                                <a:gd name="T7" fmla="*/ 4056 h 5910"/>
                                <a:gd name="T8" fmla="*/ 529 w 4323"/>
                                <a:gd name="T9" fmla="*/ 4056 h 5910"/>
                                <a:gd name="T10" fmla="*/ 1564 w 4323"/>
                                <a:gd name="T11" fmla="*/ 3893 h 5910"/>
                                <a:gd name="T12" fmla="*/ 1775 w 4323"/>
                                <a:gd name="T13" fmla="*/ 5073 h 5910"/>
                                <a:gd name="T14" fmla="*/ 1439 w 4323"/>
                                <a:gd name="T15" fmla="*/ 3943 h 5910"/>
                                <a:gd name="T16" fmla="*/ 1818 w 4323"/>
                                <a:gd name="T17" fmla="*/ 4199 h 5910"/>
                                <a:gd name="T18" fmla="*/ 4151 w 4323"/>
                                <a:gd name="T19" fmla="*/ 1032 h 5910"/>
                                <a:gd name="T20" fmla="*/ 4278 w 4323"/>
                                <a:gd name="T21" fmla="*/ 1229 h 5910"/>
                                <a:gd name="T22" fmla="*/ 3950 w 4323"/>
                                <a:gd name="T23" fmla="*/ 1227 h 5910"/>
                                <a:gd name="T24" fmla="*/ 4056 w 4323"/>
                                <a:gd name="T25" fmla="*/ 1039 h 5910"/>
                                <a:gd name="T26" fmla="*/ 2942 w 4323"/>
                                <a:gd name="T27" fmla="*/ 597 h 5910"/>
                                <a:gd name="T28" fmla="*/ 3017 w 4323"/>
                                <a:gd name="T29" fmla="*/ 869 h 5910"/>
                                <a:gd name="T30" fmla="*/ 2802 w 4323"/>
                                <a:gd name="T31" fmla="*/ 1061 h 5910"/>
                                <a:gd name="T32" fmla="*/ 2521 w 4323"/>
                                <a:gd name="T33" fmla="*/ 923 h 5910"/>
                                <a:gd name="T34" fmla="*/ 2531 w 4323"/>
                                <a:gd name="T35" fmla="*/ 647 h 5910"/>
                                <a:gd name="T36" fmla="*/ 2764 w 4323"/>
                                <a:gd name="T37" fmla="*/ 516 h 5910"/>
                                <a:gd name="T38" fmla="*/ 2504 w 4323"/>
                                <a:gd name="T39" fmla="*/ 681 h 5910"/>
                                <a:gd name="T40" fmla="*/ 2537 w 4323"/>
                                <a:gd name="T41" fmla="*/ 964 h 5910"/>
                                <a:gd name="T42" fmla="*/ 2856 w 4323"/>
                                <a:gd name="T43" fmla="*/ 1053 h 5910"/>
                                <a:gd name="T44" fmla="*/ 3033 w 4323"/>
                                <a:gd name="T45" fmla="*/ 833 h 5910"/>
                                <a:gd name="T46" fmla="*/ 2911 w 4323"/>
                                <a:gd name="T47" fmla="*/ 563 h 5910"/>
                                <a:gd name="T48" fmla="*/ 2959 w 4323"/>
                                <a:gd name="T49" fmla="*/ 150 h 5910"/>
                                <a:gd name="T50" fmla="*/ 3359 w 4323"/>
                                <a:gd name="T51" fmla="*/ 494 h 5910"/>
                                <a:gd name="T52" fmla="*/ 3397 w 4323"/>
                                <a:gd name="T53" fmla="*/ 1003 h 5910"/>
                                <a:gd name="T54" fmla="*/ 3067 w 4323"/>
                                <a:gd name="T55" fmla="*/ 1392 h 5910"/>
                                <a:gd name="T56" fmla="*/ 2555 w 4323"/>
                                <a:gd name="T57" fmla="*/ 1437 h 5910"/>
                                <a:gd name="T58" fmla="*/ 2155 w 4323"/>
                                <a:gd name="T59" fmla="*/ 1095 h 5910"/>
                                <a:gd name="T60" fmla="*/ 2121 w 4323"/>
                                <a:gd name="T61" fmla="*/ 575 h 5910"/>
                                <a:gd name="T62" fmla="*/ 2517 w 4323"/>
                                <a:gd name="T63" fmla="*/ 165 h 5910"/>
                                <a:gd name="T64" fmla="*/ 4165 w 4323"/>
                                <a:gd name="T65" fmla="*/ 38 h 5910"/>
                                <a:gd name="T66" fmla="*/ 4138 w 4323"/>
                                <a:gd name="T67" fmla="*/ 245 h 5910"/>
                                <a:gd name="T68" fmla="*/ 3927 w 4323"/>
                                <a:gd name="T69" fmla="*/ 195 h 5910"/>
                                <a:gd name="T70" fmla="*/ 3991 w 4323"/>
                                <a:gd name="T71" fmla="*/ 0 h 5910"/>
                                <a:gd name="T72" fmla="*/ 3903 w 4323"/>
                                <a:gd name="T73" fmla="*/ 129 h 5910"/>
                                <a:gd name="T74" fmla="*/ 4070 w 4323"/>
                                <a:gd name="T75" fmla="*/ 279 h 5910"/>
                                <a:gd name="T76" fmla="*/ 4206 w 4323"/>
                                <a:gd name="T77" fmla="*/ 127 h 5910"/>
                                <a:gd name="T78" fmla="*/ 4323 w 4323"/>
                                <a:gd name="T79" fmla="*/ 269 h 5910"/>
                                <a:gd name="T80" fmla="*/ 4070 w 4323"/>
                                <a:gd name="T81" fmla="*/ 434 h 5910"/>
                                <a:gd name="T82" fmla="*/ 3791 w 4323"/>
                                <a:gd name="T83" fmla="*/ 279 h 5910"/>
                                <a:gd name="T84" fmla="*/ 3780 w 4323"/>
                                <a:gd name="T85" fmla="*/ 0 h 5910"/>
                                <a:gd name="T86" fmla="*/ 3746 w 4323"/>
                                <a:gd name="T87" fmla="*/ 179 h 5910"/>
                                <a:gd name="T88" fmla="*/ 3973 w 4323"/>
                                <a:gd name="T89" fmla="*/ 432 h 5910"/>
                                <a:gd name="T90" fmla="*/ 4285 w 4323"/>
                                <a:gd name="T91" fmla="*/ 339 h 5910"/>
                                <a:gd name="T92" fmla="*/ 4289 w 4323"/>
                                <a:gd name="T93" fmla="*/ 1195 h 5910"/>
                                <a:gd name="T94" fmla="*/ 4118 w 4323"/>
                                <a:gd name="T95" fmla="*/ 1019 h 5910"/>
                                <a:gd name="T96" fmla="*/ 3943 w 4323"/>
                                <a:gd name="T97" fmla="*/ 1159 h 5910"/>
                                <a:gd name="T98" fmla="*/ 3577 w 4323"/>
                                <a:gd name="T99" fmla="*/ 1345 h 5910"/>
                                <a:gd name="T100" fmla="*/ 2805 w 4323"/>
                                <a:gd name="T101" fmla="*/ 1756 h 5910"/>
                                <a:gd name="T102" fmla="*/ 2352 w 4323"/>
                                <a:gd name="T103" fmla="*/ 1886 h 5910"/>
                                <a:gd name="T104" fmla="*/ 2069 w 4323"/>
                                <a:gd name="T105" fmla="*/ 1362 h 5910"/>
                                <a:gd name="T106" fmla="*/ 2008 w 4323"/>
                                <a:gd name="T107" fmla="*/ 804 h 5910"/>
                                <a:gd name="T108" fmla="*/ 2076 w 4323"/>
                                <a:gd name="T109" fmla="*/ 794 h 5910"/>
                                <a:gd name="T110" fmla="*/ 2284 w 4323"/>
                                <a:gd name="T111" fmla="*/ 1284 h 5910"/>
                                <a:gd name="T112" fmla="*/ 2777 w 4323"/>
                                <a:gd name="T113" fmla="*/ 1476 h 5910"/>
                                <a:gd name="T114" fmla="*/ 3251 w 4323"/>
                                <a:gd name="T115" fmla="*/ 1263 h 5910"/>
                                <a:gd name="T116" fmla="*/ 3438 w 4323"/>
                                <a:gd name="T117" fmla="*/ 794 h 5910"/>
                                <a:gd name="T118" fmla="*/ 3230 w 4323"/>
                                <a:gd name="T119" fmla="*/ 303 h 5910"/>
                                <a:gd name="T120" fmla="*/ 2737 w 4323"/>
                                <a:gd name="T121" fmla="*/ 111 h 59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4323" h="5910">
                                  <a:moveTo>
                                    <a:pt x="0" y="5863"/>
                                  </a:moveTo>
                                  <a:lnTo>
                                    <a:pt x="18" y="5910"/>
                                  </a:lnTo>
                                  <a:lnTo>
                                    <a:pt x="16" y="5910"/>
                                  </a:lnTo>
                                  <a:lnTo>
                                    <a:pt x="0" y="5910"/>
                                  </a:lnTo>
                                  <a:lnTo>
                                    <a:pt x="0" y="5863"/>
                                  </a:lnTo>
                                  <a:close/>
                                  <a:moveTo>
                                    <a:pt x="0" y="4138"/>
                                  </a:moveTo>
                                  <a:lnTo>
                                    <a:pt x="622" y="5765"/>
                                  </a:lnTo>
                                  <a:lnTo>
                                    <a:pt x="505" y="5797"/>
                                  </a:lnTo>
                                  <a:lnTo>
                                    <a:pt x="393" y="5826"/>
                                  </a:lnTo>
                                  <a:lnTo>
                                    <a:pt x="283" y="5851"/>
                                  </a:lnTo>
                                  <a:lnTo>
                                    <a:pt x="179" y="5874"/>
                                  </a:lnTo>
                                  <a:lnTo>
                                    <a:pt x="84" y="5896"/>
                                  </a:lnTo>
                                  <a:lnTo>
                                    <a:pt x="0" y="5677"/>
                                  </a:lnTo>
                                  <a:lnTo>
                                    <a:pt x="0" y="4138"/>
                                  </a:lnTo>
                                  <a:close/>
                                  <a:moveTo>
                                    <a:pt x="1116" y="4036"/>
                                  </a:moveTo>
                                  <a:lnTo>
                                    <a:pt x="1612" y="5333"/>
                                  </a:lnTo>
                                  <a:lnTo>
                                    <a:pt x="1560" y="5378"/>
                                  </a:lnTo>
                                  <a:lnTo>
                                    <a:pt x="1500" y="5421"/>
                                  </a:lnTo>
                                  <a:lnTo>
                                    <a:pt x="1431" y="5464"/>
                                  </a:lnTo>
                                  <a:lnTo>
                                    <a:pt x="1354" y="5503"/>
                                  </a:lnTo>
                                  <a:lnTo>
                                    <a:pt x="1272" y="5543"/>
                                  </a:lnTo>
                                  <a:lnTo>
                                    <a:pt x="1182" y="5580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699" y="4070"/>
                                  </a:lnTo>
                                  <a:lnTo>
                                    <a:pt x="794" y="4072"/>
                                  </a:lnTo>
                                  <a:lnTo>
                                    <a:pt x="901" y="4067"/>
                                  </a:lnTo>
                                  <a:lnTo>
                                    <a:pt x="1009" y="4056"/>
                                  </a:lnTo>
                                  <a:lnTo>
                                    <a:pt x="1116" y="4036"/>
                                  </a:lnTo>
                                  <a:close/>
                                  <a:moveTo>
                                    <a:pt x="0" y="3929"/>
                                  </a:moveTo>
                                  <a:lnTo>
                                    <a:pt x="117" y="3966"/>
                                  </a:lnTo>
                                  <a:lnTo>
                                    <a:pt x="253" y="4004"/>
                                  </a:lnTo>
                                  <a:lnTo>
                                    <a:pt x="391" y="4034"/>
                                  </a:lnTo>
                                  <a:lnTo>
                                    <a:pt x="532" y="4056"/>
                                  </a:lnTo>
                                  <a:lnTo>
                                    <a:pt x="529" y="4056"/>
                                  </a:lnTo>
                                  <a:lnTo>
                                    <a:pt x="1122" y="5605"/>
                                  </a:lnTo>
                                  <a:lnTo>
                                    <a:pt x="978" y="5657"/>
                                  </a:lnTo>
                                  <a:lnTo>
                                    <a:pt x="830" y="5704"/>
                                  </a:lnTo>
                                  <a:lnTo>
                                    <a:pt x="681" y="5749"/>
                                  </a:lnTo>
                                  <a:lnTo>
                                    <a:pt x="0" y="3970"/>
                                  </a:lnTo>
                                  <a:lnTo>
                                    <a:pt x="0" y="3929"/>
                                  </a:lnTo>
                                  <a:close/>
                                  <a:moveTo>
                                    <a:pt x="1564" y="3893"/>
                                  </a:moveTo>
                                  <a:lnTo>
                                    <a:pt x="1836" y="4606"/>
                                  </a:lnTo>
                                  <a:lnTo>
                                    <a:pt x="1836" y="4686"/>
                                  </a:lnTo>
                                  <a:lnTo>
                                    <a:pt x="1835" y="4767"/>
                                  </a:lnTo>
                                  <a:lnTo>
                                    <a:pt x="1827" y="4846"/>
                                  </a:lnTo>
                                  <a:lnTo>
                                    <a:pt x="1815" y="4925"/>
                                  </a:lnTo>
                                  <a:lnTo>
                                    <a:pt x="1799" y="5000"/>
                                  </a:lnTo>
                                  <a:lnTo>
                                    <a:pt x="1775" y="5073"/>
                                  </a:lnTo>
                                  <a:lnTo>
                                    <a:pt x="1747" y="5145"/>
                                  </a:lnTo>
                                  <a:lnTo>
                                    <a:pt x="1709" y="5213"/>
                                  </a:lnTo>
                                  <a:lnTo>
                                    <a:pt x="1663" y="5278"/>
                                  </a:lnTo>
                                  <a:lnTo>
                                    <a:pt x="1182" y="4022"/>
                                  </a:lnTo>
                                  <a:lnTo>
                                    <a:pt x="1181" y="4022"/>
                                  </a:lnTo>
                                  <a:lnTo>
                                    <a:pt x="1311" y="3986"/>
                                  </a:lnTo>
                                  <a:lnTo>
                                    <a:pt x="1439" y="3943"/>
                                  </a:lnTo>
                                  <a:lnTo>
                                    <a:pt x="1564" y="3893"/>
                                  </a:lnTo>
                                  <a:close/>
                                  <a:moveTo>
                                    <a:pt x="1869" y="3733"/>
                                  </a:moveTo>
                                  <a:lnTo>
                                    <a:pt x="1843" y="3821"/>
                                  </a:lnTo>
                                  <a:lnTo>
                                    <a:pt x="1829" y="3913"/>
                                  </a:lnTo>
                                  <a:lnTo>
                                    <a:pt x="1820" y="4006"/>
                                  </a:lnTo>
                                  <a:lnTo>
                                    <a:pt x="1818" y="4101"/>
                                  </a:lnTo>
                                  <a:lnTo>
                                    <a:pt x="1818" y="4199"/>
                                  </a:lnTo>
                                  <a:lnTo>
                                    <a:pt x="1824" y="4298"/>
                                  </a:lnTo>
                                  <a:lnTo>
                                    <a:pt x="1827" y="4396"/>
                                  </a:lnTo>
                                  <a:lnTo>
                                    <a:pt x="1625" y="3864"/>
                                  </a:lnTo>
                                  <a:lnTo>
                                    <a:pt x="1749" y="3801"/>
                                  </a:lnTo>
                                  <a:lnTo>
                                    <a:pt x="1869" y="3733"/>
                                  </a:lnTo>
                                  <a:close/>
                                  <a:moveTo>
                                    <a:pt x="4118" y="1028"/>
                                  </a:moveTo>
                                  <a:lnTo>
                                    <a:pt x="4151" y="1032"/>
                                  </a:lnTo>
                                  <a:lnTo>
                                    <a:pt x="4183" y="1043"/>
                                  </a:lnTo>
                                  <a:lnTo>
                                    <a:pt x="4215" y="1062"/>
                                  </a:lnTo>
                                  <a:lnTo>
                                    <a:pt x="4244" y="1089"/>
                                  </a:lnTo>
                                  <a:lnTo>
                                    <a:pt x="4264" y="1120"/>
                                  </a:lnTo>
                                  <a:lnTo>
                                    <a:pt x="4276" y="1155"/>
                                  </a:lnTo>
                                  <a:lnTo>
                                    <a:pt x="4281" y="1195"/>
                                  </a:lnTo>
                                  <a:lnTo>
                                    <a:pt x="4278" y="1229"/>
                                  </a:lnTo>
                                  <a:lnTo>
                                    <a:pt x="4267" y="1263"/>
                                  </a:lnTo>
                                  <a:lnTo>
                                    <a:pt x="4262" y="1272"/>
                                  </a:lnTo>
                                  <a:lnTo>
                                    <a:pt x="4258" y="1279"/>
                                  </a:lnTo>
                                  <a:lnTo>
                                    <a:pt x="4117" y="1279"/>
                                  </a:lnTo>
                                  <a:lnTo>
                                    <a:pt x="3973" y="1284"/>
                                  </a:lnTo>
                                  <a:lnTo>
                                    <a:pt x="3959" y="1258"/>
                                  </a:lnTo>
                                  <a:lnTo>
                                    <a:pt x="3950" y="1227"/>
                                  </a:lnTo>
                                  <a:lnTo>
                                    <a:pt x="3948" y="1195"/>
                                  </a:lnTo>
                                  <a:lnTo>
                                    <a:pt x="3952" y="1161"/>
                                  </a:lnTo>
                                  <a:lnTo>
                                    <a:pt x="3963" y="1127"/>
                                  </a:lnTo>
                                  <a:lnTo>
                                    <a:pt x="3979" y="1098"/>
                                  </a:lnTo>
                                  <a:lnTo>
                                    <a:pt x="4000" y="1073"/>
                                  </a:lnTo>
                                  <a:lnTo>
                                    <a:pt x="4025" y="1053"/>
                                  </a:lnTo>
                                  <a:lnTo>
                                    <a:pt x="4056" y="1039"/>
                                  </a:lnTo>
                                  <a:lnTo>
                                    <a:pt x="4086" y="1030"/>
                                  </a:lnTo>
                                  <a:lnTo>
                                    <a:pt x="4118" y="1028"/>
                                  </a:lnTo>
                                  <a:close/>
                                  <a:moveTo>
                                    <a:pt x="2764" y="523"/>
                                  </a:moveTo>
                                  <a:lnTo>
                                    <a:pt x="2816" y="530"/>
                                  </a:lnTo>
                                  <a:lnTo>
                                    <a:pt x="2866" y="548"/>
                                  </a:lnTo>
                                  <a:lnTo>
                                    <a:pt x="2906" y="570"/>
                                  </a:lnTo>
                                  <a:lnTo>
                                    <a:pt x="2942" y="597"/>
                                  </a:lnTo>
                                  <a:lnTo>
                                    <a:pt x="2970" y="629"/>
                                  </a:lnTo>
                                  <a:lnTo>
                                    <a:pt x="2993" y="666"/>
                                  </a:lnTo>
                                  <a:lnTo>
                                    <a:pt x="3011" y="706"/>
                                  </a:lnTo>
                                  <a:lnTo>
                                    <a:pt x="3022" y="749"/>
                                  </a:lnTo>
                                  <a:lnTo>
                                    <a:pt x="3028" y="794"/>
                                  </a:lnTo>
                                  <a:lnTo>
                                    <a:pt x="3024" y="831"/>
                                  </a:lnTo>
                                  <a:lnTo>
                                    <a:pt x="3017" y="869"/>
                                  </a:lnTo>
                                  <a:lnTo>
                                    <a:pt x="3002" y="905"/>
                                  </a:lnTo>
                                  <a:lnTo>
                                    <a:pt x="2983" y="942"/>
                                  </a:lnTo>
                                  <a:lnTo>
                                    <a:pt x="2958" y="975"/>
                                  </a:lnTo>
                                  <a:lnTo>
                                    <a:pt x="2927" y="1005"/>
                                  </a:lnTo>
                                  <a:lnTo>
                                    <a:pt x="2891" y="1028"/>
                                  </a:lnTo>
                                  <a:lnTo>
                                    <a:pt x="2854" y="1046"/>
                                  </a:lnTo>
                                  <a:lnTo>
                                    <a:pt x="2802" y="1061"/>
                                  </a:lnTo>
                                  <a:lnTo>
                                    <a:pt x="2750" y="1064"/>
                                  </a:lnTo>
                                  <a:lnTo>
                                    <a:pt x="2698" y="1057"/>
                                  </a:lnTo>
                                  <a:lnTo>
                                    <a:pt x="2648" y="1041"/>
                                  </a:lnTo>
                                  <a:lnTo>
                                    <a:pt x="2608" y="1019"/>
                                  </a:lnTo>
                                  <a:lnTo>
                                    <a:pt x="2574" y="991"/>
                                  </a:lnTo>
                                  <a:lnTo>
                                    <a:pt x="2544" y="958"/>
                                  </a:lnTo>
                                  <a:lnTo>
                                    <a:pt x="2521" y="923"/>
                                  </a:lnTo>
                                  <a:lnTo>
                                    <a:pt x="2503" y="881"/>
                                  </a:lnTo>
                                  <a:lnTo>
                                    <a:pt x="2492" y="838"/>
                                  </a:lnTo>
                                  <a:lnTo>
                                    <a:pt x="2488" y="794"/>
                                  </a:lnTo>
                                  <a:lnTo>
                                    <a:pt x="2490" y="756"/>
                                  </a:lnTo>
                                  <a:lnTo>
                                    <a:pt x="2499" y="720"/>
                                  </a:lnTo>
                                  <a:lnTo>
                                    <a:pt x="2512" y="684"/>
                                  </a:lnTo>
                                  <a:lnTo>
                                    <a:pt x="2531" y="647"/>
                                  </a:lnTo>
                                  <a:lnTo>
                                    <a:pt x="2558" y="613"/>
                                  </a:lnTo>
                                  <a:lnTo>
                                    <a:pt x="2589" y="584"/>
                                  </a:lnTo>
                                  <a:lnTo>
                                    <a:pt x="2623" y="561"/>
                                  </a:lnTo>
                                  <a:lnTo>
                                    <a:pt x="2662" y="541"/>
                                  </a:lnTo>
                                  <a:lnTo>
                                    <a:pt x="2712" y="528"/>
                                  </a:lnTo>
                                  <a:lnTo>
                                    <a:pt x="2764" y="523"/>
                                  </a:lnTo>
                                  <a:close/>
                                  <a:moveTo>
                                    <a:pt x="2764" y="516"/>
                                  </a:moveTo>
                                  <a:lnTo>
                                    <a:pt x="2710" y="520"/>
                                  </a:lnTo>
                                  <a:lnTo>
                                    <a:pt x="2659" y="534"/>
                                  </a:lnTo>
                                  <a:lnTo>
                                    <a:pt x="2619" y="554"/>
                                  </a:lnTo>
                                  <a:lnTo>
                                    <a:pt x="2583" y="577"/>
                                  </a:lnTo>
                                  <a:lnTo>
                                    <a:pt x="2551" y="607"/>
                                  </a:lnTo>
                                  <a:lnTo>
                                    <a:pt x="2524" y="641"/>
                                  </a:lnTo>
                                  <a:lnTo>
                                    <a:pt x="2504" y="681"/>
                                  </a:lnTo>
                                  <a:lnTo>
                                    <a:pt x="2490" y="717"/>
                                  </a:lnTo>
                                  <a:lnTo>
                                    <a:pt x="2483" y="756"/>
                                  </a:lnTo>
                                  <a:lnTo>
                                    <a:pt x="2479" y="794"/>
                                  </a:lnTo>
                                  <a:lnTo>
                                    <a:pt x="2483" y="840"/>
                                  </a:lnTo>
                                  <a:lnTo>
                                    <a:pt x="2495" y="885"/>
                                  </a:lnTo>
                                  <a:lnTo>
                                    <a:pt x="2513" y="926"/>
                                  </a:lnTo>
                                  <a:lnTo>
                                    <a:pt x="2537" y="964"/>
                                  </a:lnTo>
                                  <a:lnTo>
                                    <a:pt x="2567" y="998"/>
                                  </a:lnTo>
                                  <a:lnTo>
                                    <a:pt x="2603" y="1027"/>
                                  </a:lnTo>
                                  <a:lnTo>
                                    <a:pt x="2644" y="1048"/>
                                  </a:lnTo>
                                  <a:lnTo>
                                    <a:pt x="2696" y="1066"/>
                                  </a:lnTo>
                                  <a:lnTo>
                                    <a:pt x="2750" y="1073"/>
                                  </a:lnTo>
                                  <a:lnTo>
                                    <a:pt x="2804" y="1069"/>
                                  </a:lnTo>
                                  <a:lnTo>
                                    <a:pt x="2856" y="1053"/>
                                  </a:lnTo>
                                  <a:lnTo>
                                    <a:pt x="2897" y="1035"/>
                                  </a:lnTo>
                                  <a:lnTo>
                                    <a:pt x="2933" y="1010"/>
                                  </a:lnTo>
                                  <a:lnTo>
                                    <a:pt x="2963" y="980"/>
                                  </a:lnTo>
                                  <a:lnTo>
                                    <a:pt x="2990" y="946"/>
                                  </a:lnTo>
                                  <a:lnTo>
                                    <a:pt x="3011" y="908"/>
                                  </a:lnTo>
                                  <a:lnTo>
                                    <a:pt x="3024" y="871"/>
                                  </a:lnTo>
                                  <a:lnTo>
                                    <a:pt x="3033" y="833"/>
                                  </a:lnTo>
                                  <a:lnTo>
                                    <a:pt x="3035" y="794"/>
                                  </a:lnTo>
                                  <a:lnTo>
                                    <a:pt x="3031" y="749"/>
                                  </a:lnTo>
                                  <a:lnTo>
                                    <a:pt x="3020" y="704"/>
                                  </a:lnTo>
                                  <a:lnTo>
                                    <a:pt x="3002" y="663"/>
                                  </a:lnTo>
                                  <a:lnTo>
                                    <a:pt x="2977" y="623"/>
                                  </a:lnTo>
                                  <a:lnTo>
                                    <a:pt x="2947" y="591"/>
                                  </a:lnTo>
                                  <a:lnTo>
                                    <a:pt x="2911" y="563"/>
                                  </a:lnTo>
                                  <a:lnTo>
                                    <a:pt x="2870" y="539"/>
                                  </a:lnTo>
                                  <a:lnTo>
                                    <a:pt x="2818" y="523"/>
                                  </a:lnTo>
                                  <a:lnTo>
                                    <a:pt x="2764" y="516"/>
                                  </a:lnTo>
                                  <a:close/>
                                  <a:moveTo>
                                    <a:pt x="2739" y="120"/>
                                  </a:moveTo>
                                  <a:lnTo>
                                    <a:pt x="2813" y="122"/>
                                  </a:lnTo>
                                  <a:lnTo>
                                    <a:pt x="2888" y="133"/>
                                  </a:lnTo>
                                  <a:lnTo>
                                    <a:pt x="2959" y="150"/>
                                  </a:lnTo>
                                  <a:lnTo>
                                    <a:pt x="3031" y="177"/>
                                  </a:lnTo>
                                  <a:lnTo>
                                    <a:pt x="3101" y="215"/>
                                  </a:lnTo>
                                  <a:lnTo>
                                    <a:pt x="3165" y="258"/>
                                  </a:lnTo>
                                  <a:lnTo>
                                    <a:pt x="3225" y="308"/>
                                  </a:lnTo>
                                  <a:lnTo>
                                    <a:pt x="3277" y="365"/>
                                  </a:lnTo>
                                  <a:lnTo>
                                    <a:pt x="3321" y="426"/>
                                  </a:lnTo>
                                  <a:lnTo>
                                    <a:pt x="3359" y="494"/>
                                  </a:lnTo>
                                  <a:lnTo>
                                    <a:pt x="3389" y="564"/>
                                  </a:lnTo>
                                  <a:lnTo>
                                    <a:pt x="3411" y="638"/>
                                  </a:lnTo>
                                  <a:lnTo>
                                    <a:pt x="3425" y="715"/>
                                  </a:lnTo>
                                  <a:lnTo>
                                    <a:pt x="3431" y="794"/>
                                  </a:lnTo>
                                  <a:lnTo>
                                    <a:pt x="3427" y="865"/>
                                  </a:lnTo>
                                  <a:lnTo>
                                    <a:pt x="3414" y="935"/>
                                  </a:lnTo>
                                  <a:lnTo>
                                    <a:pt x="3397" y="1003"/>
                                  </a:lnTo>
                                  <a:lnTo>
                                    <a:pt x="3371" y="1069"/>
                                  </a:lnTo>
                                  <a:lnTo>
                                    <a:pt x="3336" y="1138"/>
                                  </a:lnTo>
                                  <a:lnTo>
                                    <a:pt x="3294" y="1200"/>
                                  </a:lnTo>
                                  <a:lnTo>
                                    <a:pt x="3246" y="1258"/>
                                  </a:lnTo>
                                  <a:lnTo>
                                    <a:pt x="3192" y="1310"/>
                                  </a:lnTo>
                                  <a:lnTo>
                                    <a:pt x="3131" y="1354"/>
                                  </a:lnTo>
                                  <a:lnTo>
                                    <a:pt x="3067" y="1392"/>
                                  </a:lnTo>
                                  <a:lnTo>
                                    <a:pt x="2997" y="1424"/>
                                  </a:lnTo>
                                  <a:lnTo>
                                    <a:pt x="2924" y="1447"/>
                                  </a:lnTo>
                                  <a:lnTo>
                                    <a:pt x="2850" y="1462"/>
                                  </a:lnTo>
                                  <a:lnTo>
                                    <a:pt x="2777" y="1469"/>
                                  </a:lnTo>
                                  <a:lnTo>
                                    <a:pt x="2701" y="1467"/>
                                  </a:lnTo>
                                  <a:lnTo>
                                    <a:pt x="2628" y="1456"/>
                                  </a:lnTo>
                                  <a:lnTo>
                                    <a:pt x="2555" y="1437"/>
                                  </a:lnTo>
                                  <a:lnTo>
                                    <a:pt x="2483" y="1410"/>
                                  </a:lnTo>
                                  <a:lnTo>
                                    <a:pt x="2413" y="1374"/>
                                  </a:lnTo>
                                  <a:lnTo>
                                    <a:pt x="2349" y="1329"/>
                                  </a:lnTo>
                                  <a:lnTo>
                                    <a:pt x="2291" y="1279"/>
                                  </a:lnTo>
                                  <a:lnTo>
                                    <a:pt x="2239" y="1224"/>
                                  </a:lnTo>
                                  <a:lnTo>
                                    <a:pt x="2193" y="1161"/>
                                  </a:lnTo>
                                  <a:lnTo>
                                    <a:pt x="2155" y="1095"/>
                                  </a:lnTo>
                                  <a:lnTo>
                                    <a:pt x="2125" y="1023"/>
                                  </a:lnTo>
                                  <a:lnTo>
                                    <a:pt x="2103" y="949"/>
                                  </a:lnTo>
                                  <a:lnTo>
                                    <a:pt x="2089" y="872"/>
                                  </a:lnTo>
                                  <a:lnTo>
                                    <a:pt x="2085" y="794"/>
                                  </a:lnTo>
                                  <a:lnTo>
                                    <a:pt x="2089" y="718"/>
                                  </a:lnTo>
                                  <a:lnTo>
                                    <a:pt x="2101" y="647"/>
                                  </a:lnTo>
                                  <a:lnTo>
                                    <a:pt x="2121" y="575"/>
                                  </a:lnTo>
                                  <a:lnTo>
                                    <a:pt x="2171" y="503"/>
                                  </a:lnTo>
                                  <a:lnTo>
                                    <a:pt x="2229" y="430"/>
                                  </a:lnTo>
                                  <a:lnTo>
                                    <a:pt x="2289" y="356"/>
                                  </a:lnTo>
                                  <a:lnTo>
                                    <a:pt x="2356" y="281"/>
                                  </a:lnTo>
                                  <a:lnTo>
                                    <a:pt x="2426" y="208"/>
                                  </a:lnTo>
                                  <a:lnTo>
                                    <a:pt x="2470" y="185"/>
                                  </a:lnTo>
                                  <a:lnTo>
                                    <a:pt x="2517" y="165"/>
                                  </a:lnTo>
                                  <a:lnTo>
                                    <a:pt x="2590" y="142"/>
                                  </a:lnTo>
                                  <a:lnTo>
                                    <a:pt x="2664" y="125"/>
                                  </a:lnTo>
                                  <a:lnTo>
                                    <a:pt x="2739" y="120"/>
                                  </a:lnTo>
                                  <a:close/>
                                  <a:moveTo>
                                    <a:pt x="3991" y="0"/>
                                  </a:moveTo>
                                  <a:lnTo>
                                    <a:pt x="4117" y="0"/>
                                  </a:lnTo>
                                  <a:lnTo>
                                    <a:pt x="4142" y="16"/>
                                  </a:lnTo>
                                  <a:lnTo>
                                    <a:pt x="4165" y="38"/>
                                  </a:lnTo>
                                  <a:lnTo>
                                    <a:pt x="4181" y="64"/>
                                  </a:lnTo>
                                  <a:lnTo>
                                    <a:pt x="4192" y="93"/>
                                  </a:lnTo>
                                  <a:lnTo>
                                    <a:pt x="4197" y="125"/>
                                  </a:lnTo>
                                  <a:lnTo>
                                    <a:pt x="4195" y="156"/>
                                  </a:lnTo>
                                  <a:lnTo>
                                    <a:pt x="4185" y="188"/>
                                  </a:lnTo>
                                  <a:lnTo>
                                    <a:pt x="4165" y="220"/>
                                  </a:lnTo>
                                  <a:lnTo>
                                    <a:pt x="4138" y="245"/>
                                  </a:lnTo>
                                  <a:lnTo>
                                    <a:pt x="4106" y="263"/>
                                  </a:lnTo>
                                  <a:lnTo>
                                    <a:pt x="4068" y="272"/>
                                  </a:lnTo>
                                  <a:lnTo>
                                    <a:pt x="4032" y="271"/>
                                  </a:lnTo>
                                  <a:lnTo>
                                    <a:pt x="3995" y="260"/>
                                  </a:lnTo>
                                  <a:lnTo>
                                    <a:pt x="3968" y="244"/>
                                  </a:lnTo>
                                  <a:lnTo>
                                    <a:pt x="3945" y="220"/>
                                  </a:lnTo>
                                  <a:lnTo>
                                    <a:pt x="3927" y="195"/>
                                  </a:lnTo>
                                  <a:lnTo>
                                    <a:pt x="3916" y="165"/>
                                  </a:lnTo>
                                  <a:lnTo>
                                    <a:pt x="3911" y="134"/>
                                  </a:lnTo>
                                  <a:lnTo>
                                    <a:pt x="3914" y="102"/>
                                  </a:lnTo>
                                  <a:lnTo>
                                    <a:pt x="3923" y="70"/>
                                  </a:lnTo>
                                  <a:lnTo>
                                    <a:pt x="3941" y="41"/>
                                  </a:lnTo>
                                  <a:lnTo>
                                    <a:pt x="3964" y="16"/>
                                  </a:lnTo>
                                  <a:lnTo>
                                    <a:pt x="3991" y="0"/>
                                  </a:lnTo>
                                  <a:close/>
                                  <a:moveTo>
                                    <a:pt x="3780" y="0"/>
                                  </a:moveTo>
                                  <a:lnTo>
                                    <a:pt x="3975" y="0"/>
                                  </a:lnTo>
                                  <a:lnTo>
                                    <a:pt x="3955" y="14"/>
                                  </a:lnTo>
                                  <a:lnTo>
                                    <a:pt x="3932" y="38"/>
                                  </a:lnTo>
                                  <a:lnTo>
                                    <a:pt x="3916" y="66"/>
                                  </a:lnTo>
                                  <a:lnTo>
                                    <a:pt x="3905" y="99"/>
                                  </a:lnTo>
                                  <a:lnTo>
                                    <a:pt x="3903" y="129"/>
                                  </a:lnTo>
                                  <a:lnTo>
                                    <a:pt x="3907" y="163"/>
                                  </a:lnTo>
                                  <a:lnTo>
                                    <a:pt x="3918" y="195"/>
                                  </a:lnTo>
                                  <a:lnTo>
                                    <a:pt x="3936" y="224"/>
                                  </a:lnTo>
                                  <a:lnTo>
                                    <a:pt x="3961" y="249"/>
                                  </a:lnTo>
                                  <a:lnTo>
                                    <a:pt x="3993" y="267"/>
                                  </a:lnTo>
                                  <a:lnTo>
                                    <a:pt x="4031" y="279"/>
                                  </a:lnTo>
                                  <a:lnTo>
                                    <a:pt x="4070" y="279"/>
                                  </a:lnTo>
                                  <a:lnTo>
                                    <a:pt x="4108" y="271"/>
                                  </a:lnTo>
                                  <a:lnTo>
                                    <a:pt x="4135" y="258"/>
                                  </a:lnTo>
                                  <a:lnTo>
                                    <a:pt x="4158" y="240"/>
                                  </a:lnTo>
                                  <a:lnTo>
                                    <a:pt x="4178" y="217"/>
                                  </a:lnTo>
                                  <a:lnTo>
                                    <a:pt x="4192" y="190"/>
                                  </a:lnTo>
                                  <a:lnTo>
                                    <a:pt x="4203" y="159"/>
                                  </a:lnTo>
                                  <a:lnTo>
                                    <a:pt x="4206" y="127"/>
                                  </a:lnTo>
                                  <a:lnTo>
                                    <a:pt x="4201" y="95"/>
                                  </a:lnTo>
                                  <a:lnTo>
                                    <a:pt x="4190" y="64"/>
                                  </a:lnTo>
                                  <a:lnTo>
                                    <a:pt x="4174" y="38"/>
                                  </a:lnTo>
                                  <a:lnTo>
                                    <a:pt x="4152" y="14"/>
                                  </a:lnTo>
                                  <a:lnTo>
                                    <a:pt x="4133" y="0"/>
                                  </a:lnTo>
                                  <a:lnTo>
                                    <a:pt x="4323" y="0"/>
                                  </a:lnTo>
                                  <a:lnTo>
                                    <a:pt x="4323" y="269"/>
                                  </a:lnTo>
                                  <a:lnTo>
                                    <a:pt x="4308" y="296"/>
                                  </a:lnTo>
                                  <a:lnTo>
                                    <a:pt x="4280" y="333"/>
                                  </a:lnTo>
                                  <a:lnTo>
                                    <a:pt x="4246" y="365"/>
                                  </a:lnTo>
                                  <a:lnTo>
                                    <a:pt x="4206" y="392"/>
                                  </a:lnTo>
                                  <a:lnTo>
                                    <a:pt x="4161" y="414"/>
                                  </a:lnTo>
                                  <a:lnTo>
                                    <a:pt x="4117" y="426"/>
                                  </a:lnTo>
                                  <a:lnTo>
                                    <a:pt x="4070" y="434"/>
                                  </a:lnTo>
                                  <a:lnTo>
                                    <a:pt x="4022" y="432"/>
                                  </a:lnTo>
                                  <a:lnTo>
                                    <a:pt x="3975" y="423"/>
                                  </a:lnTo>
                                  <a:lnTo>
                                    <a:pt x="3930" y="407"/>
                                  </a:lnTo>
                                  <a:lnTo>
                                    <a:pt x="3887" y="383"/>
                                  </a:lnTo>
                                  <a:lnTo>
                                    <a:pt x="3850" y="353"/>
                                  </a:lnTo>
                                  <a:lnTo>
                                    <a:pt x="3817" y="319"/>
                                  </a:lnTo>
                                  <a:lnTo>
                                    <a:pt x="3791" y="279"/>
                                  </a:lnTo>
                                  <a:lnTo>
                                    <a:pt x="3771" y="238"/>
                                  </a:lnTo>
                                  <a:lnTo>
                                    <a:pt x="3758" y="193"/>
                                  </a:lnTo>
                                  <a:lnTo>
                                    <a:pt x="3751" y="147"/>
                                  </a:lnTo>
                                  <a:lnTo>
                                    <a:pt x="3753" y="99"/>
                                  </a:lnTo>
                                  <a:lnTo>
                                    <a:pt x="3760" y="52"/>
                                  </a:lnTo>
                                  <a:lnTo>
                                    <a:pt x="3776" y="5"/>
                                  </a:lnTo>
                                  <a:lnTo>
                                    <a:pt x="3780" y="0"/>
                                  </a:lnTo>
                                  <a:close/>
                                  <a:moveTo>
                                    <a:pt x="2635" y="0"/>
                                  </a:moveTo>
                                  <a:lnTo>
                                    <a:pt x="3771" y="0"/>
                                  </a:lnTo>
                                  <a:lnTo>
                                    <a:pt x="3769" y="2"/>
                                  </a:lnTo>
                                  <a:lnTo>
                                    <a:pt x="3755" y="43"/>
                                  </a:lnTo>
                                  <a:lnTo>
                                    <a:pt x="3746" y="86"/>
                                  </a:lnTo>
                                  <a:lnTo>
                                    <a:pt x="3742" y="129"/>
                                  </a:lnTo>
                                  <a:lnTo>
                                    <a:pt x="3746" y="179"/>
                                  </a:lnTo>
                                  <a:lnTo>
                                    <a:pt x="3758" y="229"/>
                                  </a:lnTo>
                                  <a:lnTo>
                                    <a:pt x="3778" y="274"/>
                                  </a:lnTo>
                                  <a:lnTo>
                                    <a:pt x="3805" y="317"/>
                                  </a:lnTo>
                                  <a:lnTo>
                                    <a:pt x="3839" y="356"/>
                                  </a:lnTo>
                                  <a:lnTo>
                                    <a:pt x="3880" y="389"/>
                                  </a:lnTo>
                                  <a:lnTo>
                                    <a:pt x="3927" y="414"/>
                                  </a:lnTo>
                                  <a:lnTo>
                                    <a:pt x="3973" y="432"/>
                                  </a:lnTo>
                                  <a:lnTo>
                                    <a:pt x="4022" y="441"/>
                                  </a:lnTo>
                                  <a:lnTo>
                                    <a:pt x="4070" y="441"/>
                                  </a:lnTo>
                                  <a:lnTo>
                                    <a:pt x="4118" y="435"/>
                                  </a:lnTo>
                                  <a:lnTo>
                                    <a:pt x="4165" y="421"/>
                                  </a:lnTo>
                                  <a:lnTo>
                                    <a:pt x="4210" y="399"/>
                                  </a:lnTo>
                                  <a:lnTo>
                                    <a:pt x="4249" y="373"/>
                                  </a:lnTo>
                                  <a:lnTo>
                                    <a:pt x="4285" y="339"/>
                                  </a:lnTo>
                                  <a:lnTo>
                                    <a:pt x="4315" y="299"/>
                                  </a:lnTo>
                                  <a:lnTo>
                                    <a:pt x="4323" y="285"/>
                                  </a:lnTo>
                                  <a:lnTo>
                                    <a:pt x="4323" y="1283"/>
                                  </a:lnTo>
                                  <a:lnTo>
                                    <a:pt x="4267" y="1281"/>
                                  </a:lnTo>
                                  <a:lnTo>
                                    <a:pt x="4274" y="1267"/>
                                  </a:lnTo>
                                  <a:lnTo>
                                    <a:pt x="4285" y="1231"/>
                                  </a:lnTo>
                                  <a:lnTo>
                                    <a:pt x="4289" y="1195"/>
                                  </a:lnTo>
                                  <a:lnTo>
                                    <a:pt x="4285" y="1154"/>
                                  </a:lnTo>
                                  <a:lnTo>
                                    <a:pt x="4271" y="1116"/>
                                  </a:lnTo>
                                  <a:lnTo>
                                    <a:pt x="4249" y="1084"/>
                                  </a:lnTo>
                                  <a:lnTo>
                                    <a:pt x="4221" y="1055"/>
                                  </a:lnTo>
                                  <a:lnTo>
                                    <a:pt x="4186" y="1035"/>
                                  </a:lnTo>
                                  <a:lnTo>
                                    <a:pt x="4152" y="1023"/>
                                  </a:lnTo>
                                  <a:lnTo>
                                    <a:pt x="4118" y="1019"/>
                                  </a:lnTo>
                                  <a:lnTo>
                                    <a:pt x="4084" y="1021"/>
                                  </a:lnTo>
                                  <a:lnTo>
                                    <a:pt x="4052" y="1030"/>
                                  </a:lnTo>
                                  <a:lnTo>
                                    <a:pt x="4022" y="1046"/>
                                  </a:lnTo>
                                  <a:lnTo>
                                    <a:pt x="3995" y="1068"/>
                                  </a:lnTo>
                                  <a:lnTo>
                                    <a:pt x="3972" y="1093"/>
                                  </a:lnTo>
                                  <a:lnTo>
                                    <a:pt x="3955" y="1123"/>
                                  </a:lnTo>
                                  <a:lnTo>
                                    <a:pt x="3943" y="1159"/>
                                  </a:lnTo>
                                  <a:lnTo>
                                    <a:pt x="3939" y="1195"/>
                                  </a:lnTo>
                                  <a:lnTo>
                                    <a:pt x="3943" y="1227"/>
                                  </a:lnTo>
                                  <a:lnTo>
                                    <a:pt x="3950" y="1258"/>
                                  </a:lnTo>
                                  <a:lnTo>
                                    <a:pt x="3964" y="1286"/>
                                  </a:lnTo>
                                  <a:lnTo>
                                    <a:pt x="3835" y="1299"/>
                                  </a:lnTo>
                                  <a:lnTo>
                                    <a:pt x="3705" y="1319"/>
                                  </a:lnTo>
                                  <a:lnTo>
                                    <a:pt x="3577" y="1345"/>
                                  </a:lnTo>
                                  <a:lnTo>
                                    <a:pt x="3452" y="1381"/>
                                  </a:lnTo>
                                  <a:lnTo>
                                    <a:pt x="3337" y="1424"/>
                                  </a:lnTo>
                                  <a:lnTo>
                                    <a:pt x="3225" y="1476"/>
                                  </a:lnTo>
                                  <a:lnTo>
                                    <a:pt x="3113" y="1535"/>
                                  </a:lnTo>
                                  <a:lnTo>
                                    <a:pt x="3008" y="1603"/>
                                  </a:lnTo>
                                  <a:lnTo>
                                    <a:pt x="2904" y="1677"/>
                                  </a:lnTo>
                                  <a:lnTo>
                                    <a:pt x="2805" y="1756"/>
                                  </a:lnTo>
                                  <a:lnTo>
                                    <a:pt x="2710" y="1840"/>
                                  </a:lnTo>
                                  <a:lnTo>
                                    <a:pt x="2621" y="1928"/>
                                  </a:lnTo>
                                  <a:lnTo>
                                    <a:pt x="2537" y="2017"/>
                                  </a:lnTo>
                                  <a:lnTo>
                                    <a:pt x="2460" y="2110"/>
                                  </a:lnTo>
                                  <a:lnTo>
                                    <a:pt x="2427" y="2035"/>
                                  </a:lnTo>
                                  <a:lnTo>
                                    <a:pt x="2392" y="1960"/>
                                  </a:lnTo>
                                  <a:lnTo>
                                    <a:pt x="2352" y="1886"/>
                                  </a:lnTo>
                                  <a:lnTo>
                                    <a:pt x="2311" y="1811"/>
                                  </a:lnTo>
                                  <a:lnTo>
                                    <a:pt x="2268" y="1738"/>
                                  </a:lnTo>
                                  <a:lnTo>
                                    <a:pt x="2225" y="1662"/>
                                  </a:lnTo>
                                  <a:lnTo>
                                    <a:pt x="2182" y="1589"/>
                                  </a:lnTo>
                                  <a:lnTo>
                                    <a:pt x="2141" y="1514"/>
                                  </a:lnTo>
                                  <a:lnTo>
                                    <a:pt x="2103" y="1439"/>
                                  </a:lnTo>
                                  <a:lnTo>
                                    <a:pt x="2069" y="1362"/>
                                  </a:lnTo>
                                  <a:lnTo>
                                    <a:pt x="2039" y="1286"/>
                                  </a:lnTo>
                                  <a:lnTo>
                                    <a:pt x="2014" y="1207"/>
                                  </a:lnTo>
                                  <a:lnTo>
                                    <a:pt x="1996" y="1130"/>
                                  </a:lnTo>
                                  <a:lnTo>
                                    <a:pt x="1987" y="1050"/>
                                  </a:lnTo>
                                  <a:lnTo>
                                    <a:pt x="1983" y="969"/>
                                  </a:lnTo>
                                  <a:lnTo>
                                    <a:pt x="1990" y="887"/>
                                  </a:lnTo>
                                  <a:lnTo>
                                    <a:pt x="2008" y="804"/>
                                  </a:lnTo>
                                  <a:lnTo>
                                    <a:pt x="2024" y="756"/>
                                  </a:lnTo>
                                  <a:lnTo>
                                    <a:pt x="2046" y="706"/>
                                  </a:lnTo>
                                  <a:lnTo>
                                    <a:pt x="2073" y="656"/>
                                  </a:lnTo>
                                  <a:lnTo>
                                    <a:pt x="2105" y="602"/>
                                  </a:lnTo>
                                  <a:lnTo>
                                    <a:pt x="2089" y="665"/>
                                  </a:lnTo>
                                  <a:lnTo>
                                    <a:pt x="2080" y="729"/>
                                  </a:lnTo>
                                  <a:lnTo>
                                    <a:pt x="2076" y="794"/>
                                  </a:lnTo>
                                  <a:lnTo>
                                    <a:pt x="2082" y="874"/>
                                  </a:lnTo>
                                  <a:lnTo>
                                    <a:pt x="2094" y="951"/>
                                  </a:lnTo>
                                  <a:lnTo>
                                    <a:pt x="2118" y="1027"/>
                                  </a:lnTo>
                                  <a:lnTo>
                                    <a:pt x="2148" y="1098"/>
                                  </a:lnTo>
                                  <a:lnTo>
                                    <a:pt x="2186" y="1166"/>
                                  </a:lnTo>
                                  <a:lnTo>
                                    <a:pt x="2232" y="1229"/>
                                  </a:lnTo>
                                  <a:lnTo>
                                    <a:pt x="2284" y="1284"/>
                                  </a:lnTo>
                                  <a:lnTo>
                                    <a:pt x="2343" y="1336"/>
                                  </a:lnTo>
                                  <a:lnTo>
                                    <a:pt x="2410" y="1381"/>
                                  </a:lnTo>
                                  <a:lnTo>
                                    <a:pt x="2479" y="1417"/>
                                  </a:lnTo>
                                  <a:lnTo>
                                    <a:pt x="2553" y="1446"/>
                                  </a:lnTo>
                                  <a:lnTo>
                                    <a:pt x="2626" y="1464"/>
                                  </a:lnTo>
                                  <a:lnTo>
                                    <a:pt x="2701" y="1474"/>
                                  </a:lnTo>
                                  <a:lnTo>
                                    <a:pt x="2777" y="1476"/>
                                  </a:lnTo>
                                  <a:lnTo>
                                    <a:pt x="2852" y="1471"/>
                                  </a:lnTo>
                                  <a:lnTo>
                                    <a:pt x="2927" y="1455"/>
                                  </a:lnTo>
                                  <a:lnTo>
                                    <a:pt x="3001" y="1431"/>
                                  </a:lnTo>
                                  <a:lnTo>
                                    <a:pt x="3071" y="1401"/>
                                  </a:lnTo>
                                  <a:lnTo>
                                    <a:pt x="3137" y="1362"/>
                                  </a:lnTo>
                                  <a:lnTo>
                                    <a:pt x="3198" y="1315"/>
                                  </a:lnTo>
                                  <a:lnTo>
                                    <a:pt x="3251" y="1263"/>
                                  </a:lnTo>
                                  <a:lnTo>
                                    <a:pt x="3302" y="1206"/>
                                  </a:lnTo>
                                  <a:lnTo>
                                    <a:pt x="3343" y="1141"/>
                                  </a:lnTo>
                                  <a:lnTo>
                                    <a:pt x="3379" y="1071"/>
                                  </a:lnTo>
                                  <a:lnTo>
                                    <a:pt x="3405" y="1005"/>
                                  </a:lnTo>
                                  <a:lnTo>
                                    <a:pt x="3423" y="937"/>
                                  </a:lnTo>
                                  <a:lnTo>
                                    <a:pt x="3434" y="865"/>
                                  </a:lnTo>
                                  <a:lnTo>
                                    <a:pt x="3438" y="794"/>
                                  </a:lnTo>
                                  <a:lnTo>
                                    <a:pt x="3434" y="715"/>
                                  </a:lnTo>
                                  <a:lnTo>
                                    <a:pt x="3420" y="636"/>
                                  </a:lnTo>
                                  <a:lnTo>
                                    <a:pt x="3397" y="563"/>
                                  </a:lnTo>
                                  <a:lnTo>
                                    <a:pt x="3366" y="491"/>
                                  </a:lnTo>
                                  <a:lnTo>
                                    <a:pt x="3328" y="423"/>
                                  </a:lnTo>
                                  <a:lnTo>
                                    <a:pt x="3282" y="360"/>
                                  </a:lnTo>
                                  <a:lnTo>
                                    <a:pt x="3230" y="303"/>
                                  </a:lnTo>
                                  <a:lnTo>
                                    <a:pt x="3171" y="253"/>
                                  </a:lnTo>
                                  <a:lnTo>
                                    <a:pt x="3105" y="208"/>
                                  </a:lnTo>
                                  <a:lnTo>
                                    <a:pt x="3035" y="170"/>
                                  </a:lnTo>
                                  <a:lnTo>
                                    <a:pt x="2963" y="143"/>
                                  </a:lnTo>
                                  <a:lnTo>
                                    <a:pt x="2888" y="124"/>
                                  </a:lnTo>
                                  <a:lnTo>
                                    <a:pt x="2814" y="113"/>
                                  </a:lnTo>
                                  <a:lnTo>
                                    <a:pt x="2737" y="111"/>
                                  </a:lnTo>
                                  <a:lnTo>
                                    <a:pt x="2662" y="118"/>
                                  </a:lnTo>
                                  <a:lnTo>
                                    <a:pt x="2589" y="133"/>
                                  </a:lnTo>
                                  <a:lnTo>
                                    <a:pt x="2515" y="156"/>
                                  </a:lnTo>
                                  <a:lnTo>
                                    <a:pt x="2445" y="188"/>
                                  </a:lnTo>
                                  <a:lnTo>
                                    <a:pt x="2542" y="91"/>
                                  </a:lnTo>
                                  <a:lnTo>
                                    <a:pt x="26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4521200" cy="9382125"/>
                            </a:xfrm>
                            <a:custGeom>
                              <a:avLst/>
                              <a:gdLst>
                                <a:gd name="T0" fmla="*/ 2624 w 2848"/>
                                <a:gd name="T1" fmla="*/ 3257 h 5910"/>
                                <a:gd name="T2" fmla="*/ 2732 w 2848"/>
                                <a:gd name="T3" fmla="*/ 3389 h 5910"/>
                                <a:gd name="T4" fmla="*/ 2820 w 2848"/>
                                <a:gd name="T5" fmla="*/ 3543 h 5910"/>
                                <a:gd name="T6" fmla="*/ 2848 w 2848"/>
                                <a:gd name="T7" fmla="*/ 3737 h 5910"/>
                                <a:gd name="T8" fmla="*/ 2832 w 2848"/>
                                <a:gd name="T9" fmla="*/ 3975 h 5910"/>
                                <a:gd name="T10" fmla="*/ 2775 w 2848"/>
                                <a:gd name="T11" fmla="*/ 4242 h 5910"/>
                                <a:gd name="T12" fmla="*/ 2676 w 2848"/>
                                <a:gd name="T13" fmla="*/ 4525 h 5910"/>
                                <a:gd name="T14" fmla="*/ 2538 w 2848"/>
                                <a:gd name="T15" fmla="*/ 4805 h 5910"/>
                                <a:gd name="T16" fmla="*/ 2367 w 2848"/>
                                <a:gd name="T17" fmla="*/ 5068 h 5910"/>
                                <a:gd name="T18" fmla="*/ 2159 w 2848"/>
                                <a:gd name="T19" fmla="*/ 5296 h 5910"/>
                                <a:gd name="T20" fmla="*/ 1863 w 2848"/>
                                <a:gd name="T21" fmla="*/ 5516 h 5910"/>
                                <a:gd name="T22" fmla="*/ 1507 w 2848"/>
                                <a:gd name="T23" fmla="*/ 5693 h 5910"/>
                                <a:gd name="T24" fmla="*/ 1132 w 2848"/>
                                <a:gd name="T25" fmla="*/ 5819 h 5910"/>
                                <a:gd name="T26" fmla="*/ 765 w 2848"/>
                                <a:gd name="T27" fmla="*/ 5899 h 5910"/>
                                <a:gd name="T28" fmla="*/ 18 w 2848"/>
                                <a:gd name="T29" fmla="*/ 5910 h 5910"/>
                                <a:gd name="T30" fmla="*/ 84 w 2848"/>
                                <a:gd name="T31" fmla="*/ 5896 h 5910"/>
                                <a:gd name="T32" fmla="*/ 393 w 2848"/>
                                <a:gd name="T33" fmla="*/ 5826 h 5910"/>
                                <a:gd name="T34" fmla="*/ 0 w 2848"/>
                                <a:gd name="T35" fmla="*/ 4138 h 5910"/>
                                <a:gd name="T36" fmla="*/ 830 w 2848"/>
                                <a:gd name="T37" fmla="*/ 5704 h 5910"/>
                                <a:gd name="T38" fmla="*/ 529 w 2848"/>
                                <a:gd name="T39" fmla="*/ 4056 h 5910"/>
                                <a:gd name="T40" fmla="*/ 1272 w 2848"/>
                                <a:gd name="T41" fmla="*/ 5543 h 5910"/>
                                <a:gd name="T42" fmla="*/ 1500 w 2848"/>
                                <a:gd name="T43" fmla="*/ 5421 h 5910"/>
                                <a:gd name="T44" fmla="*/ 1116 w 2848"/>
                                <a:gd name="T45" fmla="*/ 4036 h 5910"/>
                                <a:gd name="T46" fmla="*/ 1709 w 2848"/>
                                <a:gd name="T47" fmla="*/ 5213 h 5910"/>
                                <a:gd name="T48" fmla="*/ 1799 w 2848"/>
                                <a:gd name="T49" fmla="*/ 5000 h 5910"/>
                                <a:gd name="T50" fmla="*/ 1835 w 2848"/>
                                <a:gd name="T51" fmla="*/ 4767 h 5910"/>
                                <a:gd name="T52" fmla="*/ 1564 w 2848"/>
                                <a:gd name="T53" fmla="*/ 3893 h 5910"/>
                                <a:gd name="T54" fmla="*/ 1824 w 2848"/>
                                <a:gd name="T55" fmla="*/ 4298 h 5910"/>
                                <a:gd name="T56" fmla="*/ 1820 w 2848"/>
                                <a:gd name="T57" fmla="*/ 4006 h 5910"/>
                                <a:gd name="T58" fmla="*/ 1869 w 2848"/>
                                <a:gd name="T59" fmla="*/ 3733 h 5910"/>
                                <a:gd name="T60" fmla="*/ 2150 w 2848"/>
                                <a:gd name="T61" fmla="*/ 3533 h 5910"/>
                                <a:gd name="T62" fmla="*/ 2343 w 2848"/>
                                <a:gd name="T63" fmla="*/ 3443 h 5910"/>
                                <a:gd name="T64" fmla="*/ 2485 w 2848"/>
                                <a:gd name="T65" fmla="*/ 3339 h 5910"/>
                                <a:gd name="T66" fmla="*/ 2565 w 2848"/>
                                <a:gd name="T67" fmla="*/ 3198 h 5910"/>
                                <a:gd name="T68" fmla="*/ 2569 w 2848"/>
                                <a:gd name="T69" fmla="*/ 64 h 5910"/>
                                <a:gd name="T70" fmla="*/ 2361 w 2848"/>
                                <a:gd name="T71" fmla="*/ 276 h 5910"/>
                                <a:gd name="T72" fmla="*/ 2184 w 2848"/>
                                <a:gd name="T73" fmla="*/ 487 h 5910"/>
                                <a:gd name="T74" fmla="*/ 2057 w 2848"/>
                                <a:gd name="T75" fmla="*/ 684 h 5910"/>
                                <a:gd name="T76" fmla="*/ 1990 w 2848"/>
                                <a:gd name="T77" fmla="*/ 887 h 5910"/>
                                <a:gd name="T78" fmla="*/ 1996 w 2848"/>
                                <a:gd name="T79" fmla="*/ 1130 h 5910"/>
                                <a:gd name="T80" fmla="*/ 2069 w 2848"/>
                                <a:gd name="T81" fmla="*/ 1362 h 5910"/>
                                <a:gd name="T82" fmla="*/ 2182 w 2848"/>
                                <a:gd name="T83" fmla="*/ 1589 h 5910"/>
                                <a:gd name="T84" fmla="*/ 2311 w 2848"/>
                                <a:gd name="T85" fmla="*/ 1811 h 5910"/>
                                <a:gd name="T86" fmla="*/ 2427 w 2848"/>
                                <a:gd name="T87" fmla="*/ 2035 h 5910"/>
                                <a:gd name="T88" fmla="*/ 2341 w 2848"/>
                                <a:gd name="T89" fmla="*/ 2270 h 5910"/>
                                <a:gd name="T90" fmla="*/ 2207 w 2848"/>
                                <a:gd name="T91" fmla="*/ 2504 h 5910"/>
                                <a:gd name="T92" fmla="*/ 2130 w 2848"/>
                                <a:gd name="T93" fmla="*/ 2719 h 5910"/>
                                <a:gd name="T94" fmla="*/ 2014 w 2848"/>
                                <a:gd name="T95" fmla="*/ 2564 h 5910"/>
                                <a:gd name="T96" fmla="*/ 1901 w 2848"/>
                                <a:gd name="T97" fmla="*/ 2454 h 5910"/>
                                <a:gd name="T98" fmla="*/ 1706 w 2848"/>
                                <a:gd name="T99" fmla="*/ 2361 h 5910"/>
                                <a:gd name="T100" fmla="*/ 1485 w 2848"/>
                                <a:gd name="T101" fmla="*/ 2306 h 5910"/>
                                <a:gd name="T102" fmla="*/ 1437 w 2848"/>
                                <a:gd name="T103" fmla="*/ 1949 h 5910"/>
                                <a:gd name="T104" fmla="*/ 1439 w 2848"/>
                                <a:gd name="T105" fmla="*/ 1571 h 5910"/>
                                <a:gd name="T106" fmla="*/ 1503 w 2848"/>
                                <a:gd name="T107" fmla="*/ 1198 h 5910"/>
                                <a:gd name="T108" fmla="*/ 1641 w 2848"/>
                                <a:gd name="T109" fmla="*/ 851 h 5910"/>
                                <a:gd name="T110" fmla="*/ 1849 w 2848"/>
                                <a:gd name="T111" fmla="*/ 528 h 5910"/>
                                <a:gd name="T112" fmla="*/ 2100 w 2848"/>
                                <a:gd name="T113" fmla="*/ 244 h 5910"/>
                                <a:gd name="T114" fmla="*/ 2368 w 2848"/>
                                <a:gd name="T115" fmla="*/ 0 h 59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848" h="5910">
                                  <a:moveTo>
                                    <a:pt x="2565" y="3198"/>
                                  </a:moveTo>
                                  <a:lnTo>
                                    <a:pt x="2594" y="3225"/>
                                  </a:lnTo>
                                  <a:lnTo>
                                    <a:pt x="2624" y="3257"/>
                                  </a:lnTo>
                                  <a:lnTo>
                                    <a:pt x="2657" y="3294"/>
                                  </a:lnTo>
                                  <a:lnTo>
                                    <a:pt x="2694" y="3339"/>
                                  </a:lnTo>
                                  <a:lnTo>
                                    <a:pt x="2732" y="3389"/>
                                  </a:lnTo>
                                  <a:lnTo>
                                    <a:pt x="2775" y="3449"/>
                                  </a:lnTo>
                                  <a:lnTo>
                                    <a:pt x="2800" y="3492"/>
                                  </a:lnTo>
                                  <a:lnTo>
                                    <a:pt x="2820" y="3543"/>
                                  </a:lnTo>
                                  <a:lnTo>
                                    <a:pt x="2834" y="3601"/>
                                  </a:lnTo>
                                  <a:lnTo>
                                    <a:pt x="2843" y="3665"/>
                                  </a:lnTo>
                                  <a:lnTo>
                                    <a:pt x="2848" y="3737"/>
                                  </a:lnTo>
                                  <a:lnTo>
                                    <a:pt x="2847" y="3812"/>
                                  </a:lnTo>
                                  <a:lnTo>
                                    <a:pt x="2843" y="3891"/>
                                  </a:lnTo>
                                  <a:lnTo>
                                    <a:pt x="2832" y="3975"/>
                                  </a:lnTo>
                                  <a:lnTo>
                                    <a:pt x="2818" y="4061"/>
                                  </a:lnTo>
                                  <a:lnTo>
                                    <a:pt x="2798" y="4151"/>
                                  </a:lnTo>
                                  <a:lnTo>
                                    <a:pt x="2775" y="4242"/>
                                  </a:lnTo>
                                  <a:lnTo>
                                    <a:pt x="2746" y="4335"/>
                                  </a:lnTo>
                                  <a:lnTo>
                                    <a:pt x="2712" y="4430"/>
                                  </a:lnTo>
                                  <a:lnTo>
                                    <a:pt x="2676" y="4525"/>
                                  </a:lnTo>
                                  <a:lnTo>
                                    <a:pt x="2635" y="4620"/>
                                  </a:lnTo>
                                  <a:lnTo>
                                    <a:pt x="2589" y="4713"/>
                                  </a:lnTo>
                                  <a:lnTo>
                                    <a:pt x="2538" y="4805"/>
                                  </a:lnTo>
                                  <a:lnTo>
                                    <a:pt x="2485" y="4896"/>
                                  </a:lnTo>
                                  <a:lnTo>
                                    <a:pt x="2427" y="4984"/>
                                  </a:lnTo>
                                  <a:lnTo>
                                    <a:pt x="2367" y="5068"/>
                                  </a:lnTo>
                                  <a:lnTo>
                                    <a:pt x="2300" y="5149"/>
                                  </a:lnTo>
                                  <a:lnTo>
                                    <a:pt x="2232" y="5226"/>
                                  </a:lnTo>
                                  <a:lnTo>
                                    <a:pt x="2159" y="5296"/>
                                  </a:lnTo>
                                  <a:lnTo>
                                    <a:pt x="2082" y="5362"/>
                                  </a:lnTo>
                                  <a:lnTo>
                                    <a:pt x="1976" y="5442"/>
                                  </a:lnTo>
                                  <a:lnTo>
                                    <a:pt x="1863" y="5516"/>
                                  </a:lnTo>
                                  <a:lnTo>
                                    <a:pt x="1747" y="5582"/>
                                  </a:lnTo>
                                  <a:lnTo>
                                    <a:pt x="1629" y="5641"/>
                                  </a:lnTo>
                                  <a:lnTo>
                                    <a:pt x="1507" y="5693"/>
                                  </a:lnTo>
                                  <a:lnTo>
                                    <a:pt x="1383" y="5742"/>
                                  </a:lnTo>
                                  <a:lnTo>
                                    <a:pt x="1258" y="5783"/>
                                  </a:lnTo>
                                  <a:lnTo>
                                    <a:pt x="1132" y="5819"/>
                                  </a:lnTo>
                                  <a:lnTo>
                                    <a:pt x="1009" y="5851"/>
                                  </a:lnTo>
                                  <a:lnTo>
                                    <a:pt x="885" y="5876"/>
                                  </a:lnTo>
                                  <a:lnTo>
                                    <a:pt x="765" y="5899"/>
                                  </a:lnTo>
                                  <a:lnTo>
                                    <a:pt x="697" y="5910"/>
                                  </a:lnTo>
                                  <a:lnTo>
                                    <a:pt x="16" y="5910"/>
                                  </a:lnTo>
                                  <a:lnTo>
                                    <a:pt x="18" y="5910"/>
                                  </a:lnTo>
                                  <a:lnTo>
                                    <a:pt x="0" y="5863"/>
                                  </a:lnTo>
                                  <a:lnTo>
                                    <a:pt x="0" y="5677"/>
                                  </a:lnTo>
                                  <a:lnTo>
                                    <a:pt x="84" y="5896"/>
                                  </a:lnTo>
                                  <a:lnTo>
                                    <a:pt x="179" y="5874"/>
                                  </a:lnTo>
                                  <a:lnTo>
                                    <a:pt x="283" y="5851"/>
                                  </a:lnTo>
                                  <a:lnTo>
                                    <a:pt x="393" y="5826"/>
                                  </a:lnTo>
                                  <a:lnTo>
                                    <a:pt x="505" y="5797"/>
                                  </a:lnTo>
                                  <a:lnTo>
                                    <a:pt x="622" y="5765"/>
                                  </a:lnTo>
                                  <a:lnTo>
                                    <a:pt x="0" y="4138"/>
                                  </a:lnTo>
                                  <a:lnTo>
                                    <a:pt x="0" y="3970"/>
                                  </a:lnTo>
                                  <a:lnTo>
                                    <a:pt x="681" y="5749"/>
                                  </a:lnTo>
                                  <a:lnTo>
                                    <a:pt x="830" y="5704"/>
                                  </a:lnTo>
                                  <a:lnTo>
                                    <a:pt x="978" y="5657"/>
                                  </a:lnTo>
                                  <a:lnTo>
                                    <a:pt x="1122" y="5605"/>
                                  </a:lnTo>
                                  <a:lnTo>
                                    <a:pt x="529" y="4056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1182" y="5580"/>
                                  </a:lnTo>
                                  <a:lnTo>
                                    <a:pt x="1272" y="5543"/>
                                  </a:lnTo>
                                  <a:lnTo>
                                    <a:pt x="1354" y="5503"/>
                                  </a:lnTo>
                                  <a:lnTo>
                                    <a:pt x="1431" y="5464"/>
                                  </a:lnTo>
                                  <a:lnTo>
                                    <a:pt x="1500" y="5421"/>
                                  </a:lnTo>
                                  <a:lnTo>
                                    <a:pt x="1560" y="5378"/>
                                  </a:lnTo>
                                  <a:lnTo>
                                    <a:pt x="1612" y="5333"/>
                                  </a:lnTo>
                                  <a:lnTo>
                                    <a:pt x="1116" y="4036"/>
                                  </a:lnTo>
                                  <a:lnTo>
                                    <a:pt x="1182" y="4022"/>
                                  </a:lnTo>
                                  <a:lnTo>
                                    <a:pt x="1663" y="5278"/>
                                  </a:lnTo>
                                  <a:lnTo>
                                    <a:pt x="1709" y="5213"/>
                                  </a:lnTo>
                                  <a:lnTo>
                                    <a:pt x="1747" y="5145"/>
                                  </a:lnTo>
                                  <a:lnTo>
                                    <a:pt x="1775" y="5073"/>
                                  </a:lnTo>
                                  <a:lnTo>
                                    <a:pt x="1799" y="5000"/>
                                  </a:lnTo>
                                  <a:lnTo>
                                    <a:pt x="1815" y="4925"/>
                                  </a:lnTo>
                                  <a:lnTo>
                                    <a:pt x="1827" y="4846"/>
                                  </a:lnTo>
                                  <a:lnTo>
                                    <a:pt x="1835" y="4767"/>
                                  </a:lnTo>
                                  <a:lnTo>
                                    <a:pt x="1836" y="4686"/>
                                  </a:lnTo>
                                  <a:lnTo>
                                    <a:pt x="1836" y="4606"/>
                                  </a:lnTo>
                                  <a:lnTo>
                                    <a:pt x="1564" y="3893"/>
                                  </a:lnTo>
                                  <a:lnTo>
                                    <a:pt x="1625" y="3864"/>
                                  </a:lnTo>
                                  <a:lnTo>
                                    <a:pt x="1827" y="4396"/>
                                  </a:lnTo>
                                  <a:lnTo>
                                    <a:pt x="1824" y="4298"/>
                                  </a:lnTo>
                                  <a:lnTo>
                                    <a:pt x="1818" y="4199"/>
                                  </a:lnTo>
                                  <a:lnTo>
                                    <a:pt x="1818" y="4101"/>
                                  </a:lnTo>
                                  <a:lnTo>
                                    <a:pt x="1820" y="4006"/>
                                  </a:lnTo>
                                  <a:lnTo>
                                    <a:pt x="1829" y="3913"/>
                                  </a:lnTo>
                                  <a:lnTo>
                                    <a:pt x="1843" y="3821"/>
                                  </a:lnTo>
                                  <a:lnTo>
                                    <a:pt x="1869" y="3733"/>
                                  </a:lnTo>
                                  <a:lnTo>
                                    <a:pt x="1969" y="3669"/>
                                  </a:lnTo>
                                  <a:lnTo>
                                    <a:pt x="2062" y="3603"/>
                                  </a:lnTo>
                                  <a:lnTo>
                                    <a:pt x="2150" y="3533"/>
                                  </a:lnTo>
                                  <a:lnTo>
                                    <a:pt x="2230" y="3463"/>
                                  </a:lnTo>
                                  <a:lnTo>
                                    <a:pt x="2288" y="3459"/>
                                  </a:lnTo>
                                  <a:lnTo>
                                    <a:pt x="2343" y="3443"/>
                                  </a:lnTo>
                                  <a:lnTo>
                                    <a:pt x="2395" y="3418"/>
                                  </a:lnTo>
                                  <a:lnTo>
                                    <a:pt x="2442" y="3382"/>
                                  </a:lnTo>
                                  <a:lnTo>
                                    <a:pt x="2485" y="3339"/>
                                  </a:lnTo>
                                  <a:lnTo>
                                    <a:pt x="2522" y="3287"/>
                                  </a:lnTo>
                                  <a:lnTo>
                                    <a:pt x="2553" y="3230"/>
                                  </a:lnTo>
                                  <a:lnTo>
                                    <a:pt x="2565" y="3198"/>
                                  </a:lnTo>
                                  <a:close/>
                                  <a:moveTo>
                                    <a:pt x="2368" y="0"/>
                                  </a:moveTo>
                                  <a:lnTo>
                                    <a:pt x="2635" y="0"/>
                                  </a:lnTo>
                                  <a:lnTo>
                                    <a:pt x="2569" y="64"/>
                                  </a:lnTo>
                                  <a:lnTo>
                                    <a:pt x="2497" y="134"/>
                                  </a:lnTo>
                                  <a:lnTo>
                                    <a:pt x="2427" y="206"/>
                                  </a:lnTo>
                                  <a:lnTo>
                                    <a:pt x="2361" y="276"/>
                                  </a:lnTo>
                                  <a:lnTo>
                                    <a:pt x="2297" y="348"/>
                                  </a:lnTo>
                                  <a:lnTo>
                                    <a:pt x="2238" y="417"/>
                                  </a:lnTo>
                                  <a:lnTo>
                                    <a:pt x="2184" y="487"/>
                                  </a:lnTo>
                                  <a:lnTo>
                                    <a:pt x="2135" y="555"/>
                                  </a:lnTo>
                                  <a:lnTo>
                                    <a:pt x="2092" y="622"/>
                                  </a:lnTo>
                                  <a:lnTo>
                                    <a:pt x="2057" y="684"/>
                                  </a:lnTo>
                                  <a:lnTo>
                                    <a:pt x="2028" y="747"/>
                                  </a:lnTo>
                                  <a:lnTo>
                                    <a:pt x="2008" y="804"/>
                                  </a:lnTo>
                                  <a:lnTo>
                                    <a:pt x="1990" y="887"/>
                                  </a:lnTo>
                                  <a:lnTo>
                                    <a:pt x="1983" y="969"/>
                                  </a:lnTo>
                                  <a:lnTo>
                                    <a:pt x="1987" y="1050"/>
                                  </a:lnTo>
                                  <a:lnTo>
                                    <a:pt x="1996" y="1130"/>
                                  </a:lnTo>
                                  <a:lnTo>
                                    <a:pt x="2014" y="1207"/>
                                  </a:lnTo>
                                  <a:lnTo>
                                    <a:pt x="2039" y="1286"/>
                                  </a:lnTo>
                                  <a:lnTo>
                                    <a:pt x="2069" y="1362"/>
                                  </a:lnTo>
                                  <a:lnTo>
                                    <a:pt x="2103" y="1439"/>
                                  </a:lnTo>
                                  <a:lnTo>
                                    <a:pt x="2141" y="1514"/>
                                  </a:lnTo>
                                  <a:lnTo>
                                    <a:pt x="2182" y="1589"/>
                                  </a:lnTo>
                                  <a:lnTo>
                                    <a:pt x="2225" y="1662"/>
                                  </a:lnTo>
                                  <a:lnTo>
                                    <a:pt x="2268" y="1738"/>
                                  </a:lnTo>
                                  <a:lnTo>
                                    <a:pt x="2311" y="1811"/>
                                  </a:lnTo>
                                  <a:lnTo>
                                    <a:pt x="2352" y="1886"/>
                                  </a:lnTo>
                                  <a:lnTo>
                                    <a:pt x="2392" y="1960"/>
                                  </a:lnTo>
                                  <a:lnTo>
                                    <a:pt x="2427" y="2035"/>
                                  </a:lnTo>
                                  <a:lnTo>
                                    <a:pt x="2460" y="2110"/>
                                  </a:lnTo>
                                  <a:lnTo>
                                    <a:pt x="2397" y="2189"/>
                                  </a:lnTo>
                                  <a:lnTo>
                                    <a:pt x="2341" y="2270"/>
                                  </a:lnTo>
                                  <a:lnTo>
                                    <a:pt x="2291" y="2350"/>
                                  </a:lnTo>
                                  <a:lnTo>
                                    <a:pt x="2245" y="2427"/>
                                  </a:lnTo>
                                  <a:lnTo>
                                    <a:pt x="2207" y="2504"/>
                                  </a:lnTo>
                                  <a:lnTo>
                                    <a:pt x="2173" y="2580"/>
                                  </a:lnTo>
                                  <a:lnTo>
                                    <a:pt x="2148" y="2651"/>
                                  </a:lnTo>
                                  <a:lnTo>
                                    <a:pt x="2130" y="2719"/>
                                  </a:lnTo>
                                  <a:lnTo>
                                    <a:pt x="2091" y="2664"/>
                                  </a:lnTo>
                                  <a:lnTo>
                                    <a:pt x="2051" y="2612"/>
                                  </a:lnTo>
                                  <a:lnTo>
                                    <a:pt x="2014" y="2564"/>
                                  </a:lnTo>
                                  <a:lnTo>
                                    <a:pt x="1974" y="2521"/>
                                  </a:lnTo>
                                  <a:lnTo>
                                    <a:pt x="1937" y="2483"/>
                                  </a:lnTo>
                                  <a:lnTo>
                                    <a:pt x="1901" y="2454"/>
                                  </a:lnTo>
                                  <a:lnTo>
                                    <a:pt x="1840" y="2418"/>
                                  </a:lnTo>
                                  <a:lnTo>
                                    <a:pt x="1774" y="2386"/>
                                  </a:lnTo>
                                  <a:lnTo>
                                    <a:pt x="1706" y="2361"/>
                                  </a:lnTo>
                                  <a:lnTo>
                                    <a:pt x="1634" y="2338"/>
                                  </a:lnTo>
                                  <a:lnTo>
                                    <a:pt x="1560" y="2322"/>
                                  </a:lnTo>
                                  <a:lnTo>
                                    <a:pt x="1485" y="2306"/>
                                  </a:lnTo>
                                  <a:lnTo>
                                    <a:pt x="1464" y="2191"/>
                                  </a:lnTo>
                                  <a:lnTo>
                                    <a:pt x="1448" y="2071"/>
                                  </a:lnTo>
                                  <a:lnTo>
                                    <a:pt x="1437" y="1949"/>
                                  </a:lnTo>
                                  <a:lnTo>
                                    <a:pt x="1431" y="1824"/>
                                  </a:lnTo>
                                  <a:lnTo>
                                    <a:pt x="1431" y="1697"/>
                                  </a:lnTo>
                                  <a:lnTo>
                                    <a:pt x="1439" y="1571"/>
                                  </a:lnTo>
                                  <a:lnTo>
                                    <a:pt x="1453" y="1444"/>
                                  </a:lnTo>
                                  <a:lnTo>
                                    <a:pt x="1474" y="1320"/>
                                  </a:lnTo>
                                  <a:lnTo>
                                    <a:pt x="1503" y="1198"/>
                                  </a:lnTo>
                                  <a:lnTo>
                                    <a:pt x="1541" y="1080"/>
                                  </a:lnTo>
                                  <a:lnTo>
                                    <a:pt x="1586" y="967"/>
                                  </a:lnTo>
                                  <a:lnTo>
                                    <a:pt x="1641" y="851"/>
                                  </a:lnTo>
                                  <a:lnTo>
                                    <a:pt x="1704" y="740"/>
                                  </a:lnTo>
                                  <a:lnTo>
                                    <a:pt x="1774" y="632"/>
                                  </a:lnTo>
                                  <a:lnTo>
                                    <a:pt x="1849" y="528"/>
                                  </a:lnTo>
                                  <a:lnTo>
                                    <a:pt x="1928" y="430"/>
                                  </a:lnTo>
                                  <a:lnTo>
                                    <a:pt x="2012" y="335"/>
                                  </a:lnTo>
                                  <a:lnTo>
                                    <a:pt x="2100" y="244"/>
                                  </a:lnTo>
                                  <a:lnTo>
                                    <a:pt x="2189" y="156"/>
                                  </a:lnTo>
                                  <a:lnTo>
                                    <a:pt x="2281" y="73"/>
                                  </a:lnTo>
                                  <a:lnTo>
                                    <a:pt x="2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0" y="750888"/>
                              <a:ext cx="6862763" cy="8631238"/>
                            </a:xfrm>
                            <a:custGeom>
                              <a:avLst/>
                              <a:gdLst>
                                <a:gd name="T0" fmla="*/ 4238 w 4323"/>
                                <a:gd name="T1" fmla="*/ 5324 h 5437"/>
                                <a:gd name="T2" fmla="*/ 4136 w 4323"/>
                                <a:gd name="T3" fmla="*/ 5378 h 5437"/>
                                <a:gd name="T4" fmla="*/ 3611 w 4323"/>
                                <a:gd name="T5" fmla="*/ 5249 h 5437"/>
                                <a:gd name="T6" fmla="*/ 3638 w 4323"/>
                                <a:gd name="T7" fmla="*/ 5437 h 5437"/>
                                <a:gd name="T8" fmla="*/ 3443 w 4323"/>
                                <a:gd name="T9" fmla="*/ 5252 h 5437"/>
                                <a:gd name="T10" fmla="*/ 4050 w 4323"/>
                                <a:gd name="T11" fmla="*/ 5075 h 5437"/>
                                <a:gd name="T12" fmla="*/ 4009 w 4323"/>
                                <a:gd name="T13" fmla="*/ 5283 h 5437"/>
                                <a:gd name="T14" fmla="*/ 3816 w 4323"/>
                                <a:gd name="T15" fmla="*/ 5197 h 5437"/>
                                <a:gd name="T16" fmla="*/ 3943 w 4323"/>
                                <a:gd name="T17" fmla="*/ 5025 h 5437"/>
                                <a:gd name="T18" fmla="*/ 3737 w 4323"/>
                                <a:gd name="T19" fmla="*/ 4821 h 5437"/>
                                <a:gd name="T20" fmla="*/ 3576 w 4323"/>
                                <a:gd name="T21" fmla="*/ 4959 h 5437"/>
                                <a:gd name="T22" fmla="*/ 3477 w 4323"/>
                                <a:gd name="T23" fmla="*/ 4769 h 5437"/>
                                <a:gd name="T24" fmla="*/ 4226 w 4323"/>
                                <a:gd name="T25" fmla="*/ 4608 h 5437"/>
                                <a:gd name="T26" fmla="*/ 4280 w 4323"/>
                                <a:gd name="T27" fmla="*/ 4814 h 5437"/>
                                <a:gd name="T28" fmla="*/ 4066 w 4323"/>
                                <a:gd name="T29" fmla="*/ 4819 h 5437"/>
                                <a:gd name="T30" fmla="*/ 4109 w 4323"/>
                                <a:gd name="T31" fmla="*/ 4611 h 5437"/>
                                <a:gd name="T32" fmla="*/ 3968 w 4323"/>
                                <a:gd name="T33" fmla="*/ 4359 h 5437"/>
                                <a:gd name="T34" fmla="*/ 3882 w 4323"/>
                                <a:gd name="T35" fmla="*/ 4552 h 5437"/>
                                <a:gd name="T36" fmla="*/ 3712 w 4323"/>
                                <a:gd name="T37" fmla="*/ 4427 h 5437"/>
                                <a:gd name="T38" fmla="*/ 4323 w 4323"/>
                                <a:gd name="T39" fmla="*/ 4169 h 5437"/>
                                <a:gd name="T40" fmla="*/ 4192 w 4323"/>
                                <a:gd name="T41" fmla="*/ 4310 h 5437"/>
                                <a:gd name="T42" fmla="*/ 3574 w 4323"/>
                                <a:gd name="T43" fmla="*/ 3921 h 5437"/>
                                <a:gd name="T44" fmla="*/ 3712 w 4323"/>
                                <a:gd name="T45" fmla="*/ 4083 h 5437"/>
                                <a:gd name="T46" fmla="*/ 3524 w 4323"/>
                                <a:gd name="T47" fmla="*/ 4061 h 5437"/>
                                <a:gd name="T48" fmla="*/ 4267 w 4323"/>
                                <a:gd name="T49" fmla="*/ 3997 h 5437"/>
                                <a:gd name="T50" fmla="*/ 4319 w 4323"/>
                                <a:gd name="T51" fmla="*/ 3783 h 5437"/>
                                <a:gd name="T52" fmla="*/ 3982 w 4323"/>
                                <a:gd name="T53" fmla="*/ 3857 h 5437"/>
                                <a:gd name="T54" fmla="*/ 3855 w 4323"/>
                                <a:gd name="T55" fmla="*/ 4029 h 5437"/>
                                <a:gd name="T56" fmla="*/ 3717 w 4323"/>
                                <a:gd name="T57" fmla="*/ 3866 h 5437"/>
                                <a:gd name="T58" fmla="*/ 4136 w 4323"/>
                                <a:gd name="T59" fmla="*/ 3395 h 5437"/>
                                <a:gd name="T60" fmla="*/ 4237 w 4323"/>
                                <a:gd name="T61" fmla="*/ 3583 h 5437"/>
                                <a:gd name="T62" fmla="*/ 4029 w 4323"/>
                                <a:gd name="T63" fmla="*/ 3637 h 5437"/>
                                <a:gd name="T64" fmla="*/ 4025 w 4323"/>
                                <a:gd name="T65" fmla="*/ 3423 h 5437"/>
                                <a:gd name="T66" fmla="*/ 3774 w 4323"/>
                                <a:gd name="T67" fmla="*/ 3393 h 5437"/>
                                <a:gd name="T68" fmla="*/ 3733 w 4323"/>
                                <a:gd name="T69" fmla="*/ 3601 h 5437"/>
                                <a:gd name="T70" fmla="*/ 3538 w 4323"/>
                                <a:gd name="T71" fmla="*/ 3515 h 5437"/>
                                <a:gd name="T72" fmla="*/ 3665 w 4323"/>
                                <a:gd name="T73" fmla="*/ 3343 h 5437"/>
                                <a:gd name="T74" fmla="*/ 3549 w 4323"/>
                                <a:gd name="T75" fmla="*/ 3361 h 5437"/>
                                <a:gd name="T76" fmla="*/ 3380 w 4323"/>
                                <a:gd name="T77" fmla="*/ 3375 h 5437"/>
                                <a:gd name="T78" fmla="*/ 4298 w 4323"/>
                                <a:gd name="T79" fmla="*/ 3146 h 5437"/>
                                <a:gd name="T80" fmla="*/ 4072 w 4323"/>
                                <a:gd name="T81" fmla="*/ 2950 h 5437"/>
                                <a:gd name="T82" fmla="*/ 4077 w 4323"/>
                                <a:gd name="T83" fmla="*/ 3164 h 5437"/>
                                <a:gd name="T84" fmla="*/ 3869 w 4323"/>
                                <a:gd name="T85" fmla="*/ 3121 h 5437"/>
                                <a:gd name="T86" fmla="*/ 3955 w 4323"/>
                                <a:gd name="T87" fmla="*/ 2927 h 5437"/>
                                <a:gd name="T88" fmla="*/ 3984 w 4323"/>
                                <a:gd name="T89" fmla="*/ 2273 h 5437"/>
                                <a:gd name="T90" fmla="*/ 4145 w 4323"/>
                                <a:gd name="T91" fmla="*/ 2904 h 5437"/>
                                <a:gd name="T92" fmla="*/ 3624 w 4323"/>
                                <a:gd name="T93" fmla="*/ 2981 h 5437"/>
                                <a:gd name="T94" fmla="*/ 3436 w 4323"/>
                                <a:gd name="T95" fmla="*/ 3078 h 5437"/>
                                <a:gd name="T96" fmla="*/ 3004 w 4323"/>
                                <a:gd name="T97" fmla="*/ 2707 h 5437"/>
                                <a:gd name="T98" fmla="*/ 3235 w 4323"/>
                                <a:gd name="T99" fmla="*/ 2216 h 5437"/>
                                <a:gd name="T100" fmla="*/ 45 w 4323"/>
                                <a:gd name="T101" fmla="*/ 500 h 5437"/>
                                <a:gd name="T102" fmla="*/ 212 w 4323"/>
                                <a:gd name="T103" fmla="*/ 1265 h 5437"/>
                                <a:gd name="T104" fmla="*/ 622 w 4323"/>
                                <a:gd name="T105" fmla="*/ 1679 h 5437"/>
                                <a:gd name="T106" fmla="*/ 1242 w 4323"/>
                                <a:gd name="T107" fmla="*/ 1800 h 5437"/>
                                <a:gd name="T108" fmla="*/ 1838 w 4323"/>
                                <a:gd name="T109" fmla="*/ 1944 h 5437"/>
                                <a:gd name="T110" fmla="*/ 2091 w 4323"/>
                                <a:gd name="T111" fmla="*/ 2280 h 5437"/>
                                <a:gd name="T112" fmla="*/ 1877 w 4323"/>
                                <a:gd name="T113" fmla="*/ 2624 h 5437"/>
                                <a:gd name="T114" fmla="*/ 1865 w 4323"/>
                                <a:gd name="T115" fmla="*/ 2913 h 5437"/>
                                <a:gd name="T116" fmla="*/ 1270 w 4323"/>
                                <a:gd name="T117" fmla="*/ 2795 h 5437"/>
                                <a:gd name="T118" fmla="*/ 588 w 4323"/>
                                <a:gd name="T119" fmla="*/ 2365 h 5437"/>
                                <a:gd name="T120" fmla="*/ 86 w 4323"/>
                                <a:gd name="T121" fmla="*/ 1671 h 5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4323" h="5437">
                                  <a:moveTo>
                                    <a:pt x="3119" y="5378"/>
                                  </a:moveTo>
                                  <a:lnTo>
                                    <a:pt x="3122" y="5380"/>
                                  </a:lnTo>
                                  <a:lnTo>
                                    <a:pt x="3151" y="5396"/>
                                  </a:lnTo>
                                  <a:lnTo>
                                    <a:pt x="3174" y="5419"/>
                                  </a:lnTo>
                                  <a:lnTo>
                                    <a:pt x="3185" y="5437"/>
                                  </a:lnTo>
                                  <a:lnTo>
                                    <a:pt x="3081" y="5437"/>
                                  </a:lnTo>
                                  <a:lnTo>
                                    <a:pt x="3119" y="5378"/>
                                  </a:lnTo>
                                  <a:close/>
                                  <a:moveTo>
                                    <a:pt x="4238" y="5324"/>
                                  </a:moveTo>
                                  <a:lnTo>
                                    <a:pt x="4269" y="5326"/>
                                  </a:lnTo>
                                  <a:lnTo>
                                    <a:pt x="4299" y="5337"/>
                                  </a:lnTo>
                                  <a:lnTo>
                                    <a:pt x="4323" y="5349"/>
                                  </a:lnTo>
                                  <a:lnTo>
                                    <a:pt x="4323" y="5437"/>
                                  </a:lnTo>
                                  <a:lnTo>
                                    <a:pt x="4111" y="5437"/>
                                  </a:lnTo>
                                  <a:lnTo>
                                    <a:pt x="4113" y="5424"/>
                                  </a:lnTo>
                                  <a:lnTo>
                                    <a:pt x="4120" y="5405"/>
                                  </a:lnTo>
                                  <a:lnTo>
                                    <a:pt x="4136" y="5378"/>
                                  </a:lnTo>
                                  <a:lnTo>
                                    <a:pt x="4156" y="5356"/>
                                  </a:lnTo>
                                  <a:lnTo>
                                    <a:pt x="4181" y="5340"/>
                                  </a:lnTo>
                                  <a:lnTo>
                                    <a:pt x="4210" y="5330"/>
                                  </a:lnTo>
                                  <a:lnTo>
                                    <a:pt x="4238" y="5324"/>
                                  </a:lnTo>
                                  <a:close/>
                                  <a:moveTo>
                                    <a:pt x="3525" y="5220"/>
                                  </a:moveTo>
                                  <a:lnTo>
                                    <a:pt x="3556" y="5222"/>
                                  </a:lnTo>
                                  <a:lnTo>
                                    <a:pt x="3585" y="5233"/>
                                  </a:lnTo>
                                  <a:lnTo>
                                    <a:pt x="3611" y="5249"/>
                                  </a:lnTo>
                                  <a:lnTo>
                                    <a:pt x="3635" y="5269"/>
                                  </a:lnTo>
                                  <a:lnTo>
                                    <a:pt x="3651" y="5294"/>
                                  </a:lnTo>
                                  <a:lnTo>
                                    <a:pt x="3662" y="5322"/>
                                  </a:lnTo>
                                  <a:lnTo>
                                    <a:pt x="3665" y="5351"/>
                                  </a:lnTo>
                                  <a:lnTo>
                                    <a:pt x="3663" y="5381"/>
                                  </a:lnTo>
                                  <a:lnTo>
                                    <a:pt x="3654" y="5412"/>
                                  </a:lnTo>
                                  <a:lnTo>
                                    <a:pt x="3644" y="5430"/>
                                  </a:lnTo>
                                  <a:lnTo>
                                    <a:pt x="3638" y="5437"/>
                                  </a:lnTo>
                                  <a:lnTo>
                                    <a:pt x="3422" y="5437"/>
                                  </a:lnTo>
                                  <a:lnTo>
                                    <a:pt x="3409" y="5419"/>
                                  </a:lnTo>
                                  <a:lnTo>
                                    <a:pt x="3398" y="5392"/>
                                  </a:lnTo>
                                  <a:lnTo>
                                    <a:pt x="3395" y="5362"/>
                                  </a:lnTo>
                                  <a:lnTo>
                                    <a:pt x="3397" y="5331"/>
                                  </a:lnTo>
                                  <a:lnTo>
                                    <a:pt x="3405" y="5301"/>
                                  </a:lnTo>
                                  <a:lnTo>
                                    <a:pt x="3422" y="5274"/>
                                  </a:lnTo>
                                  <a:lnTo>
                                    <a:pt x="3443" y="5252"/>
                                  </a:lnTo>
                                  <a:lnTo>
                                    <a:pt x="3468" y="5236"/>
                                  </a:lnTo>
                                  <a:lnTo>
                                    <a:pt x="3495" y="5226"/>
                                  </a:lnTo>
                                  <a:lnTo>
                                    <a:pt x="3525" y="5220"/>
                                  </a:lnTo>
                                  <a:close/>
                                  <a:moveTo>
                                    <a:pt x="3943" y="5025"/>
                                  </a:moveTo>
                                  <a:lnTo>
                                    <a:pt x="3972" y="5029"/>
                                  </a:lnTo>
                                  <a:lnTo>
                                    <a:pt x="4002" y="5038"/>
                                  </a:lnTo>
                                  <a:lnTo>
                                    <a:pt x="4029" y="5054"/>
                                  </a:lnTo>
                                  <a:lnTo>
                                    <a:pt x="4050" y="5075"/>
                                  </a:lnTo>
                                  <a:lnTo>
                                    <a:pt x="4068" y="5100"/>
                                  </a:lnTo>
                                  <a:lnTo>
                                    <a:pt x="4079" y="5127"/>
                                  </a:lnTo>
                                  <a:lnTo>
                                    <a:pt x="4083" y="5158"/>
                                  </a:lnTo>
                                  <a:lnTo>
                                    <a:pt x="4081" y="5188"/>
                                  </a:lnTo>
                                  <a:lnTo>
                                    <a:pt x="4072" y="5217"/>
                                  </a:lnTo>
                                  <a:lnTo>
                                    <a:pt x="4056" y="5245"/>
                                  </a:lnTo>
                                  <a:lnTo>
                                    <a:pt x="4034" y="5267"/>
                                  </a:lnTo>
                                  <a:lnTo>
                                    <a:pt x="4009" y="5283"/>
                                  </a:lnTo>
                                  <a:lnTo>
                                    <a:pt x="3980" y="5294"/>
                                  </a:lnTo>
                                  <a:lnTo>
                                    <a:pt x="3952" y="5299"/>
                                  </a:lnTo>
                                  <a:lnTo>
                                    <a:pt x="3921" y="5295"/>
                                  </a:lnTo>
                                  <a:lnTo>
                                    <a:pt x="3891" y="5287"/>
                                  </a:lnTo>
                                  <a:lnTo>
                                    <a:pt x="3864" y="5270"/>
                                  </a:lnTo>
                                  <a:lnTo>
                                    <a:pt x="3843" y="5249"/>
                                  </a:lnTo>
                                  <a:lnTo>
                                    <a:pt x="3826" y="5224"/>
                                  </a:lnTo>
                                  <a:lnTo>
                                    <a:pt x="3816" y="5197"/>
                                  </a:lnTo>
                                  <a:lnTo>
                                    <a:pt x="3810" y="5166"/>
                                  </a:lnTo>
                                  <a:lnTo>
                                    <a:pt x="3814" y="5136"/>
                                  </a:lnTo>
                                  <a:lnTo>
                                    <a:pt x="3823" y="5106"/>
                                  </a:lnTo>
                                  <a:lnTo>
                                    <a:pt x="3839" y="5079"/>
                                  </a:lnTo>
                                  <a:lnTo>
                                    <a:pt x="3860" y="5057"/>
                                  </a:lnTo>
                                  <a:lnTo>
                                    <a:pt x="3886" y="5041"/>
                                  </a:lnTo>
                                  <a:lnTo>
                                    <a:pt x="3912" y="5030"/>
                                  </a:lnTo>
                                  <a:lnTo>
                                    <a:pt x="3943" y="5025"/>
                                  </a:lnTo>
                                  <a:close/>
                                  <a:moveTo>
                                    <a:pt x="3595" y="4688"/>
                                  </a:moveTo>
                                  <a:lnTo>
                                    <a:pt x="3626" y="4692"/>
                                  </a:lnTo>
                                  <a:lnTo>
                                    <a:pt x="3656" y="4701"/>
                                  </a:lnTo>
                                  <a:lnTo>
                                    <a:pt x="3683" y="4717"/>
                                  </a:lnTo>
                                  <a:lnTo>
                                    <a:pt x="3705" y="4737"/>
                                  </a:lnTo>
                                  <a:lnTo>
                                    <a:pt x="3723" y="4762"/>
                                  </a:lnTo>
                                  <a:lnTo>
                                    <a:pt x="3733" y="4790"/>
                                  </a:lnTo>
                                  <a:lnTo>
                                    <a:pt x="3737" y="4821"/>
                                  </a:lnTo>
                                  <a:lnTo>
                                    <a:pt x="3735" y="4851"/>
                                  </a:lnTo>
                                  <a:lnTo>
                                    <a:pt x="3724" y="4880"/>
                                  </a:lnTo>
                                  <a:lnTo>
                                    <a:pt x="3708" y="4907"/>
                                  </a:lnTo>
                                  <a:lnTo>
                                    <a:pt x="3689" y="4930"/>
                                  </a:lnTo>
                                  <a:lnTo>
                                    <a:pt x="3663" y="4946"/>
                                  </a:lnTo>
                                  <a:lnTo>
                                    <a:pt x="3635" y="4957"/>
                                  </a:lnTo>
                                  <a:lnTo>
                                    <a:pt x="3606" y="4960"/>
                                  </a:lnTo>
                                  <a:lnTo>
                                    <a:pt x="3576" y="4959"/>
                                  </a:lnTo>
                                  <a:lnTo>
                                    <a:pt x="3545" y="4950"/>
                                  </a:lnTo>
                                  <a:lnTo>
                                    <a:pt x="3518" y="4934"/>
                                  </a:lnTo>
                                  <a:lnTo>
                                    <a:pt x="3497" y="4912"/>
                                  </a:lnTo>
                                  <a:lnTo>
                                    <a:pt x="3481" y="4887"/>
                                  </a:lnTo>
                                  <a:lnTo>
                                    <a:pt x="3470" y="4860"/>
                                  </a:lnTo>
                                  <a:lnTo>
                                    <a:pt x="3465" y="4830"/>
                                  </a:lnTo>
                                  <a:lnTo>
                                    <a:pt x="3468" y="4799"/>
                                  </a:lnTo>
                                  <a:lnTo>
                                    <a:pt x="3477" y="4769"/>
                                  </a:lnTo>
                                  <a:lnTo>
                                    <a:pt x="3493" y="4742"/>
                                  </a:lnTo>
                                  <a:lnTo>
                                    <a:pt x="3515" y="4720"/>
                                  </a:lnTo>
                                  <a:lnTo>
                                    <a:pt x="3538" y="4704"/>
                                  </a:lnTo>
                                  <a:lnTo>
                                    <a:pt x="3567" y="4694"/>
                                  </a:lnTo>
                                  <a:lnTo>
                                    <a:pt x="3595" y="4688"/>
                                  </a:lnTo>
                                  <a:close/>
                                  <a:moveTo>
                                    <a:pt x="4167" y="4595"/>
                                  </a:moveTo>
                                  <a:lnTo>
                                    <a:pt x="4197" y="4599"/>
                                  </a:lnTo>
                                  <a:lnTo>
                                    <a:pt x="4226" y="4608"/>
                                  </a:lnTo>
                                  <a:lnTo>
                                    <a:pt x="4253" y="4624"/>
                                  </a:lnTo>
                                  <a:lnTo>
                                    <a:pt x="4276" y="4645"/>
                                  </a:lnTo>
                                  <a:lnTo>
                                    <a:pt x="4292" y="4670"/>
                                  </a:lnTo>
                                  <a:lnTo>
                                    <a:pt x="4303" y="4697"/>
                                  </a:lnTo>
                                  <a:lnTo>
                                    <a:pt x="4307" y="4728"/>
                                  </a:lnTo>
                                  <a:lnTo>
                                    <a:pt x="4305" y="4758"/>
                                  </a:lnTo>
                                  <a:lnTo>
                                    <a:pt x="4296" y="4787"/>
                                  </a:lnTo>
                                  <a:lnTo>
                                    <a:pt x="4280" y="4814"/>
                                  </a:lnTo>
                                  <a:lnTo>
                                    <a:pt x="4258" y="4837"/>
                                  </a:lnTo>
                                  <a:lnTo>
                                    <a:pt x="4233" y="4853"/>
                                  </a:lnTo>
                                  <a:lnTo>
                                    <a:pt x="4206" y="4864"/>
                                  </a:lnTo>
                                  <a:lnTo>
                                    <a:pt x="4176" y="4867"/>
                                  </a:lnTo>
                                  <a:lnTo>
                                    <a:pt x="4145" y="4866"/>
                                  </a:lnTo>
                                  <a:lnTo>
                                    <a:pt x="4117" y="4857"/>
                                  </a:lnTo>
                                  <a:lnTo>
                                    <a:pt x="4090" y="4840"/>
                                  </a:lnTo>
                                  <a:lnTo>
                                    <a:pt x="4066" y="4819"/>
                                  </a:lnTo>
                                  <a:lnTo>
                                    <a:pt x="4050" y="4794"/>
                                  </a:lnTo>
                                  <a:lnTo>
                                    <a:pt x="4040" y="4767"/>
                                  </a:lnTo>
                                  <a:lnTo>
                                    <a:pt x="4036" y="4737"/>
                                  </a:lnTo>
                                  <a:lnTo>
                                    <a:pt x="4038" y="4706"/>
                                  </a:lnTo>
                                  <a:lnTo>
                                    <a:pt x="4047" y="4676"/>
                                  </a:lnTo>
                                  <a:lnTo>
                                    <a:pt x="4063" y="4649"/>
                                  </a:lnTo>
                                  <a:lnTo>
                                    <a:pt x="4084" y="4627"/>
                                  </a:lnTo>
                                  <a:lnTo>
                                    <a:pt x="4109" y="4611"/>
                                  </a:lnTo>
                                  <a:lnTo>
                                    <a:pt x="4136" y="4600"/>
                                  </a:lnTo>
                                  <a:lnTo>
                                    <a:pt x="4167" y="4595"/>
                                  </a:lnTo>
                                  <a:close/>
                                  <a:moveTo>
                                    <a:pt x="3843" y="4285"/>
                                  </a:moveTo>
                                  <a:lnTo>
                                    <a:pt x="3873" y="4287"/>
                                  </a:lnTo>
                                  <a:lnTo>
                                    <a:pt x="3902" y="4296"/>
                                  </a:lnTo>
                                  <a:lnTo>
                                    <a:pt x="3929" y="4312"/>
                                  </a:lnTo>
                                  <a:lnTo>
                                    <a:pt x="3952" y="4333"/>
                                  </a:lnTo>
                                  <a:lnTo>
                                    <a:pt x="3968" y="4359"/>
                                  </a:lnTo>
                                  <a:lnTo>
                                    <a:pt x="3979" y="4387"/>
                                  </a:lnTo>
                                  <a:lnTo>
                                    <a:pt x="3982" y="4416"/>
                                  </a:lnTo>
                                  <a:lnTo>
                                    <a:pt x="3980" y="4446"/>
                                  </a:lnTo>
                                  <a:lnTo>
                                    <a:pt x="3972" y="4477"/>
                                  </a:lnTo>
                                  <a:lnTo>
                                    <a:pt x="3955" y="4504"/>
                                  </a:lnTo>
                                  <a:lnTo>
                                    <a:pt x="3934" y="4525"/>
                                  </a:lnTo>
                                  <a:lnTo>
                                    <a:pt x="3909" y="4541"/>
                                  </a:lnTo>
                                  <a:lnTo>
                                    <a:pt x="3882" y="4552"/>
                                  </a:lnTo>
                                  <a:lnTo>
                                    <a:pt x="3852" y="4557"/>
                                  </a:lnTo>
                                  <a:lnTo>
                                    <a:pt x="3821" y="4556"/>
                                  </a:lnTo>
                                  <a:lnTo>
                                    <a:pt x="3791" y="4545"/>
                                  </a:lnTo>
                                  <a:lnTo>
                                    <a:pt x="3764" y="4529"/>
                                  </a:lnTo>
                                  <a:lnTo>
                                    <a:pt x="3742" y="4509"/>
                                  </a:lnTo>
                                  <a:lnTo>
                                    <a:pt x="3726" y="4484"/>
                                  </a:lnTo>
                                  <a:lnTo>
                                    <a:pt x="3715" y="4455"/>
                                  </a:lnTo>
                                  <a:lnTo>
                                    <a:pt x="3712" y="4427"/>
                                  </a:lnTo>
                                  <a:lnTo>
                                    <a:pt x="3714" y="4396"/>
                                  </a:lnTo>
                                  <a:lnTo>
                                    <a:pt x="3723" y="4366"/>
                                  </a:lnTo>
                                  <a:lnTo>
                                    <a:pt x="3739" y="4339"/>
                                  </a:lnTo>
                                  <a:lnTo>
                                    <a:pt x="3760" y="4316"/>
                                  </a:lnTo>
                                  <a:lnTo>
                                    <a:pt x="3785" y="4299"/>
                                  </a:lnTo>
                                  <a:lnTo>
                                    <a:pt x="3812" y="4289"/>
                                  </a:lnTo>
                                  <a:lnTo>
                                    <a:pt x="3843" y="4285"/>
                                  </a:lnTo>
                                  <a:close/>
                                  <a:moveTo>
                                    <a:pt x="4323" y="4169"/>
                                  </a:moveTo>
                                  <a:lnTo>
                                    <a:pt x="4323" y="4441"/>
                                  </a:lnTo>
                                  <a:lnTo>
                                    <a:pt x="4301" y="4439"/>
                                  </a:lnTo>
                                  <a:lnTo>
                                    <a:pt x="4272" y="4428"/>
                                  </a:lnTo>
                                  <a:lnTo>
                                    <a:pt x="4246" y="4412"/>
                                  </a:lnTo>
                                  <a:lnTo>
                                    <a:pt x="4224" y="4393"/>
                                  </a:lnTo>
                                  <a:lnTo>
                                    <a:pt x="4208" y="4368"/>
                                  </a:lnTo>
                                  <a:lnTo>
                                    <a:pt x="4197" y="4339"/>
                                  </a:lnTo>
                                  <a:lnTo>
                                    <a:pt x="4192" y="4310"/>
                                  </a:lnTo>
                                  <a:lnTo>
                                    <a:pt x="4195" y="4280"/>
                                  </a:lnTo>
                                  <a:lnTo>
                                    <a:pt x="4204" y="4249"/>
                                  </a:lnTo>
                                  <a:lnTo>
                                    <a:pt x="4221" y="4222"/>
                                  </a:lnTo>
                                  <a:lnTo>
                                    <a:pt x="4240" y="4201"/>
                                  </a:lnTo>
                                  <a:lnTo>
                                    <a:pt x="4265" y="4183"/>
                                  </a:lnTo>
                                  <a:lnTo>
                                    <a:pt x="4294" y="4172"/>
                                  </a:lnTo>
                                  <a:lnTo>
                                    <a:pt x="4323" y="4169"/>
                                  </a:lnTo>
                                  <a:close/>
                                  <a:moveTo>
                                    <a:pt x="3574" y="3921"/>
                                  </a:moveTo>
                                  <a:lnTo>
                                    <a:pt x="3604" y="3923"/>
                                  </a:lnTo>
                                  <a:lnTo>
                                    <a:pt x="3635" y="3934"/>
                                  </a:lnTo>
                                  <a:lnTo>
                                    <a:pt x="3662" y="3950"/>
                                  </a:lnTo>
                                  <a:lnTo>
                                    <a:pt x="3683" y="3970"/>
                                  </a:lnTo>
                                  <a:lnTo>
                                    <a:pt x="3699" y="3995"/>
                                  </a:lnTo>
                                  <a:lnTo>
                                    <a:pt x="3710" y="4024"/>
                                  </a:lnTo>
                                  <a:lnTo>
                                    <a:pt x="3714" y="4052"/>
                                  </a:lnTo>
                                  <a:lnTo>
                                    <a:pt x="3712" y="4083"/>
                                  </a:lnTo>
                                  <a:lnTo>
                                    <a:pt x="3703" y="4113"/>
                                  </a:lnTo>
                                  <a:lnTo>
                                    <a:pt x="3683" y="4144"/>
                                  </a:lnTo>
                                  <a:lnTo>
                                    <a:pt x="3658" y="4169"/>
                                  </a:lnTo>
                                  <a:lnTo>
                                    <a:pt x="3628" y="4185"/>
                                  </a:lnTo>
                                  <a:lnTo>
                                    <a:pt x="3595" y="4194"/>
                                  </a:lnTo>
                                  <a:lnTo>
                                    <a:pt x="3560" y="4192"/>
                                  </a:lnTo>
                                  <a:lnTo>
                                    <a:pt x="3525" y="4183"/>
                                  </a:lnTo>
                                  <a:lnTo>
                                    <a:pt x="3524" y="4061"/>
                                  </a:lnTo>
                                  <a:lnTo>
                                    <a:pt x="3515" y="3938"/>
                                  </a:lnTo>
                                  <a:lnTo>
                                    <a:pt x="3543" y="3927"/>
                                  </a:lnTo>
                                  <a:lnTo>
                                    <a:pt x="3574" y="3921"/>
                                  </a:lnTo>
                                  <a:close/>
                                  <a:moveTo>
                                    <a:pt x="4323" y="3783"/>
                                  </a:moveTo>
                                  <a:lnTo>
                                    <a:pt x="4323" y="4036"/>
                                  </a:lnTo>
                                  <a:lnTo>
                                    <a:pt x="4315" y="4034"/>
                                  </a:lnTo>
                                  <a:lnTo>
                                    <a:pt x="4289" y="4018"/>
                                  </a:lnTo>
                                  <a:lnTo>
                                    <a:pt x="4267" y="3997"/>
                                  </a:lnTo>
                                  <a:lnTo>
                                    <a:pt x="4251" y="3972"/>
                                  </a:lnTo>
                                  <a:lnTo>
                                    <a:pt x="4240" y="3945"/>
                                  </a:lnTo>
                                  <a:lnTo>
                                    <a:pt x="4237" y="3914"/>
                                  </a:lnTo>
                                  <a:lnTo>
                                    <a:pt x="4238" y="3884"/>
                                  </a:lnTo>
                                  <a:lnTo>
                                    <a:pt x="4247" y="3853"/>
                                  </a:lnTo>
                                  <a:lnTo>
                                    <a:pt x="4265" y="3825"/>
                                  </a:lnTo>
                                  <a:lnTo>
                                    <a:pt x="4290" y="3800"/>
                                  </a:lnTo>
                                  <a:lnTo>
                                    <a:pt x="4319" y="3783"/>
                                  </a:lnTo>
                                  <a:lnTo>
                                    <a:pt x="4323" y="3783"/>
                                  </a:lnTo>
                                  <a:close/>
                                  <a:moveTo>
                                    <a:pt x="3846" y="3757"/>
                                  </a:moveTo>
                                  <a:lnTo>
                                    <a:pt x="3877" y="3758"/>
                                  </a:lnTo>
                                  <a:lnTo>
                                    <a:pt x="3905" y="3767"/>
                                  </a:lnTo>
                                  <a:lnTo>
                                    <a:pt x="3932" y="3783"/>
                                  </a:lnTo>
                                  <a:lnTo>
                                    <a:pt x="3955" y="3805"/>
                                  </a:lnTo>
                                  <a:lnTo>
                                    <a:pt x="3972" y="3830"/>
                                  </a:lnTo>
                                  <a:lnTo>
                                    <a:pt x="3982" y="3857"/>
                                  </a:lnTo>
                                  <a:lnTo>
                                    <a:pt x="3986" y="3887"/>
                                  </a:lnTo>
                                  <a:lnTo>
                                    <a:pt x="3984" y="3918"/>
                                  </a:lnTo>
                                  <a:lnTo>
                                    <a:pt x="3975" y="3948"/>
                                  </a:lnTo>
                                  <a:lnTo>
                                    <a:pt x="3959" y="3975"/>
                                  </a:lnTo>
                                  <a:lnTo>
                                    <a:pt x="3937" y="3997"/>
                                  </a:lnTo>
                                  <a:lnTo>
                                    <a:pt x="3912" y="4013"/>
                                  </a:lnTo>
                                  <a:lnTo>
                                    <a:pt x="3886" y="4024"/>
                                  </a:lnTo>
                                  <a:lnTo>
                                    <a:pt x="3855" y="4029"/>
                                  </a:lnTo>
                                  <a:lnTo>
                                    <a:pt x="3825" y="4025"/>
                                  </a:lnTo>
                                  <a:lnTo>
                                    <a:pt x="3796" y="4016"/>
                                  </a:lnTo>
                                  <a:lnTo>
                                    <a:pt x="3769" y="4000"/>
                                  </a:lnTo>
                                  <a:lnTo>
                                    <a:pt x="3746" y="3979"/>
                                  </a:lnTo>
                                  <a:lnTo>
                                    <a:pt x="3730" y="3954"/>
                                  </a:lnTo>
                                  <a:lnTo>
                                    <a:pt x="3719" y="3927"/>
                                  </a:lnTo>
                                  <a:lnTo>
                                    <a:pt x="3715" y="3896"/>
                                  </a:lnTo>
                                  <a:lnTo>
                                    <a:pt x="3717" y="3866"/>
                                  </a:lnTo>
                                  <a:lnTo>
                                    <a:pt x="3726" y="3837"/>
                                  </a:lnTo>
                                  <a:lnTo>
                                    <a:pt x="3742" y="3809"/>
                                  </a:lnTo>
                                  <a:lnTo>
                                    <a:pt x="3764" y="3787"/>
                                  </a:lnTo>
                                  <a:lnTo>
                                    <a:pt x="3789" y="3771"/>
                                  </a:lnTo>
                                  <a:lnTo>
                                    <a:pt x="3816" y="3760"/>
                                  </a:lnTo>
                                  <a:lnTo>
                                    <a:pt x="3846" y="3757"/>
                                  </a:lnTo>
                                  <a:close/>
                                  <a:moveTo>
                                    <a:pt x="4108" y="3391"/>
                                  </a:moveTo>
                                  <a:lnTo>
                                    <a:pt x="4136" y="3395"/>
                                  </a:lnTo>
                                  <a:lnTo>
                                    <a:pt x="4167" y="3404"/>
                                  </a:lnTo>
                                  <a:lnTo>
                                    <a:pt x="4194" y="3420"/>
                                  </a:lnTo>
                                  <a:lnTo>
                                    <a:pt x="4215" y="3441"/>
                                  </a:lnTo>
                                  <a:lnTo>
                                    <a:pt x="4233" y="3466"/>
                                  </a:lnTo>
                                  <a:lnTo>
                                    <a:pt x="4244" y="3493"/>
                                  </a:lnTo>
                                  <a:lnTo>
                                    <a:pt x="4247" y="3524"/>
                                  </a:lnTo>
                                  <a:lnTo>
                                    <a:pt x="4246" y="3554"/>
                                  </a:lnTo>
                                  <a:lnTo>
                                    <a:pt x="4237" y="3583"/>
                                  </a:lnTo>
                                  <a:lnTo>
                                    <a:pt x="4221" y="3612"/>
                                  </a:lnTo>
                                  <a:lnTo>
                                    <a:pt x="4199" y="3633"/>
                                  </a:lnTo>
                                  <a:lnTo>
                                    <a:pt x="4174" y="3649"/>
                                  </a:lnTo>
                                  <a:lnTo>
                                    <a:pt x="4145" y="3660"/>
                                  </a:lnTo>
                                  <a:lnTo>
                                    <a:pt x="4117" y="3663"/>
                                  </a:lnTo>
                                  <a:lnTo>
                                    <a:pt x="4086" y="3662"/>
                                  </a:lnTo>
                                  <a:lnTo>
                                    <a:pt x="4056" y="3653"/>
                                  </a:lnTo>
                                  <a:lnTo>
                                    <a:pt x="4029" y="3637"/>
                                  </a:lnTo>
                                  <a:lnTo>
                                    <a:pt x="4007" y="3615"/>
                                  </a:lnTo>
                                  <a:lnTo>
                                    <a:pt x="3991" y="3590"/>
                                  </a:lnTo>
                                  <a:lnTo>
                                    <a:pt x="3980" y="3563"/>
                                  </a:lnTo>
                                  <a:lnTo>
                                    <a:pt x="3975" y="3533"/>
                                  </a:lnTo>
                                  <a:lnTo>
                                    <a:pt x="3979" y="3502"/>
                                  </a:lnTo>
                                  <a:lnTo>
                                    <a:pt x="3988" y="3472"/>
                                  </a:lnTo>
                                  <a:lnTo>
                                    <a:pt x="4004" y="3445"/>
                                  </a:lnTo>
                                  <a:lnTo>
                                    <a:pt x="4025" y="3423"/>
                                  </a:lnTo>
                                  <a:lnTo>
                                    <a:pt x="4049" y="3407"/>
                                  </a:lnTo>
                                  <a:lnTo>
                                    <a:pt x="4077" y="3397"/>
                                  </a:lnTo>
                                  <a:lnTo>
                                    <a:pt x="4108" y="3391"/>
                                  </a:lnTo>
                                  <a:close/>
                                  <a:moveTo>
                                    <a:pt x="3665" y="3343"/>
                                  </a:moveTo>
                                  <a:lnTo>
                                    <a:pt x="3696" y="3346"/>
                                  </a:lnTo>
                                  <a:lnTo>
                                    <a:pt x="3726" y="3355"/>
                                  </a:lnTo>
                                  <a:lnTo>
                                    <a:pt x="3753" y="3371"/>
                                  </a:lnTo>
                                  <a:lnTo>
                                    <a:pt x="3774" y="3393"/>
                                  </a:lnTo>
                                  <a:lnTo>
                                    <a:pt x="3791" y="3418"/>
                                  </a:lnTo>
                                  <a:lnTo>
                                    <a:pt x="3801" y="3445"/>
                                  </a:lnTo>
                                  <a:lnTo>
                                    <a:pt x="3807" y="3475"/>
                                  </a:lnTo>
                                  <a:lnTo>
                                    <a:pt x="3803" y="3506"/>
                                  </a:lnTo>
                                  <a:lnTo>
                                    <a:pt x="3794" y="3534"/>
                                  </a:lnTo>
                                  <a:lnTo>
                                    <a:pt x="3778" y="3563"/>
                                  </a:lnTo>
                                  <a:lnTo>
                                    <a:pt x="3757" y="3585"/>
                                  </a:lnTo>
                                  <a:lnTo>
                                    <a:pt x="3733" y="3601"/>
                                  </a:lnTo>
                                  <a:lnTo>
                                    <a:pt x="3705" y="3612"/>
                                  </a:lnTo>
                                  <a:lnTo>
                                    <a:pt x="3676" y="3617"/>
                                  </a:lnTo>
                                  <a:lnTo>
                                    <a:pt x="3646" y="3613"/>
                                  </a:lnTo>
                                  <a:lnTo>
                                    <a:pt x="3615" y="3604"/>
                                  </a:lnTo>
                                  <a:lnTo>
                                    <a:pt x="3588" y="3588"/>
                                  </a:lnTo>
                                  <a:lnTo>
                                    <a:pt x="3567" y="3567"/>
                                  </a:lnTo>
                                  <a:lnTo>
                                    <a:pt x="3549" y="3542"/>
                                  </a:lnTo>
                                  <a:lnTo>
                                    <a:pt x="3538" y="3515"/>
                                  </a:lnTo>
                                  <a:lnTo>
                                    <a:pt x="3534" y="3484"/>
                                  </a:lnTo>
                                  <a:lnTo>
                                    <a:pt x="3536" y="3454"/>
                                  </a:lnTo>
                                  <a:lnTo>
                                    <a:pt x="3547" y="3425"/>
                                  </a:lnTo>
                                  <a:lnTo>
                                    <a:pt x="3561" y="3397"/>
                                  </a:lnTo>
                                  <a:lnTo>
                                    <a:pt x="3583" y="3375"/>
                                  </a:lnTo>
                                  <a:lnTo>
                                    <a:pt x="3608" y="3359"/>
                                  </a:lnTo>
                                  <a:lnTo>
                                    <a:pt x="3637" y="3348"/>
                                  </a:lnTo>
                                  <a:lnTo>
                                    <a:pt x="3665" y="3343"/>
                                  </a:lnTo>
                                  <a:close/>
                                  <a:moveTo>
                                    <a:pt x="3398" y="3230"/>
                                  </a:moveTo>
                                  <a:lnTo>
                                    <a:pt x="3432" y="3230"/>
                                  </a:lnTo>
                                  <a:lnTo>
                                    <a:pt x="3468" y="3241"/>
                                  </a:lnTo>
                                  <a:lnTo>
                                    <a:pt x="3495" y="3257"/>
                                  </a:lnTo>
                                  <a:lnTo>
                                    <a:pt x="3517" y="3277"/>
                                  </a:lnTo>
                                  <a:lnTo>
                                    <a:pt x="3534" y="3302"/>
                                  </a:lnTo>
                                  <a:lnTo>
                                    <a:pt x="3545" y="3330"/>
                                  </a:lnTo>
                                  <a:lnTo>
                                    <a:pt x="3549" y="3361"/>
                                  </a:lnTo>
                                  <a:lnTo>
                                    <a:pt x="3547" y="3389"/>
                                  </a:lnTo>
                                  <a:lnTo>
                                    <a:pt x="3536" y="3420"/>
                                  </a:lnTo>
                                  <a:lnTo>
                                    <a:pt x="3522" y="3447"/>
                                  </a:lnTo>
                                  <a:lnTo>
                                    <a:pt x="3502" y="3468"/>
                                  </a:lnTo>
                                  <a:lnTo>
                                    <a:pt x="3479" y="3484"/>
                                  </a:lnTo>
                                  <a:lnTo>
                                    <a:pt x="3452" y="3495"/>
                                  </a:lnTo>
                                  <a:lnTo>
                                    <a:pt x="3423" y="3500"/>
                                  </a:lnTo>
                                  <a:lnTo>
                                    <a:pt x="3380" y="3375"/>
                                  </a:lnTo>
                                  <a:lnTo>
                                    <a:pt x="3334" y="3255"/>
                                  </a:lnTo>
                                  <a:lnTo>
                                    <a:pt x="3364" y="3237"/>
                                  </a:lnTo>
                                  <a:lnTo>
                                    <a:pt x="3398" y="3230"/>
                                  </a:lnTo>
                                  <a:close/>
                                  <a:moveTo>
                                    <a:pt x="4323" y="3062"/>
                                  </a:moveTo>
                                  <a:lnTo>
                                    <a:pt x="4323" y="3221"/>
                                  </a:lnTo>
                                  <a:lnTo>
                                    <a:pt x="4312" y="3203"/>
                                  </a:lnTo>
                                  <a:lnTo>
                                    <a:pt x="4301" y="3176"/>
                                  </a:lnTo>
                                  <a:lnTo>
                                    <a:pt x="4298" y="3146"/>
                                  </a:lnTo>
                                  <a:lnTo>
                                    <a:pt x="4299" y="3115"/>
                                  </a:lnTo>
                                  <a:lnTo>
                                    <a:pt x="4308" y="3085"/>
                                  </a:lnTo>
                                  <a:lnTo>
                                    <a:pt x="4323" y="3062"/>
                                  </a:lnTo>
                                  <a:lnTo>
                                    <a:pt x="4323" y="3062"/>
                                  </a:lnTo>
                                  <a:close/>
                                  <a:moveTo>
                                    <a:pt x="3984" y="2924"/>
                                  </a:moveTo>
                                  <a:lnTo>
                                    <a:pt x="4015" y="2925"/>
                                  </a:lnTo>
                                  <a:lnTo>
                                    <a:pt x="4045" y="2934"/>
                                  </a:lnTo>
                                  <a:lnTo>
                                    <a:pt x="4072" y="2950"/>
                                  </a:lnTo>
                                  <a:lnTo>
                                    <a:pt x="4093" y="2972"/>
                                  </a:lnTo>
                                  <a:lnTo>
                                    <a:pt x="4111" y="2997"/>
                                  </a:lnTo>
                                  <a:lnTo>
                                    <a:pt x="4120" y="3024"/>
                                  </a:lnTo>
                                  <a:lnTo>
                                    <a:pt x="4126" y="3054"/>
                                  </a:lnTo>
                                  <a:lnTo>
                                    <a:pt x="4124" y="3085"/>
                                  </a:lnTo>
                                  <a:lnTo>
                                    <a:pt x="4113" y="3115"/>
                                  </a:lnTo>
                                  <a:lnTo>
                                    <a:pt x="4097" y="3142"/>
                                  </a:lnTo>
                                  <a:lnTo>
                                    <a:pt x="4077" y="3164"/>
                                  </a:lnTo>
                                  <a:lnTo>
                                    <a:pt x="4052" y="3180"/>
                                  </a:lnTo>
                                  <a:lnTo>
                                    <a:pt x="4023" y="3191"/>
                                  </a:lnTo>
                                  <a:lnTo>
                                    <a:pt x="3995" y="3196"/>
                                  </a:lnTo>
                                  <a:lnTo>
                                    <a:pt x="3964" y="3192"/>
                                  </a:lnTo>
                                  <a:lnTo>
                                    <a:pt x="3934" y="3183"/>
                                  </a:lnTo>
                                  <a:lnTo>
                                    <a:pt x="3907" y="3167"/>
                                  </a:lnTo>
                                  <a:lnTo>
                                    <a:pt x="3886" y="3146"/>
                                  </a:lnTo>
                                  <a:lnTo>
                                    <a:pt x="3869" y="3121"/>
                                  </a:lnTo>
                                  <a:lnTo>
                                    <a:pt x="3859" y="3094"/>
                                  </a:lnTo>
                                  <a:lnTo>
                                    <a:pt x="3853" y="3063"/>
                                  </a:lnTo>
                                  <a:lnTo>
                                    <a:pt x="3857" y="3033"/>
                                  </a:lnTo>
                                  <a:lnTo>
                                    <a:pt x="3866" y="3004"/>
                                  </a:lnTo>
                                  <a:lnTo>
                                    <a:pt x="3882" y="2977"/>
                                  </a:lnTo>
                                  <a:lnTo>
                                    <a:pt x="3902" y="2954"/>
                                  </a:lnTo>
                                  <a:lnTo>
                                    <a:pt x="3927" y="2938"/>
                                  </a:lnTo>
                                  <a:lnTo>
                                    <a:pt x="3955" y="2927"/>
                                  </a:lnTo>
                                  <a:lnTo>
                                    <a:pt x="3984" y="2924"/>
                                  </a:lnTo>
                                  <a:close/>
                                  <a:moveTo>
                                    <a:pt x="3296" y="2049"/>
                                  </a:moveTo>
                                  <a:lnTo>
                                    <a:pt x="3411" y="2073"/>
                                  </a:lnTo>
                                  <a:lnTo>
                                    <a:pt x="3527" y="2101"/>
                                  </a:lnTo>
                                  <a:lnTo>
                                    <a:pt x="3644" y="2135"/>
                                  </a:lnTo>
                                  <a:lnTo>
                                    <a:pt x="3758" y="2175"/>
                                  </a:lnTo>
                                  <a:lnTo>
                                    <a:pt x="3873" y="2221"/>
                                  </a:lnTo>
                                  <a:lnTo>
                                    <a:pt x="3984" y="2273"/>
                                  </a:lnTo>
                                  <a:lnTo>
                                    <a:pt x="4093" y="2332"/>
                                  </a:lnTo>
                                  <a:lnTo>
                                    <a:pt x="4195" y="2395"/>
                                  </a:lnTo>
                                  <a:lnTo>
                                    <a:pt x="4294" y="2465"/>
                                  </a:lnTo>
                                  <a:lnTo>
                                    <a:pt x="4323" y="2488"/>
                                  </a:lnTo>
                                  <a:lnTo>
                                    <a:pt x="4323" y="2959"/>
                                  </a:lnTo>
                                  <a:lnTo>
                                    <a:pt x="4308" y="2952"/>
                                  </a:lnTo>
                                  <a:lnTo>
                                    <a:pt x="4228" y="2924"/>
                                  </a:lnTo>
                                  <a:lnTo>
                                    <a:pt x="4145" y="2904"/>
                                  </a:lnTo>
                                  <a:lnTo>
                                    <a:pt x="4061" y="2893"/>
                                  </a:lnTo>
                                  <a:lnTo>
                                    <a:pt x="3975" y="2890"/>
                                  </a:lnTo>
                                  <a:lnTo>
                                    <a:pt x="3889" y="2893"/>
                                  </a:lnTo>
                                  <a:lnTo>
                                    <a:pt x="3801" y="2900"/>
                                  </a:lnTo>
                                  <a:lnTo>
                                    <a:pt x="3714" y="2913"/>
                                  </a:lnTo>
                                  <a:lnTo>
                                    <a:pt x="3626" y="2927"/>
                                  </a:lnTo>
                                  <a:lnTo>
                                    <a:pt x="3628" y="2954"/>
                                  </a:lnTo>
                                  <a:lnTo>
                                    <a:pt x="3624" y="2981"/>
                                  </a:lnTo>
                                  <a:lnTo>
                                    <a:pt x="3615" y="3008"/>
                                  </a:lnTo>
                                  <a:lnTo>
                                    <a:pt x="3599" y="3035"/>
                                  </a:lnTo>
                                  <a:lnTo>
                                    <a:pt x="3579" y="3056"/>
                                  </a:lnTo>
                                  <a:lnTo>
                                    <a:pt x="3554" y="3074"/>
                                  </a:lnTo>
                                  <a:lnTo>
                                    <a:pt x="3525" y="3085"/>
                                  </a:lnTo>
                                  <a:lnTo>
                                    <a:pt x="3497" y="3088"/>
                                  </a:lnTo>
                                  <a:lnTo>
                                    <a:pt x="3466" y="3087"/>
                                  </a:lnTo>
                                  <a:lnTo>
                                    <a:pt x="3436" y="3078"/>
                                  </a:lnTo>
                                  <a:lnTo>
                                    <a:pt x="3407" y="3060"/>
                                  </a:lnTo>
                                  <a:lnTo>
                                    <a:pt x="3386" y="3036"/>
                                  </a:lnTo>
                                  <a:lnTo>
                                    <a:pt x="3368" y="3010"/>
                                  </a:lnTo>
                                  <a:lnTo>
                                    <a:pt x="3359" y="2979"/>
                                  </a:lnTo>
                                  <a:lnTo>
                                    <a:pt x="3210" y="3004"/>
                                  </a:lnTo>
                                  <a:lnTo>
                                    <a:pt x="3144" y="2895"/>
                                  </a:lnTo>
                                  <a:lnTo>
                                    <a:pt x="3076" y="2795"/>
                                  </a:lnTo>
                                  <a:lnTo>
                                    <a:pt x="3004" y="2707"/>
                                  </a:lnTo>
                                  <a:lnTo>
                                    <a:pt x="2933" y="2630"/>
                                  </a:lnTo>
                                  <a:lnTo>
                                    <a:pt x="2979" y="2598"/>
                                  </a:lnTo>
                                  <a:lnTo>
                                    <a:pt x="3017" y="2567"/>
                                  </a:lnTo>
                                  <a:lnTo>
                                    <a:pt x="3071" y="2506"/>
                                  </a:lnTo>
                                  <a:lnTo>
                                    <a:pt x="3119" y="2442"/>
                                  </a:lnTo>
                                  <a:lnTo>
                                    <a:pt x="3162" y="2370"/>
                                  </a:lnTo>
                                  <a:lnTo>
                                    <a:pt x="3199" y="2295"/>
                                  </a:lnTo>
                                  <a:lnTo>
                                    <a:pt x="3235" y="2216"/>
                                  </a:lnTo>
                                  <a:lnTo>
                                    <a:pt x="3266" y="2134"/>
                                  </a:lnTo>
                                  <a:lnTo>
                                    <a:pt x="3296" y="2049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" y="90"/>
                                  </a:lnTo>
                                  <a:lnTo>
                                    <a:pt x="15" y="188"/>
                                  </a:lnTo>
                                  <a:lnTo>
                                    <a:pt x="23" y="290"/>
                                  </a:lnTo>
                                  <a:lnTo>
                                    <a:pt x="34" y="394"/>
                                  </a:lnTo>
                                  <a:lnTo>
                                    <a:pt x="45" y="500"/>
                                  </a:lnTo>
                                  <a:lnTo>
                                    <a:pt x="59" y="605"/>
                                  </a:lnTo>
                                  <a:lnTo>
                                    <a:pt x="75" y="709"/>
                                  </a:lnTo>
                                  <a:lnTo>
                                    <a:pt x="93" y="811"/>
                                  </a:lnTo>
                                  <a:lnTo>
                                    <a:pt x="111" y="912"/>
                                  </a:lnTo>
                                  <a:lnTo>
                                    <a:pt x="135" y="1009"/>
                                  </a:lnTo>
                                  <a:lnTo>
                                    <a:pt x="158" y="1100"/>
                                  </a:lnTo>
                                  <a:lnTo>
                                    <a:pt x="183" y="1186"/>
                                  </a:lnTo>
                                  <a:lnTo>
                                    <a:pt x="212" y="1265"/>
                                  </a:lnTo>
                                  <a:lnTo>
                                    <a:pt x="244" y="1336"/>
                                  </a:lnTo>
                                  <a:lnTo>
                                    <a:pt x="278" y="1399"/>
                                  </a:lnTo>
                                  <a:lnTo>
                                    <a:pt x="314" y="1453"/>
                                  </a:lnTo>
                                  <a:lnTo>
                                    <a:pt x="367" y="1514"/>
                                  </a:lnTo>
                                  <a:lnTo>
                                    <a:pt x="425" y="1566"/>
                                  </a:lnTo>
                                  <a:lnTo>
                                    <a:pt x="487" y="1610"/>
                                  </a:lnTo>
                                  <a:lnTo>
                                    <a:pt x="552" y="1648"/>
                                  </a:lnTo>
                                  <a:lnTo>
                                    <a:pt x="622" y="1679"/>
                                  </a:lnTo>
                                  <a:lnTo>
                                    <a:pt x="693" y="1705"/>
                                  </a:lnTo>
                                  <a:lnTo>
                                    <a:pt x="767" y="1727"/>
                                  </a:lnTo>
                                  <a:lnTo>
                                    <a:pt x="844" y="1745"/>
                                  </a:lnTo>
                                  <a:lnTo>
                                    <a:pt x="921" y="1759"/>
                                  </a:lnTo>
                                  <a:lnTo>
                                    <a:pt x="1000" y="1772"/>
                                  </a:lnTo>
                                  <a:lnTo>
                                    <a:pt x="1080" y="1782"/>
                                  </a:lnTo>
                                  <a:lnTo>
                                    <a:pt x="1161" y="1791"/>
                                  </a:lnTo>
                                  <a:lnTo>
                                    <a:pt x="1242" y="1800"/>
                                  </a:lnTo>
                                  <a:lnTo>
                                    <a:pt x="1320" y="1809"/>
                                  </a:lnTo>
                                  <a:lnTo>
                                    <a:pt x="1401" y="1820"/>
                                  </a:lnTo>
                                  <a:lnTo>
                                    <a:pt x="1478" y="1833"/>
                                  </a:lnTo>
                                  <a:lnTo>
                                    <a:pt x="1555" y="1847"/>
                                  </a:lnTo>
                                  <a:lnTo>
                                    <a:pt x="1630" y="1865"/>
                                  </a:lnTo>
                                  <a:lnTo>
                                    <a:pt x="1702" y="1886"/>
                                  </a:lnTo>
                                  <a:lnTo>
                                    <a:pt x="1772" y="1913"/>
                                  </a:lnTo>
                                  <a:lnTo>
                                    <a:pt x="1838" y="1944"/>
                                  </a:lnTo>
                                  <a:lnTo>
                                    <a:pt x="1901" y="1981"/>
                                  </a:lnTo>
                                  <a:lnTo>
                                    <a:pt x="1938" y="2012"/>
                                  </a:lnTo>
                                  <a:lnTo>
                                    <a:pt x="1978" y="2051"/>
                                  </a:lnTo>
                                  <a:lnTo>
                                    <a:pt x="2019" y="2098"/>
                                  </a:lnTo>
                                  <a:lnTo>
                                    <a:pt x="2060" y="2150"/>
                                  </a:lnTo>
                                  <a:lnTo>
                                    <a:pt x="2101" y="2205"/>
                                  </a:lnTo>
                                  <a:lnTo>
                                    <a:pt x="2141" y="2264"/>
                                  </a:lnTo>
                                  <a:lnTo>
                                    <a:pt x="2091" y="2280"/>
                                  </a:lnTo>
                                  <a:lnTo>
                                    <a:pt x="2044" y="2304"/>
                                  </a:lnTo>
                                  <a:lnTo>
                                    <a:pt x="2001" y="2334"/>
                                  </a:lnTo>
                                  <a:lnTo>
                                    <a:pt x="1962" y="2372"/>
                                  </a:lnTo>
                                  <a:lnTo>
                                    <a:pt x="1928" y="2417"/>
                                  </a:lnTo>
                                  <a:lnTo>
                                    <a:pt x="1901" y="2465"/>
                                  </a:lnTo>
                                  <a:lnTo>
                                    <a:pt x="1885" y="2517"/>
                                  </a:lnTo>
                                  <a:lnTo>
                                    <a:pt x="1876" y="2569"/>
                                  </a:lnTo>
                                  <a:lnTo>
                                    <a:pt x="1877" y="2624"/>
                                  </a:lnTo>
                                  <a:lnTo>
                                    <a:pt x="1886" y="2678"/>
                                  </a:lnTo>
                                  <a:lnTo>
                                    <a:pt x="1903" y="2730"/>
                                  </a:lnTo>
                                  <a:lnTo>
                                    <a:pt x="1926" y="2780"/>
                                  </a:lnTo>
                                  <a:lnTo>
                                    <a:pt x="1955" y="2829"/>
                                  </a:lnTo>
                                  <a:lnTo>
                                    <a:pt x="1990" y="2872"/>
                                  </a:lnTo>
                                  <a:lnTo>
                                    <a:pt x="1965" y="2884"/>
                                  </a:lnTo>
                                  <a:lnTo>
                                    <a:pt x="1919" y="2902"/>
                                  </a:lnTo>
                                  <a:lnTo>
                                    <a:pt x="1865" y="2913"/>
                                  </a:lnTo>
                                  <a:lnTo>
                                    <a:pt x="1804" y="2918"/>
                                  </a:lnTo>
                                  <a:lnTo>
                                    <a:pt x="1740" y="2916"/>
                                  </a:lnTo>
                                  <a:lnTo>
                                    <a:pt x="1670" y="2909"/>
                                  </a:lnTo>
                                  <a:lnTo>
                                    <a:pt x="1596" y="2897"/>
                                  </a:lnTo>
                                  <a:lnTo>
                                    <a:pt x="1519" y="2879"/>
                                  </a:lnTo>
                                  <a:lnTo>
                                    <a:pt x="1439" y="2856"/>
                                  </a:lnTo>
                                  <a:lnTo>
                                    <a:pt x="1354" y="2827"/>
                                  </a:lnTo>
                                  <a:lnTo>
                                    <a:pt x="1270" y="2795"/>
                                  </a:lnTo>
                                  <a:lnTo>
                                    <a:pt x="1184" y="2755"/>
                                  </a:lnTo>
                                  <a:lnTo>
                                    <a:pt x="1096" y="2712"/>
                                  </a:lnTo>
                                  <a:lnTo>
                                    <a:pt x="1009" y="2664"/>
                                  </a:lnTo>
                                  <a:lnTo>
                                    <a:pt x="921" y="2612"/>
                                  </a:lnTo>
                                  <a:lnTo>
                                    <a:pt x="835" y="2556"/>
                                  </a:lnTo>
                                  <a:lnTo>
                                    <a:pt x="751" y="2495"/>
                                  </a:lnTo>
                                  <a:lnTo>
                                    <a:pt x="668" y="2433"/>
                                  </a:lnTo>
                                  <a:lnTo>
                                    <a:pt x="588" y="2365"/>
                                  </a:lnTo>
                                  <a:lnTo>
                                    <a:pt x="511" y="2293"/>
                                  </a:lnTo>
                                  <a:lnTo>
                                    <a:pt x="437" y="2218"/>
                                  </a:lnTo>
                                  <a:lnTo>
                                    <a:pt x="369" y="2141"/>
                                  </a:lnTo>
                                  <a:lnTo>
                                    <a:pt x="305" y="2060"/>
                                  </a:lnTo>
                                  <a:lnTo>
                                    <a:pt x="246" y="1976"/>
                                  </a:lnTo>
                                  <a:lnTo>
                                    <a:pt x="194" y="1890"/>
                                  </a:lnTo>
                                  <a:lnTo>
                                    <a:pt x="136" y="1782"/>
                                  </a:lnTo>
                                  <a:lnTo>
                                    <a:pt x="86" y="1671"/>
                                  </a:lnTo>
                                  <a:lnTo>
                                    <a:pt x="43" y="1557"/>
                                  </a:lnTo>
                                  <a:lnTo>
                                    <a:pt x="6" y="1442"/>
                                  </a:lnTo>
                                  <a:lnTo>
                                    <a:pt x="0" y="142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7" name="Group 27"/>
                          <wpg:cNvGrpSpPr/>
                          <wpg:grpSpPr>
                            <a:xfrm>
                              <a:off x="2978150" y="4329113"/>
                              <a:ext cx="2617788" cy="5053012"/>
                              <a:chOff x="2978150" y="4329113"/>
                              <a:chExt cx="2617788" cy="5053012"/>
                            </a:xfrm>
                            <a:solidFill>
                              <a:schemeClr val="accent5">
                                <a:lumMod val="75000"/>
                              </a:schemeClr>
                            </a:solidFill>
                          </wpg:grpSpPr>
                          <wps:wsp>
                            <wps:cNvPr id="2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4038600" y="4632325"/>
                                <a:ext cx="1557338" cy="4749800"/>
                              </a:xfrm>
                              <a:custGeom>
                                <a:avLst/>
                                <a:gdLst>
                                  <a:gd name="T0" fmla="*/ 59 w 981"/>
                                  <a:gd name="T1" fmla="*/ 9 h 2992"/>
                                  <a:gd name="T2" fmla="*/ 177 w 981"/>
                                  <a:gd name="T3" fmla="*/ 34 h 2992"/>
                                  <a:gd name="T4" fmla="*/ 288 w 981"/>
                                  <a:gd name="T5" fmla="*/ 97 h 2992"/>
                                  <a:gd name="T6" fmla="*/ 401 w 981"/>
                                  <a:gd name="T7" fmla="*/ 196 h 2992"/>
                                  <a:gd name="T8" fmla="*/ 516 w 981"/>
                                  <a:gd name="T9" fmla="*/ 328 h 2992"/>
                                  <a:gd name="T10" fmla="*/ 625 w 981"/>
                                  <a:gd name="T11" fmla="*/ 489 h 2992"/>
                                  <a:gd name="T12" fmla="*/ 725 w 981"/>
                                  <a:gd name="T13" fmla="*/ 672 h 2992"/>
                                  <a:gd name="T14" fmla="*/ 815 w 981"/>
                                  <a:gd name="T15" fmla="*/ 873 h 2992"/>
                                  <a:gd name="T16" fmla="*/ 888 w 981"/>
                                  <a:gd name="T17" fmla="*/ 1088 h 2992"/>
                                  <a:gd name="T18" fmla="*/ 944 w 981"/>
                                  <a:gd name="T19" fmla="*/ 1310 h 2992"/>
                                  <a:gd name="T20" fmla="*/ 976 w 981"/>
                                  <a:gd name="T21" fmla="*/ 1536 h 2992"/>
                                  <a:gd name="T22" fmla="*/ 981 w 981"/>
                                  <a:gd name="T23" fmla="*/ 1759 h 2992"/>
                                  <a:gd name="T24" fmla="*/ 951 w 981"/>
                                  <a:gd name="T25" fmla="*/ 2005 h 2992"/>
                                  <a:gd name="T26" fmla="*/ 885 w 981"/>
                                  <a:gd name="T27" fmla="*/ 2272 h 2992"/>
                                  <a:gd name="T28" fmla="*/ 786 w 981"/>
                                  <a:gd name="T29" fmla="*/ 2528 h 2992"/>
                                  <a:gd name="T30" fmla="*/ 668 w 981"/>
                                  <a:gd name="T31" fmla="*/ 2772 h 2992"/>
                                  <a:gd name="T32" fmla="*/ 537 w 981"/>
                                  <a:gd name="T33" fmla="*/ 2992 h 2992"/>
                                  <a:gd name="T34" fmla="*/ 363 w 981"/>
                                  <a:gd name="T35" fmla="*/ 2913 h 2992"/>
                                  <a:gd name="T36" fmla="*/ 448 w 981"/>
                                  <a:gd name="T37" fmla="*/ 2743 h 2992"/>
                                  <a:gd name="T38" fmla="*/ 519 w 981"/>
                                  <a:gd name="T39" fmla="*/ 2576 h 2992"/>
                                  <a:gd name="T40" fmla="*/ 573 w 981"/>
                                  <a:gd name="T41" fmla="*/ 2419 h 2992"/>
                                  <a:gd name="T42" fmla="*/ 607 w 981"/>
                                  <a:gd name="T43" fmla="*/ 2275 h 2992"/>
                                  <a:gd name="T44" fmla="*/ 618 w 981"/>
                                  <a:gd name="T45" fmla="*/ 2152 h 2992"/>
                                  <a:gd name="T46" fmla="*/ 595 w 981"/>
                                  <a:gd name="T47" fmla="*/ 1996 h 2992"/>
                                  <a:gd name="T48" fmla="*/ 541 w 981"/>
                                  <a:gd name="T49" fmla="*/ 1854 h 2992"/>
                                  <a:gd name="T50" fmla="*/ 462 w 981"/>
                                  <a:gd name="T51" fmla="*/ 1725 h 2992"/>
                                  <a:gd name="T52" fmla="*/ 363 w 981"/>
                                  <a:gd name="T53" fmla="*/ 1605 h 2992"/>
                                  <a:gd name="T54" fmla="*/ 254 w 981"/>
                                  <a:gd name="T55" fmla="*/ 1491 h 2992"/>
                                  <a:gd name="T56" fmla="*/ 226 w 981"/>
                                  <a:gd name="T57" fmla="*/ 1340 h 2992"/>
                                  <a:gd name="T58" fmla="*/ 270 w 981"/>
                                  <a:gd name="T59" fmla="*/ 1156 h 2992"/>
                                  <a:gd name="T60" fmla="*/ 297 w 981"/>
                                  <a:gd name="T61" fmla="*/ 982 h 2992"/>
                                  <a:gd name="T62" fmla="*/ 304 w 981"/>
                                  <a:gd name="T63" fmla="*/ 824 h 2992"/>
                                  <a:gd name="T64" fmla="*/ 290 w 981"/>
                                  <a:gd name="T65" fmla="*/ 686 h 2992"/>
                                  <a:gd name="T66" fmla="*/ 256 w 981"/>
                                  <a:gd name="T67" fmla="*/ 575 h 2992"/>
                                  <a:gd name="T68" fmla="*/ 188 w 981"/>
                                  <a:gd name="T69" fmla="*/ 471 h 2992"/>
                                  <a:gd name="T70" fmla="*/ 113 w 981"/>
                                  <a:gd name="T71" fmla="*/ 376 h 2992"/>
                                  <a:gd name="T72" fmla="*/ 50 w 981"/>
                                  <a:gd name="T73" fmla="*/ 307 h 2992"/>
                                  <a:gd name="T74" fmla="*/ 36 w 981"/>
                                  <a:gd name="T75" fmla="*/ 222 h 2992"/>
                                  <a:gd name="T76" fmla="*/ 36 w 981"/>
                                  <a:gd name="T77" fmla="*/ 108 h 2992"/>
                                  <a:gd name="T78" fmla="*/ 0 w 981"/>
                                  <a:gd name="T79" fmla="*/ 0 h 29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981" h="2992">
                                    <a:moveTo>
                                      <a:pt x="0" y="0"/>
                                    </a:moveTo>
                                    <a:lnTo>
                                      <a:pt x="59" y="9"/>
                                    </a:lnTo>
                                    <a:lnTo>
                                      <a:pt x="123" y="20"/>
                                    </a:lnTo>
                                    <a:lnTo>
                                      <a:pt x="177" y="34"/>
                                    </a:lnTo>
                                    <a:lnTo>
                                      <a:pt x="231" y="61"/>
                                    </a:lnTo>
                                    <a:lnTo>
                                      <a:pt x="288" y="97"/>
                                    </a:lnTo>
                                    <a:lnTo>
                                      <a:pt x="344" y="142"/>
                                    </a:lnTo>
                                    <a:lnTo>
                                      <a:pt x="401" y="196"/>
                                    </a:lnTo>
                                    <a:lnTo>
                                      <a:pt x="458" y="258"/>
                                    </a:lnTo>
                                    <a:lnTo>
                                      <a:pt x="516" y="328"/>
                                    </a:lnTo>
                                    <a:lnTo>
                                      <a:pt x="571" y="405"/>
                                    </a:lnTo>
                                    <a:lnTo>
                                      <a:pt x="625" y="489"/>
                                    </a:lnTo>
                                    <a:lnTo>
                                      <a:pt x="677" y="577"/>
                                    </a:lnTo>
                                    <a:lnTo>
                                      <a:pt x="725" y="672"/>
                                    </a:lnTo>
                                    <a:lnTo>
                                      <a:pt x="772" y="771"/>
                                    </a:lnTo>
                                    <a:lnTo>
                                      <a:pt x="815" y="873"/>
                                    </a:lnTo>
                                    <a:lnTo>
                                      <a:pt x="854" y="978"/>
                                    </a:lnTo>
                                    <a:lnTo>
                                      <a:pt x="888" y="1088"/>
                                    </a:lnTo>
                                    <a:lnTo>
                                      <a:pt x="919" y="1197"/>
                                    </a:lnTo>
                                    <a:lnTo>
                                      <a:pt x="944" y="1310"/>
                                    </a:lnTo>
                                    <a:lnTo>
                                      <a:pt x="964" y="1423"/>
                                    </a:lnTo>
                                    <a:lnTo>
                                      <a:pt x="976" y="1536"/>
                                    </a:lnTo>
                                    <a:lnTo>
                                      <a:pt x="981" y="1648"/>
                                    </a:lnTo>
                                    <a:lnTo>
                                      <a:pt x="981" y="1759"/>
                                    </a:lnTo>
                                    <a:lnTo>
                                      <a:pt x="973" y="1869"/>
                                    </a:lnTo>
                                    <a:lnTo>
                                      <a:pt x="951" y="2005"/>
                                    </a:lnTo>
                                    <a:lnTo>
                                      <a:pt x="922" y="2139"/>
                                    </a:lnTo>
                                    <a:lnTo>
                                      <a:pt x="885" y="2272"/>
                                    </a:lnTo>
                                    <a:lnTo>
                                      <a:pt x="838" y="2401"/>
                                    </a:lnTo>
                                    <a:lnTo>
                                      <a:pt x="786" y="2528"/>
                                    </a:lnTo>
                                    <a:lnTo>
                                      <a:pt x="729" y="2652"/>
                                    </a:lnTo>
                                    <a:lnTo>
                                      <a:pt x="668" y="2772"/>
                                    </a:lnTo>
                                    <a:lnTo>
                                      <a:pt x="602" y="2888"/>
                                    </a:lnTo>
                                    <a:lnTo>
                                      <a:pt x="537" y="2992"/>
                                    </a:lnTo>
                                    <a:lnTo>
                                      <a:pt x="322" y="2992"/>
                                    </a:lnTo>
                                    <a:lnTo>
                                      <a:pt x="363" y="2913"/>
                                    </a:lnTo>
                                    <a:lnTo>
                                      <a:pt x="406" y="2827"/>
                                    </a:lnTo>
                                    <a:lnTo>
                                      <a:pt x="448" y="2743"/>
                                    </a:lnTo>
                                    <a:lnTo>
                                      <a:pt x="485" y="2659"/>
                                    </a:lnTo>
                                    <a:lnTo>
                                      <a:pt x="519" y="2576"/>
                                    </a:lnTo>
                                    <a:lnTo>
                                      <a:pt x="548" y="2496"/>
                                    </a:lnTo>
                                    <a:lnTo>
                                      <a:pt x="573" y="2419"/>
                                    </a:lnTo>
                                    <a:lnTo>
                                      <a:pt x="593" y="2345"/>
                                    </a:lnTo>
                                    <a:lnTo>
                                      <a:pt x="607" y="2275"/>
                                    </a:lnTo>
                                    <a:lnTo>
                                      <a:pt x="616" y="2211"/>
                                    </a:lnTo>
                                    <a:lnTo>
                                      <a:pt x="618" y="2152"/>
                                    </a:lnTo>
                                    <a:lnTo>
                                      <a:pt x="609" y="2071"/>
                                    </a:lnTo>
                                    <a:lnTo>
                                      <a:pt x="595" y="1996"/>
                                    </a:lnTo>
                                    <a:lnTo>
                                      <a:pt x="571" y="1924"/>
                                    </a:lnTo>
                                    <a:lnTo>
                                      <a:pt x="541" y="1854"/>
                                    </a:lnTo>
                                    <a:lnTo>
                                      <a:pt x="503" y="1788"/>
                                    </a:lnTo>
                                    <a:lnTo>
                                      <a:pt x="462" y="1725"/>
                                    </a:lnTo>
                                    <a:lnTo>
                                      <a:pt x="415" y="1665"/>
                                    </a:lnTo>
                                    <a:lnTo>
                                      <a:pt x="363" y="1605"/>
                                    </a:lnTo>
                                    <a:lnTo>
                                      <a:pt x="310" y="1548"/>
                                    </a:lnTo>
                                    <a:lnTo>
                                      <a:pt x="254" y="1491"/>
                                    </a:lnTo>
                                    <a:lnTo>
                                      <a:pt x="195" y="1435"/>
                                    </a:lnTo>
                                    <a:lnTo>
                                      <a:pt x="226" y="1340"/>
                                    </a:lnTo>
                                    <a:lnTo>
                                      <a:pt x="251" y="1247"/>
                                    </a:lnTo>
                                    <a:lnTo>
                                      <a:pt x="270" y="1156"/>
                                    </a:lnTo>
                                    <a:lnTo>
                                      <a:pt x="286" y="1068"/>
                                    </a:lnTo>
                                    <a:lnTo>
                                      <a:pt x="297" y="982"/>
                                    </a:lnTo>
                                    <a:lnTo>
                                      <a:pt x="303" y="901"/>
                                    </a:lnTo>
                                    <a:lnTo>
                                      <a:pt x="304" y="824"/>
                                    </a:lnTo>
                                    <a:lnTo>
                                      <a:pt x="299" y="753"/>
                                    </a:lnTo>
                                    <a:lnTo>
                                      <a:pt x="290" y="686"/>
                                    </a:lnTo>
                                    <a:lnTo>
                                      <a:pt x="276" y="627"/>
                                    </a:lnTo>
                                    <a:lnTo>
                                      <a:pt x="256" y="575"/>
                                    </a:lnTo>
                                    <a:lnTo>
                                      <a:pt x="231" y="531"/>
                                    </a:lnTo>
                                    <a:lnTo>
                                      <a:pt x="188" y="471"/>
                                    </a:lnTo>
                                    <a:lnTo>
                                      <a:pt x="150" y="421"/>
                                    </a:lnTo>
                                    <a:lnTo>
                                      <a:pt x="113" y="376"/>
                                    </a:lnTo>
                                    <a:lnTo>
                                      <a:pt x="80" y="339"/>
                                    </a:lnTo>
                                    <a:lnTo>
                                      <a:pt x="50" y="307"/>
                                    </a:lnTo>
                                    <a:lnTo>
                                      <a:pt x="21" y="280"/>
                                    </a:lnTo>
                                    <a:lnTo>
                                      <a:pt x="36" y="222"/>
                                    </a:lnTo>
                                    <a:lnTo>
                                      <a:pt x="39" y="165"/>
                                    </a:lnTo>
                                    <a:lnTo>
                                      <a:pt x="36" y="108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2978150" y="4329113"/>
                                <a:ext cx="1160463" cy="1168400"/>
                              </a:xfrm>
                              <a:custGeom>
                                <a:avLst/>
                                <a:gdLst>
                                  <a:gd name="T0" fmla="*/ 331 w 731"/>
                                  <a:gd name="T1" fmla="*/ 0 h 736"/>
                                  <a:gd name="T2" fmla="*/ 387 w 731"/>
                                  <a:gd name="T3" fmla="*/ 1 h 736"/>
                                  <a:gd name="T4" fmla="*/ 442 w 731"/>
                                  <a:gd name="T5" fmla="*/ 10 h 736"/>
                                  <a:gd name="T6" fmla="*/ 496 w 731"/>
                                  <a:gd name="T7" fmla="*/ 30 h 736"/>
                                  <a:gd name="T8" fmla="*/ 548 w 731"/>
                                  <a:gd name="T9" fmla="*/ 59 h 736"/>
                                  <a:gd name="T10" fmla="*/ 594 w 731"/>
                                  <a:gd name="T11" fmla="*/ 93 h 736"/>
                                  <a:gd name="T12" fmla="*/ 636 w 731"/>
                                  <a:gd name="T13" fmla="*/ 134 h 736"/>
                                  <a:gd name="T14" fmla="*/ 670 w 731"/>
                                  <a:gd name="T15" fmla="*/ 179 h 736"/>
                                  <a:gd name="T16" fmla="*/ 698 w 731"/>
                                  <a:gd name="T17" fmla="*/ 229 h 736"/>
                                  <a:gd name="T18" fmla="*/ 718 w 731"/>
                                  <a:gd name="T19" fmla="*/ 281 h 736"/>
                                  <a:gd name="T20" fmla="*/ 729 w 731"/>
                                  <a:gd name="T21" fmla="*/ 335 h 736"/>
                                  <a:gd name="T22" fmla="*/ 731 w 731"/>
                                  <a:gd name="T23" fmla="*/ 390 h 736"/>
                                  <a:gd name="T24" fmla="*/ 723 w 731"/>
                                  <a:gd name="T25" fmla="*/ 446 h 736"/>
                                  <a:gd name="T26" fmla="*/ 704 w 731"/>
                                  <a:gd name="T27" fmla="*/ 501 h 736"/>
                                  <a:gd name="T28" fmla="*/ 677 w 731"/>
                                  <a:gd name="T29" fmla="*/ 553 h 736"/>
                                  <a:gd name="T30" fmla="*/ 643 w 731"/>
                                  <a:gd name="T31" fmla="*/ 600 h 736"/>
                                  <a:gd name="T32" fmla="*/ 602 w 731"/>
                                  <a:gd name="T33" fmla="*/ 641 h 736"/>
                                  <a:gd name="T34" fmla="*/ 557 w 731"/>
                                  <a:gd name="T35" fmla="*/ 675 h 736"/>
                                  <a:gd name="T36" fmla="*/ 508 w 731"/>
                                  <a:gd name="T37" fmla="*/ 702 h 736"/>
                                  <a:gd name="T38" fmla="*/ 456 w 731"/>
                                  <a:gd name="T39" fmla="*/ 722 h 736"/>
                                  <a:gd name="T40" fmla="*/ 403 w 731"/>
                                  <a:gd name="T41" fmla="*/ 734 h 736"/>
                                  <a:gd name="T42" fmla="*/ 349 w 731"/>
                                  <a:gd name="T43" fmla="*/ 736 h 736"/>
                                  <a:gd name="T44" fmla="*/ 293 w 731"/>
                                  <a:gd name="T45" fmla="*/ 727 h 736"/>
                                  <a:gd name="T46" fmla="*/ 240 w 731"/>
                                  <a:gd name="T47" fmla="*/ 709 h 736"/>
                                  <a:gd name="T48" fmla="*/ 191 w 731"/>
                                  <a:gd name="T49" fmla="*/ 682 h 736"/>
                                  <a:gd name="T50" fmla="*/ 148 w 731"/>
                                  <a:gd name="T51" fmla="*/ 650 h 736"/>
                                  <a:gd name="T52" fmla="*/ 109 w 731"/>
                                  <a:gd name="T53" fmla="*/ 612 h 736"/>
                                  <a:gd name="T54" fmla="*/ 75 w 731"/>
                                  <a:gd name="T55" fmla="*/ 569 h 736"/>
                                  <a:gd name="T56" fmla="*/ 46 w 731"/>
                                  <a:gd name="T57" fmla="*/ 523 h 736"/>
                                  <a:gd name="T58" fmla="*/ 25 w 731"/>
                                  <a:gd name="T59" fmla="*/ 473 h 736"/>
                                  <a:gd name="T60" fmla="*/ 9 w 731"/>
                                  <a:gd name="T61" fmla="*/ 421 h 736"/>
                                  <a:gd name="T62" fmla="*/ 0 w 731"/>
                                  <a:gd name="T63" fmla="*/ 367 h 736"/>
                                  <a:gd name="T64" fmla="*/ 0 w 731"/>
                                  <a:gd name="T65" fmla="*/ 313 h 736"/>
                                  <a:gd name="T66" fmla="*/ 9 w 731"/>
                                  <a:gd name="T67" fmla="*/ 261 h 736"/>
                                  <a:gd name="T68" fmla="*/ 25 w 731"/>
                                  <a:gd name="T69" fmla="*/ 211 h 736"/>
                                  <a:gd name="T70" fmla="*/ 53 w 731"/>
                                  <a:gd name="T71" fmla="*/ 161 h 736"/>
                                  <a:gd name="T72" fmla="*/ 87 w 731"/>
                                  <a:gd name="T73" fmla="*/ 116 h 736"/>
                                  <a:gd name="T74" fmla="*/ 129 w 731"/>
                                  <a:gd name="T75" fmla="*/ 77 h 736"/>
                                  <a:gd name="T76" fmla="*/ 173 w 731"/>
                                  <a:gd name="T77" fmla="*/ 46 h 736"/>
                                  <a:gd name="T78" fmla="*/ 224 w 731"/>
                                  <a:gd name="T79" fmla="*/ 23 h 736"/>
                                  <a:gd name="T80" fmla="*/ 276 w 731"/>
                                  <a:gd name="T81" fmla="*/ 7 h 736"/>
                                  <a:gd name="T82" fmla="*/ 331 w 731"/>
                                  <a:gd name="T83" fmla="*/ 0 h 7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731" h="736">
                                    <a:moveTo>
                                      <a:pt x="331" y="0"/>
                                    </a:moveTo>
                                    <a:lnTo>
                                      <a:pt x="387" y="1"/>
                                    </a:lnTo>
                                    <a:lnTo>
                                      <a:pt x="442" y="10"/>
                                    </a:lnTo>
                                    <a:lnTo>
                                      <a:pt x="496" y="30"/>
                                    </a:lnTo>
                                    <a:lnTo>
                                      <a:pt x="548" y="59"/>
                                    </a:lnTo>
                                    <a:lnTo>
                                      <a:pt x="594" y="93"/>
                                    </a:lnTo>
                                    <a:lnTo>
                                      <a:pt x="636" y="134"/>
                                    </a:lnTo>
                                    <a:lnTo>
                                      <a:pt x="670" y="179"/>
                                    </a:lnTo>
                                    <a:lnTo>
                                      <a:pt x="698" y="229"/>
                                    </a:lnTo>
                                    <a:lnTo>
                                      <a:pt x="718" y="281"/>
                                    </a:lnTo>
                                    <a:lnTo>
                                      <a:pt x="729" y="335"/>
                                    </a:lnTo>
                                    <a:lnTo>
                                      <a:pt x="731" y="390"/>
                                    </a:lnTo>
                                    <a:lnTo>
                                      <a:pt x="723" y="446"/>
                                    </a:lnTo>
                                    <a:lnTo>
                                      <a:pt x="704" y="501"/>
                                    </a:lnTo>
                                    <a:lnTo>
                                      <a:pt x="677" y="553"/>
                                    </a:lnTo>
                                    <a:lnTo>
                                      <a:pt x="643" y="600"/>
                                    </a:lnTo>
                                    <a:lnTo>
                                      <a:pt x="602" y="641"/>
                                    </a:lnTo>
                                    <a:lnTo>
                                      <a:pt x="557" y="675"/>
                                    </a:lnTo>
                                    <a:lnTo>
                                      <a:pt x="508" y="702"/>
                                    </a:lnTo>
                                    <a:lnTo>
                                      <a:pt x="456" y="722"/>
                                    </a:lnTo>
                                    <a:lnTo>
                                      <a:pt x="403" y="734"/>
                                    </a:lnTo>
                                    <a:lnTo>
                                      <a:pt x="349" y="736"/>
                                    </a:lnTo>
                                    <a:lnTo>
                                      <a:pt x="293" y="727"/>
                                    </a:lnTo>
                                    <a:lnTo>
                                      <a:pt x="240" y="709"/>
                                    </a:lnTo>
                                    <a:lnTo>
                                      <a:pt x="191" y="682"/>
                                    </a:lnTo>
                                    <a:lnTo>
                                      <a:pt x="148" y="650"/>
                                    </a:lnTo>
                                    <a:lnTo>
                                      <a:pt x="109" y="612"/>
                                    </a:lnTo>
                                    <a:lnTo>
                                      <a:pt x="75" y="569"/>
                                    </a:lnTo>
                                    <a:lnTo>
                                      <a:pt x="46" y="523"/>
                                    </a:lnTo>
                                    <a:lnTo>
                                      <a:pt x="25" y="473"/>
                                    </a:lnTo>
                                    <a:lnTo>
                                      <a:pt x="9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0" y="313"/>
                                    </a:lnTo>
                                    <a:lnTo>
                                      <a:pt x="9" y="261"/>
                                    </a:lnTo>
                                    <a:lnTo>
                                      <a:pt x="25" y="211"/>
                                    </a:lnTo>
                                    <a:lnTo>
                                      <a:pt x="53" y="161"/>
                                    </a:lnTo>
                                    <a:lnTo>
                                      <a:pt x="87" y="116"/>
                                    </a:lnTo>
                                    <a:lnTo>
                                      <a:pt x="129" y="77"/>
                                    </a:lnTo>
                                    <a:lnTo>
                                      <a:pt x="173" y="46"/>
                                    </a:lnTo>
                                    <a:lnTo>
                                      <a:pt x="224" y="23"/>
                                    </a:lnTo>
                                    <a:lnTo>
                                      <a:pt x="276" y="7"/>
                                    </a:lnTo>
                                    <a:lnTo>
                                      <a:pt x="33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3" name="Group 3" descr="Name badge design with hand-drawn white badges in front of brightly-colored abstract backing"/>
                        <wpg:cNvGrpSpPr/>
                        <wpg:grpSpPr>
                          <a:xfrm>
                            <a:off x="365125" y="352425"/>
                            <a:ext cx="6140450" cy="8677275"/>
                            <a:chOff x="365125" y="352425"/>
                            <a:chExt cx="6140450" cy="8677275"/>
                          </a:xfrm>
                        </wpg:grpSpPr>
                        <wps:wsp>
                          <wps:cNvPr id="4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365125" y="352425"/>
                              <a:ext cx="6140450" cy="8677275"/>
                            </a:xfrm>
                            <a:custGeom>
                              <a:avLst/>
                              <a:gdLst>
                                <a:gd name="T0" fmla="*/ 1692 w 3868"/>
                                <a:gd name="T1" fmla="*/ 4366 h 5466"/>
                                <a:gd name="T2" fmla="*/ 1736 w 3868"/>
                                <a:gd name="T3" fmla="*/ 5057 h 5466"/>
                                <a:gd name="T4" fmla="*/ 1644 w 3868"/>
                                <a:gd name="T5" fmla="*/ 5453 h 5466"/>
                                <a:gd name="T6" fmla="*/ 166 w 3868"/>
                                <a:gd name="T7" fmla="*/ 5454 h 5466"/>
                                <a:gd name="T8" fmla="*/ 2 w 3868"/>
                                <a:gd name="T9" fmla="*/ 5108 h 5466"/>
                                <a:gd name="T10" fmla="*/ 28 w 3868"/>
                                <a:gd name="T11" fmla="*/ 4397 h 5466"/>
                                <a:gd name="T12" fmla="*/ 1023 w 3868"/>
                                <a:gd name="T13" fmla="*/ 4359 h 5466"/>
                                <a:gd name="T14" fmla="*/ 3802 w 3868"/>
                                <a:gd name="T15" fmla="*/ 4359 h 5466"/>
                                <a:gd name="T16" fmla="*/ 3848 w 3868"/>
                                <a:gd name="T17" fmla="*/ 4439 h 5466"/>
                                <a:gd name="T18" fmla="*/ 3857 w 3868"/>
                                <a:gd name="T19" fmla="*/ 5174 h 5466"/>
                                <a:gd name="T20" fmla="*/ 3425 w 3868"/>
                                <a:gd name="T21" fmla="*/ 5466 h 5466"/>
                                <a:gd name="T22" fmla="*/ 2180 w 3868"/>
                                <a:gd name="T23" fmla="*/ 5441 h 5466"/>
                                <a:gd name="T24" fmla="*/ 2139 w 3868"/>
                                <a:gd name="T25" fmla="*/ 4850 h 5466"/>
                                <a:gd name="T26" fmla="*/ 2240 w 3868"/>
                                <a:gd name="T27" fmla="*/ 4358 h 5466"/>
                                <a:gd name="T28" fmla="*/ 3350 w 3868"/>
                                <a:gd name="T29" fmla="*/ 4354 h 5466"/>
                                <a:gd name="T30" fmla="*/ 1688 w 3868"/>
                                <a:gd name="T31" fmla="*/ 2908 h 5466"/>
                                <a:gd name="T32" fmla="*/ 1720 w 3868"/>
                                <a:gd name="T33" fmla="*/ 3176 h 5466"/>
                                <a:gd name="T34" fmla="*/ 1730 w 3868"/>
                                <a:gd name="T35" fmla="*/ 3799 h 5466"/>
                                <a:gd name="T36" fmla="*/ 1099 w 3868"/>
                                <a:gd name="T37" fmla="*/ 4008 h 5466"/>
                                <a:gd name="T38" fmla="*/ 17 w 3868"/>
                                <a:gd name="T39" fmla="*/ 3884 h 5466"/>
                                <a:gd name="T40" fmla="*/ 0 w 3868"/>
                                <a:gd name="T41" fmla="*/ 3133 h 5466"/>
                                <a:gd name="T42" fmla="*/ 333 w 3868"/>
                                <a:gd name="T43" fmla="*/ 2903 h 5466"/>
                                <a:gd name="T44" fmla="*/ 1460 w 3868"/>
                                <a:gd name="T45" fmla="*/ 2896 h 5466"/>
                                <a:gd name="T46" fmla="*/ 3807 w 3868"/>
                                <a:gd name="T47" fmla="*/ 2908 h 5466"/>
                                <a:gd name="T48" fmla="*/ 3853 w 3868"/>
                                <a:gd name="T49" fmla="*/ 3353 h 5466"/>
                                <a:gd name="T50" fmla="*/ 3835 w 3868"/>
                                <a:gd name="T51" fmla="*/ 3972 h 5466"/>
                                <a:gd name="T52" fmla="*/ 2888 w 3868"/>
                                <a:gd name="T53" fmla="*/ 3998 h 5466"/>
                                <a:gd name="T54" fmla="*/ 2137 w 3868"/>
                                <a:gd name="T55" fmla="*/ 3743 h 5466"/>
                                <a:gd name="T56" fmla="*/ 2152 w 3868"/>
                                <a:gd name="T57" fmla="*/ 2982 h 5466"/>
                                <a:gd name="T58" fmla="*/ 2938 w 3868"/>
                                <a:gd name="T59" fmla="*/ 2904 h 5466"/>
                                <a:gd name="T60" fmla="*/ 1587 w 3868"/>
                                <a:gd name="T61" fmla="*/ 1428 h 5466"/>
                                <a:gd name="T62" fmla="*/ 1708 w 3868"/>
                                <a:gd name="T63" fmla="*/ 1451 h 5466"/>
                                <a:gd name="T64" fmla="*/ 1726 w 3868"/>
                                <a:gd name="T65" fmla="*/ 2228 h 5466"/>
                                <a:gd name="T66" fmla="*/ 1586 w 3868"/>
                                <a:gd name="T67" fmla="*/ 2537 h 5466"/>
                                <a:gd name="T68" fmla="*/ 118 w 3868"/>
                                <a:gd name="T69" fmla="*/ 2530 h 5466"/>
                                <a:gd name="T70" fmla="*/ 10 w 3868"/>
                                <a:gd name="T71" fmla="*/ 2083 h 5466"/>
                                <a:gd name="T72" fmla="*/ 45 w 3868"/>
                                <a:gd name="T73" fmla="*/ 1450 h 5466"/>
                                <a:gd name="T74" fmla="*/ 1101 w 3868"/>
                                <a:gd name="T75" fmla="*/ 1435 h 5466"/>
                                <a:gd name="T76" fmla="*/ 3820 w 3868"/>
                                <a:gd name="T77" fmla="*/ 1441 h 5466"/>
                                <a:gd name="T78" fmla="*/ 3850 w 3868"/>
                                <a:gd name="T79" fmla="*/ 1587 h 5466"/>
                                <a:gd name="T80" fmla="*/ 3860 w 3868"/>
                                <a:gd name="T81" fmla="*/ 2265 h 5466"/>
                                <a:gd name="T82" fmla="*/ 3320 w 3868"/>
                                <a:gd name="T83" fmla="*/ 2543 h 5466"/>
                                <a:gd name="T84" fmla="*/ 2147 w 3868"/>
                                <a:gd name="T85" fmla="*/ 2472 h 5466"/>
                                <a:gd name="T86" fmla="*/ 2130 w 3868"/>
                                <a:gd name="T87" fmla="*/ 1746 h 5466"/>
                                <a:gd name="T88" fmla="*/ 2321 w 3868"/>
                                <a:gd name="T89" fmla="*/ 1435 h 5466"/>
                                <a:gd name="T90" fmla="*/ 3484 w 3868"/>
                                <a:gd name="T91" fmla="*/ 1430 h 5466"/>
                                <a:gd name="T92" fmla="*/ 1680 w 3868"/>
                                <a:gd name="T93" fmla="*/ 13 h 5466"/>
                                <a:gd name="T94" fmla="*/ 1720 w 3868"/>
                                <a:gd name="T95" fmla="*/ 399 h 5466"/>
                                <a:gd name="T96" fmla="*/ 1728 w 3868"/>
                                <a:gd name="T97" fmla="*/ 1026 h 5466"/>
                                <a:gd name="T98" fmla="*/ 975 w 3868"/>
                                <a:gd name="T99" fmla="*/ 1113 h 5466"/>
                                <a:gd name="T100" fmla="*/ 15 w 3868"/>
                                <a:gd name="T101" fmla="*/ 896 h 5466"/>
                                <a:gd name="T102" fmla="*/ 7 w 3868"/>
                                <a:gd name="T103" fmla="*/ 133 h 5466"/>
                                <a:gd name="T104" fmla="*/ 679 w 3868"/>
                                <a:gd name="T105" fmla="*/ 3 h 5466"/>
                                <a:gd name="T106" fmla="*/ 1553 w 3868"/>
                                <a:gd name="T107" fmla="*/ 0 h 5466"/>
                                <a:gd name="T108" fmla="*/ 3819 w 3868"/>
                                <a:gd name="T109" fmla="*/ 15 h 5466"/>
                                <a:gd name="T110" fmla="*/ 3863 w 3868"/>
                                <a:gd name="T111" fmla="*/ 706 h 5466"/>
                                <a:gd name="T112" fmla="*/ 3771 w 3868"/>
                                <a:gd name="T113" fmla="*/ 1102 h 5466"/>
                                <a:gd name="T114" fmla="*/ 2293 w 3868"/>
                                <a:gd name="T115" fmla="*/ 1102 h 5466"/>
                                <a:gd name="T116" fmla="*/ 2129 w 3868"/>
                                <a:gd name="T117" fmla="*/ 757 h 5466"/>
                                <a:gd name="T118" fmla="*/ 2155 w 3868"/>
                                <a:gd name="T119" fmla="*/ 46 h 5466"/>
                                <a:gd name="T120" fmla="*/ 3150 w 3868"/>
                                <a:gd name="T121" fmla="*/ 7 h 54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868" h="5466">
                                  <a:moveTo>
                                    <a:pt x="1553" y="4351"/>
                                  </a:moveTo>
                                  <a:lnTo>
                                    <a:pt x="1587" y="4353"/>
                                  </a:lnTo>
                                  <a:lnTo>
                                    <a:pt x="1621" y="4353"/>
                                  </a:lnTo>
                                  <a:lnTo>
                                    <a:pt x="1650" y="4356"/>
                                  </a:lnTo>
                                  <a:lnTo>
                                    <a:pt x="1675" y="4359"/>
                                  </a:lnTo>
                                  <a:lnTo>
                                    <a:pt x="1693" y="4364"/>
                                  </a:lnTo>
                                  <a:lnTo>
                                    <a:pt x="1693" y="4364"/>
                                  </a:lnTo>
                                  <a:lnTo>
                                    <a:pt x="1692" y="4364"/>
                                  </a:lnTo>
                                  <a:lnTo>
                                    <a:pt x="1690" y="4364"/>
                                  </a:lnTo>
                                  <a:lnTo>
                                    <a:pt x="1688" y="4364"/>
                                  </a:lnTo>
                                  <a:lnTo>
                                    <a:pt x="1685" y="4364"/>
                                  </a:lnTo>
                                  <a:lnTo>
                                    <a:pt x="1683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2" y="4364"/>
                                  </a:lnTo>
                                  <a:lnTo>
                                    <a:pt x="1685" y="4366"/>
                                  </a:lnTo>
                                  <a:lnTo>
                                    <a:pt x="1692" y="4366"/>
                                  </a:lnTo>
                                  <a:lnTo>
                                    <a:pt x="1700" y="4367"/>
                                  </a:lnTo>
                                  <a:lnTo>
                                    <a:pt x="1708" y="4374"/>
                                  </a:lnTo>
                                  <a:lnTo>
                                    <a:pt x="1715" y="4389"/>
                                  </a:lnTo>
                                  <a:lnTo>
                                    <a:pt x="1720" y="4411"/>
                                  </a:lnTo>
                                  <a:lnTo>
                                    <a:pt x="1721" y="4439"/>
                                  </a:lnTo>
                                  <a:lnTo>
                                    <a:pt x="1723" y="4472"/>
                                  </a:lnTo>
                                  <a:lnTo>
                                    <a:pt x="1723" y="4510"/>
                                  </a:lnTo>
                                  <a:lnTo>
                                    <a:pt x="1723" y="4550"/>
                                  </a:lnTo>
                                  <a:lnTo>
                                    <a:pt x="1721" y="4591"/>
                                  </a:lnTo>
                                  <a:lnTo>
                                    <a:pt x="1720" y="4633"/>
                                  </a:lnTo>
                                  <a:lnTo>
                                    <a:pt x="1720" y="4674"/>
                                  </a:lnTo>
                                  <a:lnTo>
                                    <a:pt x="1720" y="4714"/>
                                  </a:lnTo>
                                  <a:lnTo>
                                    <a:pt x="1720" y="4750"/>
                                  </a:lnTo>
                                  <a:lnTo>
                                    <a:pt x="1721" y="4782"/>
                                  </a:lnTo>
                                  <a:lnTo>
                                    <a:pt x="1725" y="4810"/>
                                  </a:lnTo>
                                  <a:lnTo>
                                    <a:pt x="1740" y="4908"/>
                                  </a:lnTo>
                                  <a:lnTo>
                                    <a:pt x="1741" y="4982"/>
                                  </a:lnTo>
                                  <a:lnTo>
                                    <a:pt x="1736" y="5057"/>
                                  </a:lnTo>
                                  <a:lnTo>
                                    <a:pt x="1728" y="5131"/>
                                  </a:lnTo>
                                  <a:lnTo>
                                    <a:pt x="1726" y="5151"/>
                                  </a:lnTo>
                                  <a:lnTo>
                                    <a:pt x="1726" y="5163"/>
                                  </a:lnTo>
                                  <a:lnTo>
                                    <a:pt x="1728" y="5171"/>
                                  </a:lnTo>
                                  <a:lnTo>
                                    <a:pt x="1730" y="5176"/>
                                  </a:lnTo>
                                  <a:lnTo>
                                    <a:pt x="1731" y="5179"/>
                                  </a:lnTo>
                                  <a:lnTo>
                                    <a:pt x="1731" y="5188"/>
                                  </a:lnTo>
                                  <a:lnTo>
                                    <a:pt x="1733" y="5199"/>
                                  </a:lnTo>
                                  <a:lnTo>
                                    <a:pt x="1731" y="5219"/>
                                  </a:lnTo>
                                  <a:lnTo>
                                    <a:pt x="1730" y="5257"/>
                                  </a:lnTo>
                                  <a:lnTo>
                                    <a:pt x="1731" y="5297"/>
                                  </a:lnTo>
                                  <a:lnTo>
                                    <a:pt x="1731" y="5337"/>
                                  </a:lnTo>
                                  <a:lnTo>
                                    <a:pt x="1728" y="5378"/>
                                  </a:lnTo>
                                  <a:lnTo>
                                    <a:pt x="1718" y="5415"/>
                                  </a:lnTo>
                                  <a:lnTo>
                                    <a:pt x="1708" y="5428"/>
                                  </a:lnTo>
                                  <a:lnTo>
                                    <a:pt x="1692" y="5439"/>
                                  </a:lnTo>
                                  <a:lnTo>
                                    <a:pt x="1669" y="5448"/>
                                  </a:lnTo>
                                  <a:lnTo>
                                    <a:pt x="1644" y="5453"/>
                                  </a:lnTo>
                                  <a:lnTo>
                                    <a:pt x="1614" y="5456"/>
                                  </a:lnTo>
                                  <a:lnTo>
                                    <a:pt x="1586" y="5459"/>
                                  </a:lnTo>
                                  <a:lnTo>
                                    <a:pt x="1536" y="5461"/>
                                  </a:lnTo>
                                  <a:lnTo>
                                    <a:pt x="1488" y="5463"/>
                                  </a:lnTo>
                                  <a:lnTo>
                                    <a:pt x="1298" y="5466"/>
                                  </a:lnTo>
                                  <a:lnTo>
                                    <a:pt x="1271" y="5466"/>
                                  </a:lnTo>
                                  <a:lnTo>
                                    <a:pt x="1235" y="5466"/>
                                  </a:lnTo>
                                  <a:lnTo>
                                    <a:pt x="1193" y="5466"/>
                                  </a:lnTo>
                                  <a:lnTo>
                                    <a:pt x="1147" y="5466"/>
                                  </a:lnTo>
                                  <a:lnTo>
                                    <a:pt x="1099" y="5466"/>
                                  </a:lnTo>
                                  <a:lnTo>
                                    <a:pt x="1053" y="5464"/>
                                  </a:lnTo>
                                  <a:lnTo>
                                    <a:pt x="1011" y="5464"/>
                                  </a:lnTo>
                                  <a:lnTo>
                                    <a:pt x="975" y="5464"/>
                                  </a:lnTo>
                                  <a:lnTo>
                                    <a:pt x="948" y="5463"/>
                                  </a:lnTo>
                                  <a:lnTo>
                                    <a:pt x="761" y="5454"/>
                                  </a:lnTo>
                                  <a:lnTo>
                                    <a:pt x="303" y="5456"/>
                                  </a:lnTo>
                                  <a:lnTo>
                                    <a:pt x="187" y="5454"/>
                                  </a:lnTo>
                                  <a:lnTo>
                                    <a:pt x="166" y="5454"/>
                                  </a:lnTo>
                                  <a:lnTo>
                                    <a:pt x="142" y="5453"/>
                                  </a:lnTo>
                                  <a:lnTo>
                                    <a:pt x="118" y="5453"/>
                                  </a:lnTo>
                                  <a:lnTo>
                                    <a:pt x="94" y="5449"/>
                                  </a:lnTo>
                                  <a:lnTo>
                                    <a:pt x="71" y="5446"/>
                                  </a:lnTo>
                                  <a:lnTo>
                                    <a:pt x="53" y="5441"/>
                                  </a:lnTo>
                                  <a:lnTo>
                                    <a:pt x="38" y="5433"/>
                                  </a:lnTo>
                                  <a:lnTo>
                                    <a:pt x="28" y="5421"/>
                                  </a:lnTo>
                                  <a:lnTo>
                                    <a:pt x="20" y="5395"/>
                                  </a:lnTo>
                                  <a:lnTo>
                                    <a:pt x="17" y="5368"/>
                                  </a:lnTo>
                                  <a:lnTo>
                                    <a:pt x="17" y="5340"/>
                                  </a:lnTo>
                                  <a:lnTo>
                                    <a:pt x="17" y="5314"/>
                                  </a:lnTo>
                                  <a:lnTo>
                                    <a:pt x="17" y="5277"/>
                                  </a:lnTo>
                                  <a:lnTo>
                                    <a:pt x="15" y="5247"/>
                                  </a:lnTo>
                                  <a:lnTo>
                                    <a:pt x="13" y="5222"/>
                                  </a:lnTo>
                                  <a:lnTo>
                                    <a:pt x="10" y="5199"/>
                                  </a:lnTo>
                                  <a:lnTo>
                                    <a:pt x="7" y="5174"/>
                                  </a:lnTo>
                                  <a:lnTo>
                                    <a:pt x="3" y="5145"/>
                                  </a:lnTo>
                                  <a:lnTo>
                                    <a:pt x="2" y="5108"/>
                                  </a:lnTo>
                                  <a:lnTo>
                                    <a:pt x="3" y="5057"/>
                                  </a:lnTo>
                                  <a:lnTo>
                                    <a:pt x="10" y="5005"/>
                                  </a:lnTo>
                                  <a:lnTo>
                                    <a:pt x="15" y="4956"/>
                                  </a:lnTo>
                                  <a:lnTo>
                                    <a:pt x="15" y="4903"/>
                                  </a:lnTo>
                                  <a:lnTo>
                                    <a:pt x="12" y="4850"/>
                                  </a:lnTo>
                                  <a:lnTo>
                                    <a:pt x="8" y="4780"/>
                                  </a:lnTo>
                                  <a:lnTo>
                                    <a:pt x="5" y="4712"/>
                                  </a:lnTo>
                                  <a:lnTo>
                                    <a:pt x="3" y="4669"/>
                                  </a:lnTo>
                                  <a:lnTo>
                                    <a:pt x="2" y="4629"/>
                                  </a:lnTo>
                                  <a:lnTo>
                                    <a:pt x="0" y="4591"/>
                                  </a:lnTo>
                                  <a:lnTo>
                                    <a:pt x="0" y="4551"/>
                                  </a:lnTo>
                                  <a:lnTo>
                                    <a:pt x="2" y="4507"/>
                                  </a:lnTo>
                                  <a:lnTo>
                                    <a:pt x="7" y="4483"/>
                                  </a:lnTo>
                                  <a:lnTo>
                                    <a:pt x="15" y="4462"/>
                                  </a:lnTo>
                                  <a:lnTo>
                                    <a:pt x="23" y="4439"/>
                                  </a:lnTo>
                                  <a:lnTo>
                                    <a:pt x="26" y="4425"/>
                                  </a:lnTo>
                                  <a:lnTo>
                                    <a:pt x="26" y="4412"/>
                                  </a:lnTo>
                                  <a:lnTo>
                                    <a:pt x="28" y="4397"/>
                                  </a:lnTo>
                                  <a:lnTo>
                                    <a:pt x="33" y="4384"/>
                                  </a:lnTo>
                                  <a:lnTo>
                                    <a:pt x="45" y="4372"/>
                                  </a:lnTo>
                                  <a:lnTo>
                                    <a:pt x="63" y="4364"/>
                                  </a:lnTo>
                                  <a:lnTo>
                                    <a:pt x="86" y="4359"/>
                                  </a:lnTo>
                                  <a:lnTo>
                                    <a:pt x="111" y="4358"/>
                                  </a:lnTo>
                                  <a:lnTo>
                                    <a:pt x="139" y="4356"/>
                                  </a:lnTo>
                                  <a:lnTo>
                                    <a:pt x="167" y="4356"/>
                                  </a:lnTo>
                                  <a:lnTo>
                                    <a:pt x="194" y="4358"/>
                                  </a:lnTo>
                                  <a:lnTo>
                                    <a:pt x="217" y="4358"/>
                                  </a:lnTo>
                                  <a:lnTo>
                                    <a:pt x="333" y="4359"/>
                                  </a:lnTo>
                                  <a:lnTo>
                                    <a:pt x="551" y="4354"/>
                                  </a:lnTo>
                                  <a:lnTo>
                                    <a:pt x="616" y="4354"/>
                                  </a:lnTo>
                                  <a:lnTo>
                                    <a:pt x="679" y="4356"/>
                                  </a:lnTo>
                                  <a:lnTo>
                                    <a:pt x="745" y="4359"/>
                                  </a:lnTo>
                                  <a:lnTo>
                                    <a:pt x="811" y="4361"/>
                                  </a:lnTo>
                                  <a:lnTo>
                                    <a:pt x="970" y="4359"/>
                                  </a:lnTo>
                                  <a:lnTo>
                                    <a:pt x="992" y="4359"/>
                                  </a:lnTo>
                                  <a:lnTo>
                                    <a:pt x="1023" y="4359"/>
                                  </a:lnTo>
                                  <a:lnTo>
                                    <a:pt x="1059" y="4358"/>
                                  </a:lnTo>
                                  <a:lnTo>
                                    <a:pt x="1101" y="4358"/>
                                  </a:lnTo>
                                  <a:lnTo>
                                    <a:pt x="1144" y="4356"/>
                                  </a:lnTo>
                                  <a:lnTo>
                                    <a:pt x="1185" y="4356"/>
                                  </a:lnTo>
                                  <a:lnTo>
                                    <a:pt x="1223" y="4354"/>
                                  </a:lnTo>
                                  <a:lnTo>
                                    <a:pt x="1253" y="4354"/>
                                  </a:lnTo>
                                  <a:lnTo>
                                    <a:pt x="1276" y="4354"/>
                                  </a:lnTo>
                                  <a:lnTo>
                                    <a:pt x="1357" y="4353"/>
                                  </a:lnTo>
                                  <a:lnTo>
                                    <a:pt x="1440" y="4353"/>
                                  </a:lnTo>
                                  <a:lnTo>
                                    <a:pt x="1460" y="4353"/>
                                  </a:lnTo>
                                  <a:lnTo>
                                    <a:pt x="1486" y="4353"/>
                                  </a:lnTo>
                                  <a:lnTo>
                                    <a:pt x="1518" y="4351"/>
                                  </a:lnTo>
                                  <a:lnTo>
                                    <a:pt x="1553" y="4351"/>
                                  </a:lnTo>
                                  <a:close/>
                                  <a:moveTo>
                                    <a:pt x="3680" y="4351"/>
                                  </a:moveTo>
                                  <a:lnTo>
                                    <a:pt x="3714" y="4353"/>
                                  </a:lnTo>
                                  <a:lnTo>
                                    <a:pt x="3748" y="4353"/>
                                  </a:lnTo>
                                  <a:lnTo>
                                    <a:pt x="3777" y="4356"/>
                                  </a:lnTo>
                                  <a:lnTo>
                                    <a:pt x="3802" y="4359"/>
                                  </a:lnTo>
                                  <a:lnTo>
                                    <a:pt x="3820" y="4364"/>
                                  </a:lnTo>
                                  <a:lnTo>
                                    <a:pt x="3820" y="4364"/>
                                  </a:lnTo>
                                  <a:lnTo>
                                    <a:pt x="3819" y="4364"/>
                                  </a:lnTo>
                                  <a:lnTo>
                                    <a:pt x="3817" y="4364"/>
                                  </a:lnTo>
                                  <a:lnTo>
                                    <a:pt x="3815" y="4364"/>
                                  </a:lnTo>
                                  <a:lnTo>
                                    <a:pt x="3812" y="4364"/>
                                  </a:lnTo>
                                  <a:lnTo>
                                    <a:pt x="3810" y="4364"/>
                                  </a:lnTo>
                                  <a:lnTo>
                                    <a:pt x="3809" y="4364"/>
                                  </a:lnTo>
                                  <a:lnTo>
                                    <a:pt x="3807" y="4364"/>
                                  </a:lnTo>
                                  <a:lnTo>
                                    <a:pt x="3807" y="4364"/>
                                  </a:lnTo>
                                  <a:lnTo>
                                    <a:pt x="3809" y="4364"/>
                                  </a:lnTo>
                                  <a:lnTo>
                                    <a:pt x="3814" y="4366"/>
                                  </a:lnTo>
                                  <a:lnTo>
                                    <a:pt x="3819" y="4366"/>
                                  </a:lnTo>
                                  <a:lnTo>
                                    <a:pt x="3827" y="4367"/>
                                  </a:lnTo>
                                  <a:lnTo>
                                    <a:pt x="3837" y="4374"/>
                                  </a:lnTo>
                                  <a:lnTo>
                                    <a:pt x="3842" y="4389"/>
                                  </a:lnTo>
                                  <a:lnTo>
                                    <a:pt x="3847" y="4411"/>
                                  </a:lnTo>
                                  <a:lnTo>
                                    <a:pt x="3848" y="4439"/>
                                  </a:lnTo>
                                  <a:lnTo>
                                    <a:pt x="3850" y="4472"/>
                                  </a:lnTo>
                                  <a:lnTo>
                                    <a:pt x="3850" y="4510"/>
                                  </a:lnTo>
                                  <a:lnTo>
                                    <a:pt x="3850" y="4550"/>
                                  </a:lnTo>
                                  <a:lnTo>
                                    <a:pt x="3848" y="4591"/>
                                  </a:lnTo>
                                  <a:lnTo>
                                    <a:pt x="3848" y="4633"/>
                                  </a:lnTo>
                                  <a:lnTo>
                                    <a:pt x="3847" y="4674"/>
                                  </a:lnTo>
                                  <a:lnTo>
                                    <a:pt x="3847" y="4714"/>
                                  </a:lnTo>
                                  <a:lnTo>
                                    <a:pt x="3847" y="4750"/>
                                  </a:lnTo>
                                  <a:lnTo>
                                    <a:pt x="3848" y="4782"/>
                                  </a:lnTo>
                                  <a:lnTo>
                                    <a:pt x="3853" y="4810"/>
                                  </a:lnTo>
                                  <a:lnTo>
                                    <a:pt x="3867" y="4908"/>
                                  </a:lnTo>
                                  <a:lnTo>
                                    <a:pt x="3868" y="4982"/>
                                  </a:lnTo>
                                  <a:lnTo>
                                    <a:pt x="3863" y="5057"/>
                                  </a:lnTo>
                                  <a:lnTo>
                                    <a:pt x="3855" y="5131"/>
                                  </a:lnTo>
                                  <a:lnTo>
                                    <a:pt x="3853" y="5151"/>
                                  </a:lnTo>
                                  <a:lnTo>
                                    <a:pt x="3853" y="5163"/>
                                  </a:lnTo>
                                  <a:lnTo>
                                    <a:pt x="3855" y="5171"/>
                                  </a:lnTo>
                                  <a:lnTo>
                                    <a:pt x="3857" y="5174"/>
                                  </a:lnTo>
                                  <a:lnTo>
                                    <a:pt x="3858" y="5179"/>
                                  </a:lnTo>
                                  <a:lnTo>
                                    <a:pt x="3860" y="5188"/>
                                  </a:lnTo>
                                  <a:lnTo>
                                    <a:pt x="3860" y="5199"/>
                                  </a:lnTo>
                                  <a:lnTo>
                                    <a:pt x="3858" y="5219"/>
                                  </a:lnTo>
                                  <a:lnTo>
                                    <a:pt x="3857" y="5257"/>
                                  </a:lnTo>
                                  <a:lnTo>
                                    <a:pt x="3858" y="5297"/>
                                  </a:lnTo>
                                  <a:lnTo>
                                    <a:pt x="3858" y="5337"/>
                                  </a:lnTo>
                                  <a:lnTo>
                                    <a:pt x="3855" y="5378"/>
                                  </a:lnTo>
                                  <a:lnTo>
                                    <a:pt x="3845" y="5415"/>
                                  </a:lnTo>
                                  <a:lnTo>
                                    <a:pt x="3835" y="5428"/>
                                  </a:lnTo>
                                  <a:lnTo>
                                    <a:pt x="3819" y="5439"/>
                                  </a:lnTo>
                                  <a:lnTo>
                                    <a:pt x="3797" y="5448"/>
                                  </a:lnTo>
                                  <a:lnTo>
                                    <a:pt x="3771" y="5453"/>
                                  </a:lnTo>
                                  <a:lnTo>
                                    <a:pt x="3743" y="5456"/>
                                  </a:lnTo>
                                  <a:lnTo>
                                    <a:pt x="3713" y="5459"/>
                                  </a:lnTo>
                                  <a:lnTo>
                                    <a:pt x="3663" y="5461"/>
                                  </a:lnTo>
                                  <a:lnTo>
                                    <a:pt x="3615" y="5463"/>
                                  </a:lnTo>
                                  <a:lnTo>
                                    <a:pt x="3425" y="5466"/>
                                  </a:lnTo>
                                  <a:lnTo>
                                    <a:pt x="3398" y="5466"/>
                                  </a:lnTo>
                                  <a:lnTo>
                                    <a:pt x="3363" y="5466"/>
                                  </a:lnTo>
                                  <a:lnTo>
                                    <a:pt x="3320" y="5466"/>
                                  </a:lnTo>
                                  <a:lnTo>
                                    <a:pt x="3274" y="5466"/>
                                  </a:lnTo>
                                  <a:lnTo>
                                    <a:pt x="3226" y="5466"/>
                                  </a:lnTo>
                                  <a:lnTo>
                                    <a:pt x="3181" y="5464"/>
                                  </a:lnTo>
                                  <a:lnTo>
                                    <a:pt x="3138" y="5464"/>
                                  </a:lnTo>
                                  <a:lnTo>
                                    <a:pt x="3102" y="5464"/>
                                  </a:lnTo>
                                  <a:lnTo>
                                    <a:pt x="3075" y="5463"/>
                                  </a:lnTo>
                                  <a:lnTo>
                                    <a:pt x="2888" y="5454"/>
                                  </a:lnTo>
                                  <a:lnTo>
                                    <a:pt x="2432" y="5456"/>
                                  </a:lnTo>
                                  <a:lnTo>
                                    <a:pt x="2314" y="5454"/>
                                  </a:lnTo>
                                  <a:lnTo>
                                    <a:pt x="2293" y="5454"/>
                                  </a:lnTo>
                                  <a:lnTo>
                                    <a:pt x="2269" y="5453"/>
                                  </a:lnTo>
                                  <a:lnTo>
                                    <a:pt x="2245" y="5453"/>
                                  </a:lnTo>
                                  <a:lnTo>
                                    <a:pt x="2221" y="5449"/>
                                  </a:lnTo>
                                  <a:lnTo>
                                    <a:pt x="2198" y="5446"/>
                                  </a:lnTo>
                                  <a:lnTo>
                                    <a:pt x="2180" y="5441"/>
                                  </a:lnTo>
                                  <a:lnTo>
                                    <a:pt x="2165" y="5433"/>
                                  </a:lnTo>
                                  <a:lnTo>
                                    <a:pt x="2157" y="5421"/>
                                  </a:lnTo>
                                  <a:lnTo>
                                    <a:pt x="2147" y="5395"/>
                                  </a:lnTo>
                                  <a:lnTo>
                                    <a:pt x="2144" y="5368"/>
                                  </a:lnTo>
                                  <a:lnTo>
                                    <a:pt x="2144" y="5340"/>
                                  </a:lnTo>
                                  <a:lnTo>
                                    <a:pt x="2144" y="5314"/>
                                  </a:lnTo>
                                  <a:lnTo>
                                    <a:pt x="2144" y="5277"/>
                                  </a:lnTo>
                                  <a:lnTo>
                                    <a:pt x="2142" y="5247"/>
                                  </a:lnTo>
                                  <a:lnTo>
                                    <a:pt x="2140" y="5222"/>
                                  </a:lnTo>
                                  <a:lnTo>
                                    <a:pt x="2137" y="5199"/>
                                  </a:lnTo>
                                  <a:lnTo>
                                    <a:pt x="2134" y="5174"/>
                                  </a:lnTo>
                                  <a:lnTo>
                                    <a:pt x="2130" y="5145"/>
                                  </a:lnTo>
                                  <a:lnTo>
                                    <a:pt x="2129" y="5108"/>
                                  </a:lnTo>
                                  <a:lnTo>
                                    <a:pt x="2132" y="5057"/>
                                  </a:lnTo>
                                  <a:lnTo>
                                    <a:pt x="2137" y="5005"/>
                                  </a:lnTo>
                                  <a:lnTo>
                                    <a:pt x="2142" y="4956"/>
                                  </a:lnTo>
                                  <a:lnTo>
                                    <a:pt x="2142" y="4903"/>
                                  </a:lnTo>
                                  <a:lnTo>
                                    <a:pt x="2139" y="4850"/>
                                  </a:lnTo>
                                  <a:lnTo>
                                    <a:pt x="2137" y="4780"/>
                                  </a:lnTo>
                                  <a:lnTo>
                                    <a:pt x="2132" y="4712"/>
                                  </a:lnTo>
                                  <a:lnTo>
                                    <a:pt x="2130" y="4669"/>
                                  </a:lnTo>
                                  <a:lnTo>
                                    <a:pt x="2129" y="4629"/>
                                  </a:lnTo>
                                  <a:lnTo>
                                    <a:pt x="2127" y="4591"/>
                                  </a:lnTo>
                                  <a:lnTo>
                                    <a:pt x="2127" y="4551"/>
                                  </a:lnTo>
                                  <a:lnTo>
                                    <a:pt x="2129" y="4507"/>
                                  </a:lnTo>
                                  <a:lnTo>
                                    <a:pt x="2134" y="4483"/>
                                  </a:lnTo>
                                  <a:lnTo>
                                    <a:pt x="2142" y="4462"/>
                                  </a:lnTo>
                                  <a:lnTo>
                                    <a:pt x="2152" y="4439"/>
                                  </a:lnTo>
                                  <a:lnTo>
                                    <a:pt x="2153" y="4425"/>
                                  </a:lnTo>
                                  <a:lnTo>
                                    <a:pt x="2155" y="4412"/>
                                  </a:lnTo>
                                  <a:lnTo>
                                    <a:pt x="2155" y="4397"/>
                                  </a:lnTo>
                                  <a:lnTo>
                                    <a:pt x="2160" y="4384"/>
                                  </a:lnTo>
                                  <a:lnTo>
                                    <a:pt x="2172" y="4372"/>
                                  </a:lnTo>
                                  <a:lnTo>
                                    <a:pt x="2190" y="4364"/>
                                  </a:lnTo>
                                  <a:lnTo>
                                    <a:pt x="2213" y="4359"/>
                                  </a:lnTo>
                                  <a:lnTo>
                                    <a:pt x="2240" y="4358"/>
                                  </a:lnTo>
                                  <a:lnTo>
                                    <a:pt x="2266" y="4356"/>
                                  </a:lnTo>
                                  <a:lnTo>
                                    <a:pt x="2294" y="4356"/>
                                  </a:lnTo>
                                  <a:lnTo>
                                    <a:pt x="2321" y="4358"/>
                                  </a:lnTo>
                                  <a:lnTo>
                                    <a:pt x="2344" y="4358"/>
                                  </a:lnTo>
                                  <a:lnTo>
                                    <a:pt x="2460" y="4359"/>
                                  </a:lnTo>
                                  <a:lnTo>
                                    <a:pt x="2680" y="4354"/>
                                  </a:lnTo>
                                  <a:lnTo>
                                    <a:pt x="2743" y="4354"/>
                                  </a:lnTo>
                                  <a:lnTo>
                                    <a:pt x="2806" y="4356"/>
                                  </a:lnTo>
                                  <a:lnTo>
                                    <a:pt x="2872" y="4359"/>
                                  </a:lnTo>
                                  <a:lnTo>
                                    <a:pt x="2938" y="4361"/>
                                  </a:lnTo>
                                  <a:lnTo>
                                    <a:pt x="3097" y="4359"/>
                                  </a:lnTo>
                                  <a:lnTo>
                                    <a:pt x="3119" y="4359"/>
                                  </a:lnTo>
                                  <a:lnTo>
                                    <a:pt x="3150" y="4359"/>
                                  </a:lnTo>
                                  <a:lnTo>
                                    <a:pt x="3188" y="4358"/>
                                  </a:lnTo>
                                  <a:lnTo>
                                    <a:pt x="3229" y="4358"/>
                                  </a:lnTo>
                                  <a:lnTo>
                                    <a:pt x="3271" y="4356"/>
                                  </a:lnTo>
                                  <a:lnTo>
                                    <a:pt x="3312" y="4356"/>
                                  </a:lnTo>
                                  <a:lnTo>
                                    <a:pt x="3350" y="4354"/>
                                  </a:lnTo>
                                  <a:lnTo>
                                    <a:pt x="3382" y="4354"/>
                                  </a:lnTo>
                                  <a:lnTo>
                                    <a:pt x="3403" y="4354"/>
                                  </a:lnTo>
                                  <a:lnTo>
                                    <a:pt x="3484" y="4353"/>
                                  </a:lnTo>
                                  <a:lnTo>
                                    <a:pt x="3567" y="4353"/>
                                  </a:lnTo>
                                  <a:lnTo>
                                    <a:pt x="3587" y="4353"/>
                                  </a:lnTo>
                                  <a:lnTo>
                                    <a:pt x="3613" y="4353"/>
                                  </a:lnTo>
                                  <a:lnTo>
                                    <a:pt x="3645" y="4351"/>
                                  </a:lnTo>
                                  <a:lnTo>
                                    <a:pt x="3680" y="4351"/>
                                  </a:lnTo>
                                  <a:close/>
                                  <a:moveTo>
                                    <a:pt x="1553" y="2895"/>
                                  </a:moveTo>
                                  <a:lnTo>
                                    <a:pt x="1587" y="2895"/>
                                  </a:lnTo>
                                  <a:lnTo>
                                    <a:pt x="1621" y="2896"/>
                                  </a:lnTo>
                                  <a:lnTo>
                                    <a:pt x="1650" y="2898"/>
                                  </a:lnTo>
                                  <a:lnTo>
                                    <a:pt x="1675" y="2903"/>
                                  </a:lnTo>
                                  <a:lnTo>
                                    <a:pt x="1693" y="2908"/>
                                  </a:lnTo>
                                  <a:lnTo>
                                    <a:pt x="1693" y="2908"/>
                                  </a:lnTo>
                                  <a:lnTo>
                                    <a:pt x="1692" y="2908"/>
                                  </a:lnTo>
                                  <a:lnTo>
                                    <a:pt x="1690" y="2908"/>
                                  </a:lnTo>
                                  <a:lnTo>
                                    <a:pt x="1688" y="2908"/>
                                  </a:lnTo>
                                  <a:lnTo>
                                    <a:pt x="1685" y="2908"/>
                                  </a:lnTo>
                                  <a:lnTo>
                                    <a:pt x="1683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2" y="2908"/>
                                  </a:lnTo>
                                  <a:lnTo>
                                    <a:pt x="1685" y="2908"/>
                                  </a:lnTo>
                                  <a:lnTo>
                                    <a:pt x="1692" y="2909"/>
                                  </a:lnTo>
                                  <a:lnTo>
                                    <a:pt x="1700" y="2911"/>
                                  </a:lnTo>
                                  <a:lnTo>
                                    <a:pt x="1708" y="2918"/>
                                  </a:lnTo>
                                  <a:lnTo>
                                    <a:pt x="1715" y="2933"/>
                                  </a:lnTo>
                                  <a:lnTo>
                                    <a:pt x="1720" y="2954"/>
                                  </a:lnTo>
                                  <a:lnTo>
                                    <a:pt x="1721" y="2982"/>
                                  </a:lnTo>
                                  <a:lnTo>
                                    <a:pt x="1723" y="3015"/>
                                  </a:lnTo>
                                  <a:lnTo>
                                    <a:pt x="1723" y="3054"/>
                                  </a:lnTo>
                                  <a:lnTo>
                                    <a:pt x="1723" y="3093"/>
                                  </a:lnTo>
                                  <a:lnTo>
                                    <a:pt x="1721" y="3135"/>
                                  </a:lnTo>
                                  <a:lnTo>
                                    <a:pt x="1720" y="3176"/>
                                  </a:lnTo>
                                  <a:lnTo>
                                    <a:pt x="1720" y="3218"/>
                                  </a:lnTo>
                                  <a:lnTo>
                                    <a:pt x="1720" y="3257"/>
                                  </a:lnTo>
                                  <a:lnTo>
                                    <a:pt x="1720" y="3294"/>
                                  </a:lnTo>
                                  <a:lnTo>
                                    <a:pt x="1721" y="3325"/>
                                  </a:lnTo>
                                  <a:lnTo>
                                    <a:pt x="1725" y="3353"/>
                                  </a:lnTo>
                                  <a:lnTo>
                                    <a:pt x="1740" y="3450"/>
                                  </a:lnTo>
                                  <a:lnTo>
                                    <a:pt x="1741" y="3526"/>
                                  </a:lnTo>
                                  <a:lnTo>
                                    <a:pt x="1736" y="3600"/>
                                  </a:lnTo>
                                  <a:lnTo>
                                    <a:pt x="1728" y="3675"/>
                                  </a:lnTo>
                                  <a:lnTo>
                                    <a:pt x="1726" y="3695"/>
                                  </a:lnTo>
                                  <a:lnTo>
                                    <a:pt x="1726" y="3706"/>
                                  </a:lnTo>
                                  <a:lnTo>
                                    <a:pt x="1728" y="3713"/>
                                  </a:lnTo>
                                  <a:lnTo>
                                    <a:pt x="1730" y="3718"/>
                                  </a:lnTo>
                                  <a:lnTo>
                                    <a:pt x="1731" y="3723"/>
                                  </a:lnTo>
                                  <a:lnTo>
                                    <a:pt x="1731" y="3731"/>
                                  </a:lnTo>
                                  <a:lnTo>
                                    <a:pt x="1733" y="3743"/>
                                  </a:lnTo>
                                  <a:lnTo>
                                    <a:pt x="1731" y="3761"/>
                                  </a:lnTo>
                                  <a:lnTo>
                                    <a:pt x="1730" y="3799"/>
                                  </a:lnTo>
                                  <a:lnTo>
                                    <a:pt x="1731" y="3841"/>
                                  </a:lnTo>
                                  <a:lnTo>
                                    <a:pt x="1731" y="3880"/>
                                  </a:lnTo>
                                  <a:lnTo>
                                    <a:pt x="1728" y="3920"/>
                                  </a:lnTo>
                                  <a:lnTo>
                                    <a:pt x="1718" y="3958"/>
                                  </a:lnTo>
                                  <a:lnTo>
                                    <a:pt x="1708" y="3972"/>
                                  </a:lnTo>
                                  <a:lnTo>
                                    <a:pt x="1692" y="3983"/>
                                  </a:lnTo>
                                  <a:lnTo>
                                    <a:pt x="1669" y="3990"/>
                                  </a:lnTo>
                                  <a:lnTo>
                                    <a:pt x="1644" y="3996"/>
                                  </a:lnTo>
                                  <a:lnTo>
                                    <a:pt x="1614" y="4000"/>
                                  </a:lnTo>
                                  <a:lnTo>
                                    <a:pt x="1586" y="4003"/>
                                  </a:lnTo>
                                  <a:lnTo>
                                    <a:pt x="1536" y="4005"/>
                                  </a:lnTo>
                                  <a:lnTo>
                                    <a:pt x="1488" y="4006"/>
                                  </a:lnTo>
                                  <a:lnTo>
                                    <a:pt x="1298" y="4010"/>
                                  </a:lnTo>
                                  <a:lnTo>
                                    <a:pt x="1271" y="4010"/>
                                  </a:lnTo>
                                  <a:lnTo>
                                    <a:pt x="1235" y="4010"/>
                                  </a:lnTo>
                                  <a:lnTo>
                                    <a:pt x="1193" y="4010"/>
                                  </a:lnTo>
                                  <a:lnTo>
                                    <a:pt x="1147" y="4010"/>
                                  </a:lnTo>
                                  <a:lnTo>
                                    <a:pt x="1099" y="4008"/>
                                  </a:lnTo>
                                  <a:lnTo>
                                    <a:pt x="1053" y="4008"/>
                                  </a:lnTo>
                                  <a:lnTo>
                                    <a:pt x="1011" y="4008"/>
                                  </a:lnTo>
                                  <a:lnTo>
                                    <a:pt x="975" y="4008"/>
                                  </a:lnTo>
                                  <a:lnTo>
                                    <a:pt x="948" y="4006"/>
                                  </a:lnTo>
                                  <a:lnTo>
                                    <a:pt x="761" y="3998"/>
                                  </a:lnTo>
                                  <a:lnTo>
                                    <a:pt x="303" y="3998"/>
                                  </a:lnTo>
                                  <a:lnTo>
                                    <a:pt x="187" y="3998"/>
                                  </a:lnTo>
                                  <a:lnTo>
                                    <a:pt x="166" y="3996"/>
                                  </a:lnTo>
                                  <a:lnTo>
                                    <a:pt x="142" y="3996"/>
                                  </a:lnTo>
                                  <a:lnTo>
                                    <a:pt x="118" y="3995"/>
                                  </a:lnTo>
                                  <a:lnTo>
                                    <a:pt x="94" y="3993"/>
                                  </a:lnTo>
                                  <a:lnTo>
                                    <a:pt x="71" y="3990"/>
                                  </a:lnTo>
                                  <a:lnTo>
                                    <a:pt x="53" y="3985"/>
                                  </a:lnTo>
                                  <a:lnTo>
                                    <a:pt x="38" y="3976"/>
                                  </a:lnTo>
                                  <a:lnTo>
                                    <a:pt x="28" y="3965"/>
                                  </a:lnTo>
                                  <a:lnTo>
                                    <a:pt x="20" y="3938"/>
                                  </a:lnTo>
                                  <a:lnTo>
                                    <a:pt x="17" y="3912"/>
                                  </a:lnTo>
                                  <a:lnTo>
                                    <a:pt x="17" y="3884"/>
                                  </a:lnTo>
                                  <a:lnTo>
                                    <a:pt x="17" y="3857"/>
                                  </a:lnTo>
                                  <a:lnTo>
                                    <a:pt x="17" y="3819"/>
                                  </a:lnTo>
                                  <a:lnTo>
                                    <a:pt x="15" y="3791"/>
                                  </a:lnTo>
                                  <a:lnTo>
                                    <a:pt x="13" y="3766"/>
                                  </a:lnTo>
                                  <a:lnTo>
                                    <a:pt x="10" y="3743"/>
                                  </a:lnTo>
                                  <a:lnTo>
                                    <a:pt x="7" y="3718"/>
                                  </a:lnTo>
                                  <a:lnTo>
                                    <a:pt x="3" y="3688"/>
                                  </a:lnTo>
                                  <a:lnTo>
                                    <a:pt x="2" y="3652"/>
                                  </a:lnTo>
                                  <a:lnTo>
                                    <a:pt x="3" y="3600"/>
                                  </a:lnTo>
                                  <a:lnTo>
                                    <a:pt x="10" y="3549"/>
                                  </a:lnTo>
                                  <a:lnTo>
                                    <a:pt x="15" y="3498"/>
                                  </a:lnTo>
                                  <a:lnTo>
                                    <a:pt x="15" y="3445"/>
                                  </a:lnTo>
                                  <a:lnTo>
                                    <a:pt x="12" y="3392"/>
                                  </a:lnTo>
                                  <a:lnTo>
                                    <a:pt x="8" y="3324"/>
                                  </a:lnTo>
                                  <a:lnTo>
                                    <a:pt x="5" y="3256"/>
                                  </a:lnTo>
                                  <a:lnTo>
                                    <a:pt x="3" y="3211"/>
                                  </a:lnTo>
                                  <a:lnTo>
                                    <a:pt x="2" y="3173"/>
                                  </a:lnTo>
                                  <a:lnTo>
                                    <a:pt x="0" y="3133"/>
                                  </a:lnTo>
                                  <a:lnTo>
                                    <a:pt x="0" y="3093"/>
                                  </a:lnTo>
                                  <a:lnTo>
                                    <a:pt x="2" y="3050"/>
                                  </a:lnTo>
                                  <a:lnTo>
                                    <a:pt x="7" y="3027"/>
                                  </a:lnTo>
                                  <a:lnTo>
                                    <a:pt x="15" y="3006"/>
                                  </a:lnTo>
                                  <a:lnTo>
                                    <a:pt x="23" y="2982"/>
                                  </a:lnTo>
                                  <a:lnTo>
                                    <a:pt x="26" y="2969"/>
                                  </a:lnTo>
                                  <a:lnTo>
                                    <a:pt x="26" y="2956"/>
                                  </a:lnTo>
                                  <a:lnTo>
                                    <a:pt x="28" y="2941"/>
                                  </a:lnTo>
                                  <a:lnTo>
                                    <a:pt x="33" y="2928"/>
                                  </a:lnTo>
                                  <a:lnTo>
                                    <a:pt x="45" y="2916"/>
                                  </a:lnTo>
                                  <a:lnTo>
                                    <a:pt x="63" y="2908"/>
                                  </a:lnTo>
                                  <a:lnTo>
                                    <a:pt x="86" y="2903"/>
                                  </a:lnTo>
                                  <a:lnTo>
                                    <a:pt x="111" y="2901"/>
                                  </a:lnTo>
                                  <a:lnTo>
                                    <a:pt x="139" y="2900"/>
                                  </a:lnTo>
                                  <a:lnTo>
                                    <a:pt x="167" y="2900"/>
                                  </a:lnTo>
                                  <a:lnTo>
                                    <a:pt x="194" y="2901"/>
                                  </a:lnTo>
                                  <a:lnTo>
                                    <a:pt x="217" y="2901"/>
                                  </a:lnTo>
                                  <a:lnTo>
                                    <a:pt x="333" y="2903"/>
                                  </a:lnTo>
                                  <a:lnTo>
                                    <a:pt x="551" y="2898"/>
                                  </a:lnTo>
                                  <a:lnTo>
                                    <a:pt x="616" y="2898"/>
                                  </a:lnTo>
                                  <a:lnTo>
                                    <a:pt x="679" y="2898"/>
                                  </a:lnTo>
                                  <a:lnTo>
                                    <a:pt x="745" y="2903"/>
                                  </a:lnTo>
                                  <a:lnTo>
                                    <a:pt x="811" y="2904"/>
                                  </a:lnTo>
                                  <a:lnTo>
                                    <a:pt x="970" y="2903"/>
                                  </a:lnTo>
                                  <a:lnTo>
                                    <a:pt x="992" y="2903"/>
                                  </a:lnTo>
                                  <a:lnTo>
                                    <a:pt x="1023" y="2903"/>
                                  </a:lnTo>
                                  <a:lnTo>
                                    <a:pt x="1059" y="2901"/>
                                  </a:lnTo>
                                  <a:lnTo>
                                    <a:pt x="1101" y="2901"/>
                                  </a:lnTo>
                                  <a:lnTo>
                                    <a:pt x="1144" y="2900"/>
                                  </a:lnTo>
                                  <a:lnTo>
                                    <a:pt x="1185" y="2900"/>
                                  </a:lnTo>
                                  <a:lnTo>
                                    <a:pt x="1223" y="2898"/>
                                  </a:lnTo>
                                  <a:lnTo>
                                    <a:pt x="1253" y="2898"/>
                                  </a:lnTo>
                                  <a:lnTo>
                                    <a:pt x="1276" y="2896"/>
                                  </a:lnTo>
                                  <a:lnTo>
                                    <a:pt x="1357" y="2895"/>
                                  </a:lnTo>
                                  <a:lnTo>
                                    <a:pt x="1440" y="2896"/>
                                  </a:lnTo>
                                  <a:lnTo>
                                    <a:pt x="1460" y="2896"/>
                                  </a:lnTo>
                                  <a:lnTo>
                                    <a:pt x="1486" y="2896"/>
                                  </a:lnTo>
                                  <a:lnTo>
                                    <a:pt x="1518" y="2895"/>
                                  </a:lnTo>
                                  <a:lnTo>
                                    <a:pt x="1553" y="2895"/>
                                  </a:lnTo>
                                  <a:close/>
                                  <a:moveTo>
                                    <a:pt x="3680" y="2895"/>
                                  </a:moveTo>
                                  <a:lnTo>
                                    <a:pt x="3714" y="2895"/>
                                  </a:lnTo>
                                  <a:lnTo>
                                    <a:pt x="3748" y="2896"/>
                                  </a:lnTo>
                                  <a:lnTo>
                                    <a:pt x="3777" y="2898"/>
                                  </a:lnTo>
                                  <a:lnTo>
                                    <a:pt x="3802" y="2901"/>
                                  </a:lnTo>
                                  <a:lnTo>
                                    <a:pt x="3820" y="2908"/>
                                  </a:lnTo>
                                  <a:lnTo>
                                    <a:pt x="3820" y="2908"/>
                                  </a:lnTo>
                                  <a:lnTo>
                                    <a:pt x="3819" y="2908"/>
                                  </a:lnTo>
                                  <a:lnTo>
                                    <a:pt x="3817" y="2908"/>
                                  </a:lnTo>
                                  <a:lnTo>
                                    <a:pt x="3815" y="2908"/>
                                  </a:lnTo>
                                  <a:lnTo>
                                    <a:pt x="3812" y="2908"/>
                                  </a:lnTo>
                                  <a:lnTo>
                                    <a:pt x="3810" y="2908"/>
                                  </a:lnTo>
                                  <a:lnTo>
                                    <a:pt x="3809" y="2908"/>
                                  </a:lnTo>
                                  <a:lnTo>
                                    <a:pt x="3807" y="2908"/>
                                  </a:lnTo>
                                  <a:lnTo>
                                    <a:pt x="3807" y="2908"/>
                                  </a:lnTo>
                                  <a:lnTo>
                                    <a:pt x="3809" y="2908"/>
                                  </a:lnTo>
                                  <a:lnTo>
                                    <a:pt x="3814" y="2908"/>
                                  </a:lnTo>
                                  <a:lnTo>
                                    <a:pt x="3819" y="2909"/>
                                  </a:lnTo>
                                  <a:lnTo>
                                    <a:pt x="3827" y="2911"/>
                                  </a:lnTo>
                                  <a:lnTo>
                                    <a:pt x="3837" y="2918"/>
                                  </a:lnTo>
                                  <a:lnTo>
                                    <a:pt x="3842" y="2933"/>
                                  </a:lnTo>
                                  <a:lnTo>
                                    <a:pt x="3847" y="2954"/>
                                  </a:lnTo>
                                  <a:lnTo>
                                    <a:pt x="3848" y="2982"/>
                                  </a:lnTo>
                                  <a:lnTo>
                                    <a:pt x="3850" y="3015"/>
                                  </a:lnTo>
                                  <a:lnTo>
                                    <a:pt x="3850" y="3054"/>
                                  </a:lnTo>
                                  <a:lnTo>
                                    <a:pt x="3850" y="3093"/>
                                  </a:lnTo>
                                  <a:lnTo>
                                    <a:pt x="3848" y="3135"/>
                                  </a:lnTo>
                                  <a:lnTo>
                                    <a:pt x="3848" y="3176"/>
                                  </a:lnTo>
                                  <a:lnTo>
                                    <a:pt x="3847" y="3218"/>
                                  </a:lnTo>
                                  <a:lnTo>
                                    <a:pt x="3847" y="3257"/>
                                  </a:lnTo>
                                  <a:lnTo>
                                    <a:pt x="3847" y="3294"/>
                                  </a:lnTo>
                                  <a:lnTo>
                                    <a:pt x="3848" y="3325"/>
                                  </a:lnTo>
                                  <a:lnTo>
                                    <a:pt x="3853" y="3353"/>
                                  </a:lnTo>
                                  <a:lnTo>
                                    <a:pt x="3867" y="3450"/>
                                  </a:lnTo>
                                  <a:lnTo>
                                    <a:pt x="3868" y="3526"/>
                                  </a:lnTo>
                                  <a:lnTo>
                                    <a:pt x="3863" y="3600"/>
                                  </a:lnTo>
                                  <a:lnTo>
                                    <a:pt x="3855" y="3675"/>
                                  </a:lnTo>
                                  <a:lnTo>
                                    <a:pt x="3853" y="3695"/>
                                  </a:lnTo>
                                  <a:lnTo>
                                    <a:pt x="3853" y="3706"/>
                                  </a:lnTo>
                                  <a:lnTo>
                                    <a:pt x="3855" y="3713"/>
                                  </a:lnTo>
                                  <a:lnTo>
                                    <a:pt x="3857" y="3718"/>
                                  </a:lnTo>
                                  <a:lnTo>
                                    <a:pt x="3858" y="3723"/>
                                  </a:lnTo>
                                  <a:lnTo>
                                    <a:pt x="3860" y="3731"/>
                                  </a:lnTo>
                                  <a:lnTo>
                                    <a:pt x="3860" y="3743"/>
                                  </a:lnTo>
                                  <a:lnTo>
                                    <a:pt x="3858" y="3761"/>
                                  </a:lnTo>
                                  <a:lnTo>
                                    <a:pt x="3857" y="3799"/>
                                  </a:lnTo>
                                  <a:lnTo>
                                    <a:pt x="3858" y="3841"/>
                                  </a:lnTo>
                                  <a:lnTo>
                                    <a:pt x="3858" y="3880"/>
                                  </a:lnTo>
                                  <a:lnTo>
                                    <a:pt x="3855" y="3920"/>
                                  </a:lnTo>
                                  <a:lnTo>
                                    <a:pt x="3845" y="3958"/>
                                  </a:lnTo>
                                  <a:lnTo>
                                    <a:pt x="3835" y="3972"/>
                                  </a:lnTo>
                                  <a:lnTo>
                                    <a:pt x="3819" y="3983"/>
                                  </a:lnTo>
                                  <a:lnTo>
                                    <a:pt x="3797" y="3990"/>
                                  </a:lnTo>
                                  <a:lnTo>
                                    <a:pt x="3771" y="3996"/>
                                  </a:lnTo>
                                  <a:lnTo>
                                    <a:pt x="3743" y="4000"/>
                                  </a:lnTo>
                                  <a:lnTo>
                                    <a:pt x="3713" y="4003"/>
                                  </a:lnTo>
                                  <a:lnTo>
                                    <a:pt x="3663" y="4005"/>
                                  </a:lnTo>
                                  <a:lnTo>
                                    <a:pt x="3615" y="4006"/>
                                  </a:lnTo>
                                  <a:lnTo>
                                    <a:pt x="3425" y="4010"/>
                                  </a:lnTo>
                                  <a:lnTo>
                                    <a:pt x="3398" y="4010"/>
                                  </a:lnTo>
                                  <a:lnTo>
                                    <a:pt x="3363" y="4010"/>
                                  </a:lnTo>
                                  <a:lnTo>
                                    <a:pt x="3320" y="4010"/>
                                  </a:lnTo>
                                  <a:lnTo>
                                    <a:pt x="3274" y="4010"/>
                                  </a:lnTo>
                                  <a:lnTo>
                                    <a:pt x="3226" y="4008"/>
                                  </a:lnTo>
                                  <a:lnTo>
                                    <a:pt x="3181" y="4008"/>
                                  </a:lnTo>
                                  <a:lnTo>
                                    <a:pt x="3138" y="4008"/>
                                  </a:lnTo>
                                  <a:lnTo>
                                    <a:pt x="3102" y="4008"/>
                                  </a:lnTo>
                                  <a:lnTo>
                                    <a:pt x="3075" y="4006"/>
                                  </a:lnTo>
                                  <a:lnTo>
                                    <a:pt x="2888" y="3998"/>
                                  </a:lnTo>
                                  <a:lnTo>
                                    <a:pt x="2432" y="3998"/>
                                  </a:lnTo>
                                  <a:lnTo>
                                    <a:pt x="2314" y="3998"/>
                                  </a:lnTo>
                                  <a:lnTo>
                                    <a:pt x="2293" y="3996"/>
                                  </a:lnTo>
                                  <a:lnTo>
                                    <a:pt x="2269" y="3996"/>
                                  </a:lnTo>
                                  <a:lnTo>
                                    <a:pt x="2245" y="3995"/>
                                  </a:lnTo>
                                  <a:lnTo>
                                    <a:pt x="2221" y="3993"/>
                                  </a:lnTo>
                                  <a:lnTo>
                                    <a:pt x="2198" y="3990"/>
                                  </a:lnTo>
                                  <a:lnTo>
                                    <a:pt x="2180" y="3985"/>
                                  </a:lnTo>
                                  <a:lnTo>
                                    <a:pt x="2165" y="3976"/>
                                  </a:lnTo>
                                  <a:lnTo>
                                    <a:pt x="2157" y="3965"/>
                                  </a:lnTo>
                                  <a:lnTo>
                                    <a:pt x="2147" y="3938"/>
                                  </a:lnTo>
                                  <a:lnTo>
                                    <a:pt x="2144" y="3912"/>
                                  </a:lnTo>
                                  <a:lnTo>
                                    <a:pt x="2144" y="3884"/>
                                  </a:lnTo>
                                  <a:lnTo>
                                    <a:pt x="2144" y="3857"/>
                                  </a:lnTo>
                                  <a:lnTo>
                                    <a:pt x="2144" y="3819"/>
                                  </a:lnTo>
                                  <a:lnTo>
                                    <a:pt x="2142" y="3791"/>
                                  </a:lnTo>
                                  <a:lnTo>
                                    <a:pt x="2140" y="3766"/>
                                  </a:lnTo>
                                  <a:lnTo>
                                    <a:pt x="2137" y="3743"/>
                                  </a:lnTo>
                                  <a:lnTo>
                                    <a:pt x="2134" y="3718"/>
                                  </a:lnTo>
                                  <a:lnTo>
                                    <a:pt x="2130" y="3688"/>
                                  </a:lnTo>
                                  <a:lnTo>
                                    <a:pt x="2129" y="3652"/>
                                  </a:lnTo>
                                  <a:lnTo>
                                    <a:pt x="2132" y="3600"/>
                                  </a:lnTo>
                                  <a:lnTo>
                                    <a:pt x="2137" y="3549"/>
                                  </a:lnTo>
                                  <a:lnTo>
                                    <a:pt x="2142" y="3498"/>
                                  </a:lnTo>
                                  <a:lnTo>
                                    <a:pt x="2142" y="3445"/>
                                  </a:lnTo>
                                  <a:lnTo>
                                    <a:pt x="2139" y="3392"/>
                                  </a:lnTo>
                                  <a:lnTo>
                                    <a:pt x="2137" y="3324"/>
                                  </a:lnTo>
                                  <a:lnTo>
                                    <a:pt x="2132" y="3256"/>
                                  </a:lnTo>
                                  <a:lnTo>
                                    <a:pt x="2130" y="3211"/>
                                  </a:lnTo>
                                  <a:lnTo>
                                    <a:pt x="2129" y="3173"/>
                                  </a:lnTo>
                                  <a:lnTo>
                                    <a:pt x="2127" y="3133"/>
                                  </a:lnTo>
                                  <a:lnTo>
                                    <a:pt x="2127" y="3093"/>
                                  </a:lnTo>
                                  <a:lnTo>
                                    <a:pt x="2129" y="3050"/>
                                  </a:lnTo>
                                  <a:lnTo>
                                    <a:pt x="2134" y="3027"/>
                                  </a:lnTo>
                                  <a:lnTo>
                                    <a:pt x="2142" y="3006"/>
                                  </a:lnTo>
                                  <a:lnTo>
                                    <a:pt x="2152" y="2982"/>
                                  </a:lnTo>
                                  <a:lnTo>
                                    <a:pt x="2153" y="2969"/>
                                  </a:lnTo>
                                  <a:lnTo>
                                    <a:pt x="2155" y="2956"/>
                                  </a:lnTo>
                                  <a:lnTo>
                                    <a:pt x="2155" y="2941"/>
                                  </a:lnTo>
                                  <a:lnTo>
                                    <a:pt x="2160" y="2928"/>
                                  </a:lnTo>
                                  <a:lnTo>
                                    <a:pt x="2172" y="2916"/>
                                  </a:lnTo>
                                  <a:lnTo>
                                    <a:pt x="2190" y="2908"/>
                                  </a:lnTo>
                                  <a:lnTo>
                                    <a:pt x="2213" y="2903"/>
                                  </a:lnTo>
                                  <a:lnTo>
                                    <a:pt x="2240" y="2901"/>
                                  </a:lnTo>
                                  <a:lnTo>
                                    <a:pt x="2266" y="2900"/>
                                  </a:lnTo>
                                  <a:lnTo>
                                    <a:pt x="2294" y="2900"/>
                                  </a:lnTo>
                                  <a:lnTo>
                                    <a:pt x="2321" y="2901"/>
                                  </a:lnTo>
                                  <a:lnTo>
                                    <a:pt x="2344" y="2901"/>
                                  </a:lnTo>
                                  <a:lnTo>
                                    <a:pt x="2460" y="2903"/>
                                  </a:lnTo>
                                  <a:lnTo>
                                    <a:pt x="2680" y="2898"/>
                                  </a:lnTo>
                                  <a:lnTo>
                                    <a:pt x="2743" y="2898"/>
                                  </a:lnTo>
                                  <a:lnTo>
                                    <a:pt x="2806" y="2898"/>
                                  </a:lnTo>
                                  <a:lnTo>
                                    <a:pt x="2872" y="2903"/>
                                  </a:lnTo>
                                  <a:lnTo>
                                    <a:pt x="2938" y="2904"/>
                                  </a:lnTo>
                                  <a:lnTo>
                                    <a:pt x="3097" y="2903"/>
                                  </a:lnTo>
                                  <a:lnTo>
                                    <a:pt x="3119" y="2903"/>
                                  </a:lnTo>
                                  <a:lnTo>
                                    <a:pt x="3150" y="2903"/>
                                  </a:lnTo>
                                  <a:lnTo>
                                    <a:pt x="3188" y="2901"/>
                                  </a:lnTo>
                                  <a:lnTo>
                                    <a:pt x="3229" y="2901"/>
                                  </a:lnTo>
                                  <a:lnTo>
                                    <a:pt x="3271" y="2900"/>
                                  </a:lnTo>
                                  <a:lnTo>
                                    <a:pt x="3312" y="2900"/>
                                  </a:lnTo>
                                  <a:lnTo>
                                    <a:pt x="3350" y="2898"/>
                                  </a:lnTo>
                                  <a:lnTo>
                                    <a:pt x="3382" y="2898"/>
                                  </a:lnTo>
                                  <a:lnTo>
                                    <a:pt x="3403" y="2896"/>
                                  </a:lnTo>
                                  <a:lnTo>
                                    <a:pt x="3484" y="2895"/>
                                  </a:lnTo>
                                  <a:lnTo>
                                    <a:pt x="3567" y="2896"/>
                                  </a:lnTo>
                                  <a:lnTo>
                                    <a:pt x="3587" y="2896"/>
                                  </a:lnTo>
                                  <a:lnTo>
                                    <a:pt x="3613" y="2896"/>
                                  </a:lnTo>
                                  <a:lnTo>
                                    <a:pt x="3645" y="2895"/>
                                  </a:lnTo>
                                  <a:lnTo>
                                    <a:pt x="3680" y="2895"/>
                                  </a:lnTo>
                                  <a:close/>
                                  <a:moveTo>
                                    <a:pt x="1553" y="1428"/>
                                  </a:moveTo>
                                  <a:lnTo>
                                    <a:pt x="1587" y="1428"/>
                                  </a:lnTo>
                                  <a:lnTo>
                                    <a:pt x="1621" y="1430"/>
                                  </a:lnTo>
                                  <a:lnTo>
                                    <a:pt x="1650" y="1432"/>
                                  </a:lnTo>
                                  <a:lnTo>
                                    <a:pt x="1675" y="1437"/>
                                  </a:lnTo>
                                  <a:lnTo>
                                    <a:pt x="1693" y="1441"/>
                                  </a:lnTo>
                                  <a:lnTo>
                                    <a:pt x="1693" y="1441"/>
                                  </a:lnTo>
                                  <a:lnTo>
                                    <a:pt x="1692" y="1441"/>
                                  </a:lnTo>
                                  <a:lnTo>
                                    <a:pt x="1690" y="1441"/>
                                  </a:lnTo>
                                  <a:lnTo>
                                    <a:pt x="1688" y="1441"/>
                                  </a:lnTo>
                                  <a:lnTo>
                                    <a:pt x="1685" y="1441"/>
                                  </a:lnTo>
                                  <a:lnTo>
                                    <a:pt x="1683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2" y="1441"/>
                                  </a:lnTo>
                                  <a:lnTo>
                                    <a:pt x="1685" y="1443"/>
                                  </a:lnTo>
                                  <a:lnTo>
                                    <a:pt x="1692" y="1443"/>
                                  </a:lnTo>
                                  <a:lnTo>
                                    <a:pt x="1700" y="1445"/>
                                  </a:lnTo>
                                  <a:lnTo>
                                    <a:pt x="1708" y="1451"/>
                                  </a:lnTo>
                                  <a:lnTo>
                                    <a:pt x="1715" y="1466"/>
                                  </a:lnTo>
                                  <a:lnTo>
                                    <a:pt x="1720" y="1488"/>
                                  </a:lnTo>
                                  <a:lnTo>
                                    <a:pt x="1721" y="1516"/>
                                  </a:lnTo>
                                  <a:lnTo>
                                    <a:pt x="1723" y="1549"/>
                                  </a:lnTo>
                                  <a:lnTo>
                                    <a:pt x="1723" y="1587"/>
                                  </a:lnTo>
                                  <a:lnTo>
                                    <a:pt x="1723" y="1627"/>
                                  </a:lnTo>
                                  <a:lnTo>
                                    <a:pt x="1721" y="1668"/>
                                  </a:lnTo>
                                  <a:lnTo>
                                    <a:pt x="1720" y="1710"/>
                                  </a:lnTo>
                                  <a:lnTo>
                                    <a:pt x="1720" y="1751"/>
                                  </a:lnTo>
                                  <a:lnTo>
                                    <a:pt x="1720" y="1791"/>
                                  </a:lnTo>
                                  <a:lnTo>
                                    <a:pt x="1720" y="1828"/>
                                  </a:lnTo>
                                  <a:lnTo>
                                    <a:pt x="1721" y="1859"/>
                                  </a:lnTo>
                                  <a:lnTo>
                                    <a:pt x="1725" y="1887"/>
                                  </a:lnTo>
                                  <a:lnTo>
                                    <a:pt x="1740" y="1985"/>
                                  </a:lnTo>
                                  <a:lnTo>
                                    <a:pt x="1741" y="2059"/>
                                  </a:lnTo>
                                  <a:lnTo>
                                    <a:pt x="1736" y="2134"/>
                                  </a:lnTo>
                                  <a:lnTo>
                                    <a:pt x="1728" y="2209"/>
                                  </a:lnTo>
                                  <a:lnTo>
                                    <a:pt x="1726" y="2228"/>
                                  </a:lnTo>
                                  <a:lnTo>
                                    <a:pt x="1726" y="2240"/>
                                  </a:lnTo>
                                  <a:lnTo>
                                    <a:pt x="1728" y="2248"/>
                                  </a:lnTo>
                                  <a:lnTo>
                                    <a:pt x="1730" y="2252"/>
                                  </a:lnTo>
                                  <a:lnTo>
                                    <a:pt x="1731" y="2257"/>
                                  </a:lnTo>
                                  <a:lnTo>
                                    <a:pt x="1731" y="2265"/>
                                  </a:lnTo>
                                  <a:lnTo>
                                    <a:pt x="1733" y="2277"/>
                                  </a:lnTo>
                                  <a:lnTo>
                                    <a:pt x="1731" y="2296"/>
                                  </a:lnTo>
                                  <a:lnTo>
                                    <a:pt x="1730" y="2333"/>
                                  </a:lnTo>
                                  <a:lnTo>
                                    <a:pt x="1731" y="2374"/>
                                  </a:lnTo>
                                  <a:lnTo>
                                    <a:pt x="1731" y="2414"/>
                                  </a:lnTo>
                                  <a:lnTo>
                                    <a:pt x="1728" y="2455"/>
                                  </a:lnTo>
                                  <a:lnTo>
                                    <a:pt x="1718" y="2492"/>
                                  </a:lnTo>
                                  <a:lnTo>
                                    <a:pt x="1708" y="2505"/>
                                  </a:lnTo>
                                  <a:lnTo>
                                    <a:pt x="1692" y="2517"/>
                                  </a:lnTo>
                                  <a:lnTo>
                                    <a:pt x="1669" y="2525"/>
                                  </a:lnTo>
                                  <a:lnTo>
                                    <a:pt x="1644" y="2530"/>
                                  </a:lnTo>
                                  <a:lnTo>
                                    <a:pt x="1614" y="2533"/>
                                  </a:lnTo>
                                  <a:lnTo>
                                    <a:pt x="1586" y="2537"/>
                                  </a:lnTo>
                                  <a:lnTo>
                                    <a:pt x="1536" y="2538"/>
                                  </a:lnTo>
                                  <a:lnTo>
                                    <a:pt x="1488" y="2540"/>
                                  </a:lnTo>
                                  <a:lnTo>
                                    <a:pt x="1298" y="2543"/>
                                  </a:lnTo>
                                  <a:lnTo>
                                    <a:pt x="1271" y="2543"/>
                                  </a:lnTo>
                                  <a:lnTo>
                                    <a:pt x="1235" y="2543"/>
                                  </a:lnTo>
                                  <a:lnTo>
                                    <a:pt x="1193" y="2543"/>
                                  </a:lnTo>
                                  <a:lnTo>
                                    <a:pt x="1147" y="2543"/>
                                  </a:lnTo>
                                  <a:lnTo>
                                    <a:pt x="1099" y="2543"/>
                                  </a:lnTo>
                                  <a:lnTo>
                                    <a:pt x="1053" y="2542"/>
                                  </a:lnTo>
                                  <a:lnTo>
                                    <a:pt x="1011" y="2542"/>
                                  </a:lnTo>
                                  <a:lnTo>
                                    <a:pt x="975" y="2542"/>
                                  </a:lnTo>
                                  <a:lnTo>
                                    <a:pt x="948" y="2540"/>
                                  </a:lnTo>
                                  <a:lnTo>
                                    <a:pt x="761" y="2532"/>
                                  </a:lnTo>
                                  <a:lnTo>
                                    <a:pt x="303" y="2532"/>
                                  </a:lnTo>
                                  <a:lnTo>
                                    <a:pt x="187" y="2532"/>
                                  </a:lnTo>
                                  <a:lnTo>
                                    <a:pt x="166" y="2532"/>
                                  </a:lnTo>
                                  <a:lnTo>
                                    <a:pt x="142" y="2530"/>
                                  </a:lnTo>
                                  <a:lnTo>
                                    <a:pt x="118" y="2530"/>
                                  </a:lnTo>
                                  <a:lnTo>
                                    <a:pt x="94" y="2527"/>
                                  </a:lnTo>
                                  <a:lnTo>
                                    <a:pt x="71" y="2523"/>
                                  </a:lnTo>
                                  <a:lnTo>
                                    <a:pt x="53" y="2518"/>
                                  </a:lnTo>
                                  <a:lnTo>
                                    <a:pt x="38" y="2510"/>
                                  </a:lnTo>
                                  <a:lnTo>
                                    <a:pt x="28" y="2499"/>
                                  </a:lnTo>
                                  <a:lnTo>
                                    <a:pt x="20" y="2472"/>
                                  </a:lnTo>
                                  <a:lnTo>
                                    <a:pt x="17" y="2446"/>
                                  </a:lnTo>
                                  <a:lnTo>
                                    <a:pt x="17" y="2417"/>
                                  </a:lnTo>
                                  <a:lnTo>
                                    <a:pt x="17" y="2391"/>
                                  </a:lnTo>
                                  <a:lnTo>
                                    <a:pt x="17" y="2354"/>
                                  </a:lnTo>
                                  <a:lnTo>
                                    <a:pt x="15" y="2325"/>
                                  </a:lnTo>
                                  <a:lnTo>
                                    <a:pt x="13" y="2300"/>
                                  </a:lnTo>
                                  <a:lnTo>
                                    <a:pt x="10" y="2277"/>
                                  </a:lnTo>
                                  <a:lnTo>
                                    <a:pt x="7" y="2252"/>
                                  </a:lnTo>
                                  <a:lnTo>
                                    <a:pt x="3" y="2222"/>
                                  </a:lnTo>
                                  <a:lnTo>
                                    <a:pt x="2" y="2185"/>
                                  </a:lnTo>
                                  <a:lnTo>
                                    <a:pt x="3" y="2134"/>
                                  </a:lnTo>
                                  <a:lnTo>
                                    <a:pt x="10" y="2083"/>
                                  </a:lnTo>
                                  <a:lnTo>
                                    <a:pt x="15" y="2033"/>
                                  </a:lnTo>
                                  <a:lnTo>
                                    <a:pt x="15" y="1980"/>
                                  </a:lnTo>
                                  <a:lnTo>
                                    <a:pt x="12" y="1925"/>
                                  </a:lnTo>
                                  <a:lnTo>
                                    <a:pt x="8" y="1857"/>
                                  </a:lnTo>
                                  <a:lnTo>
                                    <a:pt x="5" y="1789"/>
                                  </a:lnTo>
                                  <a:lnTo>
                                    <a:pt x="3" y="1746"/>
                                  </a:lnTo>
                                  <a:lnTo>
                                    <a:pt x="2" y="1707"/>
                                  </a:lnTo>
                                  <a:lnTo>
                                    <a:pt x="0" y="1668"/>
                                  </a:lnTo>
                                  <a:lnTo>
                                    <a:pt x="0" y="1629"/>
                                  </a:lnTo>
                                  <a:lnTo>
                                    <a:pt x="2" y="1584"/>
                                  </a:lnTo>
                                  <a:lnTo>
                                    <a:pt x="7" y="1561"/>
                                  </a:lnTo>
                                  <a:lnTo>
                                    <a:pt x="15" y="1539"/>
                                  </a:lnTo>
                                  <a:lnTo>
                                    <a:pt x="23" y="1516"/>
                                  </a:lnTo>
                                  <a:lnTo>
                                    <a:pt x="26" y="1503"/>
                                  </a:lnTo>
                                  <a:lnTo>
                                    <a:pt x="26" y="1490"/>
                                  </a:lnTo>
                                  <a:lnTo>
                                    <a:pt x="28" y="1475"/>
                                  </a:lnTo>
                                  <a:lnTo>
                                    <a:pt x="33" y="1461"/>
                                  </a:lnTo>
                                  <a:lnTo>
                                    <a:pt x="45" y="1450"/>
                                  </a:lnTo>
                                  <a:lnTo>
                                    <a:pt x="63" y="1441"/>
                                  </a:lnTo>
                                  <a:lnTo>
                                    <a:pt x="86" y="1437"/>
                                  </a:lnTo>
                                  <a:lnTo>
                                    <a:pt x="111" y="1435"/>
                                  </a:lnTo>
                                  <a:lnTo>
                                    <a:pt x="139" y="1433"/>
                                  </a:lnTo>
                                  <a:lnTo>
                                    <a:pt x="167" y="1433"/>
                                  </a:lnTo>
                                  <a:lnTo>
                                    <a:pt x="194" y="1435"/>
                                  </a:lnTo>
                                  <a:lnTo>
                                    <a:pt x="217" y="1435"/>
                                  </a:lnTo>
                                  <a:lnTo>
                                    <a:pt x="333" y="1437"/>
                                  </a:lnTo>
                                  <a:lnTo>
                                    <a:pt x="551" y="1432"/>
                                  </a:lnTo>
                                  <a:lnTo>
                                    <a:pt x="616" y="1432"/>
                                  </a:lnTo>
                                  <a:lnTo>
                                    <a:pt x="679" y="1433"/>
                                  </a:lnTo>
                                  <a:lnTo>
                                    <a:pt x="745" y="1437"/>
                                  </a:lnTo>
                                  <a:lnTo>
                                    <a:pt x="811" y="1438"/>
                                  </a:lnTo>
                                  <a:lnTo>
                                    <a:pt x="970" y="1437"/>
                                  </a:lnTo>
                                  <a:lnTo>
                                    <a:pt x="992" y="1437"/>
                                  </a:lnTo>
                                  <a:lnTo>
                                    <a:pt x="1023" y="1437"/>
                                  </a:lnTo>
                                  <a:lnTo>
                                    <a:pt x="1059" y="1435"/>
                                  </a:lnTo>
                                  <a:lnTo>
                                    <a:pt x="1101" y="1435"/>
                                  </a:lnTo>
                                  <a:lnTo>
                                    <a:pt x="1144" y="1433"/>
                                  </a:lnTo>
                                  <a:lnTo>
                                    <a:pt x="1185" y="1433"/>
                                  </a:lnTo>
                                  <a:lnTo>
                                    <a:pt x="1223" y="1432"/>
                                  </a:lnTo>
                                  <a:lnTo>
                                    <a:pt x="1253" y="1432"/>
                                  </a:lnTo>
                                  <a:lnTo>
                                    <a:pt x="1276" y="1432"/>
                                  </a:lnTo>
                                  <a:lnTo>
                                    <a:pt x="1357" y="1430"/>
                                  </a:lnTo>
                                  <a:lnTo>
                                    <a:pt x="1440" y="1430"/>
                                  </a:lnTo>
                                  <a:lnTo>
                                    <a:pt x="1460" y="1430"/>
                                  </a:lnTo>
                                  <a:lnTo>
                                    <a:pt x="1486" y="1430"/>
                                  </a:lnTo>
                                  <a:lnTo>
                                    <a:pt x="1518" y="1428"/>
                                  </a:lnTo>
                                  <a:lnTo>
                                    <a:pt x="1553" y="1428"/>
                                  </a:lnTo>
                                  <a:close/>
                                  <a:moveTo>
                                    <a:pt x="3680" y="1428"/>
                                  </a:moveTo>
                                  <a:lnTo>
                                    <a:pt x="3714" y="1428"/>
                                  </a:lnTo>
                                  <a:lnTo>
                                    <a:pt x="3748" y="1430"/>
                                  </a:lnTo>
                                  <a:lnTo>
                                    <a:pt x="3777" y="1432"/>
                                  </a:lnTo>
                                  <a:lnTo>
                                    <a:pt x="3802" y="1437"/>
                                  </a:lnTo>
                                  <a:lnTo>
                                    <a:pt x="3820" y="1441"/>
                                  </a:lnTo>
                                  <a:lnTo>
                                    <a:pt x="3820" y="1441"/>
                                  </a:lnTo>
                                  <a:lnTo>
                                    <a:pt x="3819" y="1441"/>
                                  </a:lnTo>
                                  <a:lnTo>
                                    <a:pt x="3817" y="1441"/>
                                  </a:lnTo>
                                  <a:lnTo>
                                    <a:pt x="3815" y="1441"/>
                                  </a:lnTo>
                                  <a:lnTo>
                                    <a:pt x="3812" y="1441"/>
                                  </a:lnTo>
                                  <a:lnTo>
                                    <a:pt x="3810" y="1441"/>
                                  </a:lnTo>
                                  <a:lnTo>
                                    <a:pt x="3809" y="1441"/>
                                  </a:lnTo>
                                  <a:lnTo>
                                    <a:pt x="3807" y="1441"/>
                                  </a:lnTo>
                                  <a:lnTo>
                                    <a:pt x="3807" y="1441"/>
                                  </a:lnTo>
                                  <a:lnTo>
                                    <a:pt x="3809" y="1441"/>
                                  </a:lnTo>
                                  <a:lnTo>
                                    <a:pt x="3814" y="1443"/>
                                  </a:lnTo>
                                  <a:lnTo>
                                    <a:pt x="3819" y="1443"/>
                                  </a:lnTo>
                                  <a:lnTo>
                                    <a:pt x="3827" y="1445"/>
                                  </a:lnTo>
                                  <a:lnTo>
                                    <a:pt x="3837" y="1451"/>
                                  </a:lnTo>
                                  <a:lnTo>
                                    <a:pt x="3842" y="1466"/>
                                  </a:lnTo>
                                  <a:lnTo>
                                    <a:pt x="3847" y="1488"/>
                                  </a:lnTo>
                                  <a:lnTo>
                                    <a:pt x="3848" y="1516"/>
                                  </a:lnTo>
                                  <a:lnTo>
                                    <a:pt x="3850" y="1549"/>
                                  </a:lnTo>
                                  <a:lnTo>
                                    <a:pt x="3850" y="1587"/>
                                  </a:lnTo>
                                  <a:lnTo>
                                    <a:pt x="3850" y="1627"/>
                                  </a:lnTo>
                                  <a:lnTo>
                                    <a:pt x="3848" y="1668"/>
                                  </a:lnTo>
                                  <a:lnTo>
                                    <a:pt x="3848" y="1710"/>
                                  </a:lnTo>
                                  <a:lnTo>
                                    <a:pt x="3847" y="1751"/>
                                  </a:lnTo>
                                  <a:lnTo>
                                    <a:pt x="3847" y="1791"/>
                                  </a:lnTo>
                                  <a:lnTo>
                                    <a:pt x="3847" y="1828"/>
                                  </a:lnTo>
                                  <a:lnTo>
                                    <a:pt x="3848" y="1859"/>
                                  </a:lnTo>
                                  <a:lnTo>
                                    <a:pt x="3853" y="1887"/>
                                  </a:lnTo>
                                  <a:lnTo>
                                    <a:pt x="3867" y="1985"/>
                                  </a:lnTo>
                                  <a:lnTo>
                                    <a:pt x="3868" y="2059"/>
                                  </a:lnTo>
                                  <a:lnTo>
                                    <a:pt x="3863" y="2134"/>
                                  </a:lnTo>
                                  <a:lnTo>
                                    <a:pt x="3855" y="2209"/>
                                  </a:lnTo>
                                  <a:lnTo>
                                    <a:pt x="3853" y="2228"/>
                                  </a:lnTo>
                                  <a:lnTo>
                                    <a:pt x="3853" y="2240"/>
                                  </a:lnTo>
                                  <a:lnTo>
                                    <a:pt x="3855" y="2248"/>
                                  </a:lnTo>
                                  <a:lnTo>
                                    <a:pt x="3857" y="2252"/>
                                  </a:lnTo>
                                  <a:lnTo>
                                    <a:pt x="3858" y="2257"/>
                                  </a:lnTo>
                                  <a:lnTo>
                                    <a:pt x="3860" y="2265"/>
                                  </a:lnTo>
                                  <a:lnTo>
                                    <a:pt x="3860" y="2277"/>
                                  </a:lnTo>
                                  <a:lnTo>
                                    <a:pt x="3858" y="2296"/>
                                  </a:lnTo>
                                  <a:lnTo>
                                    <a:pt x="3857" y="2333"/>
                                  </a:lnTo>
                                  <a:lnTo>
                                    <a:pt x="3858" y="2374"/>
                                  </a:lnTo>
                                  <a:lnTo>
                                    <a:pt x="3858" y="2414"/>
                                  </a:lnTo>
                                  <a:lnTo>
                                    <a:pt x="3855" y="2455"/>
                                  </a:lnTo>
                                  <a:lnTo>
                                    <a:pt x="3845" y="2492"/>
                                  </a:lnTo>
                                  <a:lnTo>
                                    <a:pt x="3835" y="2505"/>
                                  </a:lnTo>
                                  <a:lnTo>
                                    <a:pt x="3819" y="2517"/>
                                  </a:lnTo>
                                  <a:lnTo>
                                    <a:pt x="3797" y="2525"/>
                                  </a:lnTo>
                                  <a:lnTo>
                                    <a:pt x="3771" y="2530"/>
                                  </a:lnTo>
                                  <a:lnTo>
                                    <a:pt x="3743" y="2533"/>
                                  </a:lnTo>
                                  <a:lnTo>
                                    <a:pt x="3713" y="2537"/>
                                  </a:lnTo>
                                  <a:lnTo>
                                    <a:pt x="3615" y="2540"/>
                                  </a:lnTo>
                                  <a:lnTo>
                                    <a:pt x="3425" y="2543"/>
                                  </a:lnTo>
                                  <a:lnTo>
                                    <a:pt x="3398" y="2543"/>
                                  </a:lnTo>
                                  <a:lnTo>
                                    <a:pt x="3363" y="2543"/>
                                  </a:lnTo>
                                  <a:lnTo>
                                    <a:pt x="3320" y="2543"/>
                                  </a:lnTo>
                                  <a:lnTo>
                                    <a:pt x="3274" y="2543"/>
                                  </a:lnTo>
                                  <a:lnTo>
                                    <a:pt x="3226" y="2543"/>
                                  </a:lnTo>
                                  <a:lnTo>
                                    <a:pt x="3181" y="2542"/>
                                  </a:lnTo>
                                  <a:lnTo>
                                    <a:pt x="3138" y="2542"/>
                                  </a:lnTo>
                                  <a:lnTo>
                                    <a:pt x="3102" y="2542"/>
                                  </a:lnTo>
                                  <a:lnTo>
                                    <a:pt x="3075" y="2540"/>
                                  </a:lnTo>
                                  <a:lnTo>
                                    <a:pt x="2888" y="2532"/>
                                  </a:lnTo>
                                  <a:lnTo>
                                    <a:pt x="2432" y="2532"/>
                                  </a:lnTo>
                                  <a:lnTo>
                                    <a:pt x="2314" y="2532"/>
                                  </a:lnTo>
                                  <a:lnTo>
                                    <a:pt x="2293" y="2532"/>
                                  </a:lnTo>
                                  <a:lnTo>
                                    <a:pt x="2269" y="2530"/>
                                  </a:lnTo>
                                  <a:lnTo>
                                    <a:pt x="2245" y="2530"/>
                                  </a:lnTo>
                                  <a:lnTo>
                                    <a:pt x="2221" y="2527"/>
                                  </a:lnTo>
                                  <a:lnTo>
                                    <a:pt x="2198" y="2523"/>
                                  </a:lnTo>
                                  <a:lnTo>
                                    <a:pt x="2180" y="2518"/>
                                  </a:lnTo>
                                  <a:lnTo>
                                    <a:pt x="2165" y="2510"/>
                                  </a:lnTo>
                                  <a:lnTo>
                                    <a:pt x="2157" y="2499"/>
                                  </a:lnTo>
                                  <a:lnTo>
                                    <a:pt x="2147" y="2472"/>
                                  </a:lnTo>
                                  <a:lnTo>
                                    <a:pt x="2144" y="2446"/>
                                  </a:lnTo>
                                  <a:lnTo>
                                    <a:pt x="2144" y="2417"/>
                                  </a:lnTo>
                                  <a:lnTo>
                                    <a:pt x="2144" y="2391"/>
                                  </a:lnTo>
                                  <a:lnTo>
                                    <a:pt x="2144" y="2354"/>
                                  </a:lnTo>
                                  <a:lnTo>
                                    <a:pt x="2142" y="2325"/>
                                  </a:lnTo>
                                  <a:lnTo>
                                    <a:pt x="2140" y="2300"/>
                                  </a:lnTo>
                                  <a:lnTo>
                                    <a:pt x="2137" y="2277"/>
                                  </a:lnTo>
                                  <a:lnTo>
                                    <a:pt x="2134" y="2252"/>
                                  </a:lnTo>
                                  <a:lnTo>
                                    <a:pt x="2130" y="2222"/>
                                  </a:lnTo>
                                  <a:lnTo>
                                    <a:pt x="2129" y="2185"/>
                                  </a:lnTo>
                                  <a:lnTo>
                                    <a:pt x="2132" y="2134"/>
                                  </a:lnTo>
                                  <a:lnTo>
                                    <a:pt x="2137" y="2083"/>
                                  </a:lnTo>
                                  <a:lnTo>
                                    <a:pt x="2142" y="2033"/>
                                  </a:lnTo>
                                  <a:lnTo>
                                    <a:pt x="2142" y="1980"/>
                                  </a:lnTo>
                                  <a:lnTo>
                                    <a:pt x="2139" y="1925"/>
                                  </a:lnTo>
                                  <a:lnTo>
                                    <a:pt x="2137" y="1857"/>
                                  </a:lnTo>
                                  <a:lnTo>
                                    <a:pt x="2132" y="1789"/>
                                  </a:lnTo>
                                  <a:lnTo>
                                    <a:pt x="2130" y="1746"/>
                                  </a:lnTo>
                                  <a:lnTo>
                                    <a:pt x="2129" y="1707"/>
                                  </a:lnTo>
                                  <a:lnTo>
                                    <a:pt x="2127" y="1668"/>
                                  </a:lnTo>
                                  <a:lnTo>
                                    <a:pt x="2127" y="1629"/>
                                  </a:lnTo>
                                  <a:lnTo>
                                    <a:pt x="2129" y="1584"/>
                                  </a:lnTo>
                                  <a:lnTo>
                                    <a:pt x="2134" y="1561"/>
                                  </a:lnTo>
                                  <a:lnTo>
                                    <a:pt x="2142" y="1539"/>
                                  </a:lnTo>
                                  <a:lnTo>
                                    <a:pt x="2152" y="1516"/>
                                  </a:lnTo>
                                  <a:lnTo>
                                    <a:pt x="2153" y="1503"/>
                                  </a:lnTo>
                                  <a:lnTo>
                                    <a:pt x="2155" y="1490"/>
                                  </a:lnTo>
                                  <a:lnTo>
                                    <a:pt x="2155" y="1475"/>
                                  </a:lnTo>
                                  <a:lnTo>
                                    <a:pt x="2160" y="1461"/>
                                  </a:lnTo>
                                  <a:lnTo>
                                    <a:pt x="2172" y="1450"/>
                                  </a:lnTo>
                                  <a:lnTo>
                                    <a:pt x="2190" y="1441"/>
                                  </a:lnTo>
                                  <a:lnTo>
                                    <a:pt x="2213" y="1437"/>
                                  </a:lnTo>
                                  <a:lnTo>
                                    <a:pt x="2240" y="1435"/>
                                  </a:lnTo>
                                  <a:lnTo>
                                    <a:pt x="2266" y="1433"/>
                                  </a:lnTo>
                                  <a:lnTo>
                                    <a:pt x="2294" y="1433"/>
                                  </a:lnTo>
                                  <a:lnTo>
                                    <a:pt x="2321" y="1435"/>
                                  </a:lnTo>
                                  <a:lnTo>
                                    <a:pt x="2344" y="1435"/>
                                  </a:lnTo>
                                  <a:lnTo>
                                    <a:pt x="2460" y="1437"/>
                                  </a:lnTo>
                                  <a:lnTo>
                                    <a:pt x="2680" y="1432"/>
                                  </a:lnTo>
                                  <a:lnTo>
                                    <a:pt x="2743" y="1432"/>
                                  </a:lnTo>
                                  <a:lnTo>
                                    <a:pt x="2806" y="1433"/>
                                  </a:lnTo>
                                  <a:lnTo>
                                    <a:pt x="2872" y="1437"/>
                                  </a:lnTo>
                                  <a:lnTo>
                                    <a:pt x="2938" y="1438"/>
                                  </a:lnTo>
                                  <a:lnTo>
                                    <a:pt x="3097" y="1437"/>
                                  </a:lnTo>
                                  <a:lnTo>
                                    <a:pt x="3119" y="1437"/>
                                  </a:lnTo>
                                  <a:lnTo>
                                    <a:pt x="3150" y="1437"/>
                                  </a:lnTo>
                                  <a:lnTo>
                                    <a:pt x="3188" y="1435"/>
                                  </a:lnTo>
                                  <a:lnTo>
                                    <a:pt x="3229" y="1435"/>
                                  </a:lnTo>
                                  <a:lnTo>
                                    <a:pt x="3271" y="1433"/>
                                  </a:lnTo>
                                  <a:lnTo>
                                    <a:pt x="3312" y="1433"/>
                                  </a:lnTo>
                                  <a:lnTo>
                                    <a:pt x="3350" y="1432"/>
                                  </a:lnTo>
                                  <a:lnTo>
                                    <a:pt x="3382" y="1432"/>
                                  </a:lnTo>
                                  <a:lnTo>
                                    <a:pt x="3403" y="1432"/>
                                  </a:lnTo>
                                  <a:lnTo>
                                    <a:pt x="3484" y="1430"/>
                                  </a:lnTo>
                                  <a:lnTo>
                                    <a:pt x="3567" y="1430"/>
                                  </a:lnTo>
                                  <a:lnTo>
                                    <a:pt x="3587" y="1430"/>
                                  </a:lnTo>
                                  <a:lnTo>
                                    <a:pt x="3613" y="1430"/>
                                  </a:lnTo>
                                  <a:lnTo>
                                    <a:pt x="3645" y="1428"/>
                                  </a:lnTo>
                                  <a:lnTo>
                                    <a:pt x="3680" y="1428"/>
                                  </a:lnTo>
                                  <a:close/>
                                  <a:moveTo>
                                    <a:pt x="1553" y="0"/>
                                  </a:moveTo>
                                  <a:lnTo>
                                    <a:pt x="1587" y="0"/>
                                  </a:lnTo>
                                  <a:lnTo>
                                    <a:pt x="1621" y="2"/>
                                  </a:lnTo>
                                  <a:lnTo>
                                    <a:pt x="1650" y="3"/>
                                  </a:lnTo>
                                  <a:lnTo>
                                    <a:pt x="1675" y="7"/>
                                  </a:lnTo>
                                  <a:lnTo>
                                    <a:pt x="1693" y="13"/>
                                  </a:lnTo>
                                  <a:lnTo>
                                    <a:pt x="1693" y="13"/>
                                  </a:lnTo>
                                  <a:lnTo>
                                    <a:pt x="1692" y="13"/>
                                  </a:lnTo>
                                  <a:lnTo>
                                    <a:pt x="1690" y="13"/>
                                  </a:lnTo>
                                  <a:lnTo>
                                    <a:pt x="1688" y="13"/>
                                  </a:lnTo>
                                  <a:lnTo>
                                    <a:pt x="1685" y="13"/>
                                  </a:lnTo>
                                  <a:lnTo>
                                    <a:pt x="1683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2" y="13"/>
                                  </a:lnTo>
                                  <a:lnTo>
                                    <a:pt x="1685" y="13"/>
                                  </a:lnTo>
                                  <a:lnTo>
                                    <a:pt x="1692" y="15"/>
                                  </a:lnTo>
                                  <a:lnTo>
                                    <a:pt x="1700" y="17"/>
                                  </a:lnTo>
                                  <a:lnTo>
                                    <a:pt x="1708" y="23"/>
                                  </a:lnTo>
                                  <a:lnTo>
                                    <a:pt x="1715" y="38"/>
                                  </a:lnTo>
                                  <a:lnTo>
                                    <a:pt x="1720" y="60"/>
                                  </a:lnTo>
                                  <a:lnTo>
                                    <a:pt x="1721" y="88"/>
                                  </a:lnTo>
                                  <a:lnTo>
                                    <a:pt x="1723" y="121"/>
                                  </a:lnTo>
                                  <a:lnTo>
                                    <a:pt x="1723" y="159"/>
                                  </a:lnTo>
                                  <a:lnTo>
                                    <a:pt x="1723" y="199"/>
                                  </a:lnTo>
                                  <a:lnTo>
                                    <a:pt x="1721" y="240"/>
                                  </a:lnTo>
                                  <a:lnTo>
                                    <a:pt x="1720" y="282"/>
                                  </a:lnTo>
                                  <a:lnTo>
                                    <a:pt x="1720" y="323"/>
                                  </a:lnTo>
                                  <a:lnTo>
                                    <a:pt x="1720" y="363"/>
                                  </a:lnTo>
                                  <a:lnTo>
                                    <a:pt x="1720" y="399"/>
                                  </a:lnTo>
                                  <a:lnTo>
                                    <a:pt x="1721" y="431"/>
                                  </a:lnTo>
                                  <a:lnTo>
                                    <a:pt x="1725" y="459"/>
                                  </a:lnTo>
                                  <a:lnTo>
                                    <a:pt x="1740" y="555"/>
                                  </a:lnTo>
                                  <a:lnTo>
                                    <a:pt x="1741" y="631"/>
                                  </a:lnTo>
                                  <a:lnTo>
                                    <a:pt x="1736" y="706"/>
                                  </a:lnTo>
                                  <a:lnTo>
                                    <a:pt x="1728" y="780"/>
                                  </a:lnTo>
                                  <a:lnTo>
                                    <a:pt x="1726" y="800"/>
                                  </a:lnTo>
                                  <a:lnTo>
                                    <a:pt x="1726" y="812"/>
                                  </a:lnTo>
                                  <a:lnTo>
                                    <a:pt x="1728" y="818"/>
                                  </a:lnTo>
                                  <a:lnTo>
                                    <a:pt x="1730" y="823"/>
                                  </a:lnTo>
                                  <a:lnTo>
                                    <a:pt x="1731" y="828"/>
                                  </a:lnTo>
                                  <a:lnTo>
                                    <a:pt x="1731" y="837"/>
                                  </a:lnTo>
                                  <a:lnTo>
                                    <a:pt x="1733" y="848"/>
                                  </a:lnTo>
                                  <a:lnTo>
                                    <a:pt x="1731" y="867"/>
                                  </a:lnTo>
                                  <a:lnTo>
                                    <a:pt x="1730" y="905"/>
                                  </a:lnTo>
                                  <a:lnTo>
                                    <a:pt x="1731" y="946"/>
                                  </a:lnTo>
                                  <a:lnTo>
                                    <a:pt x="1731" y="986"/>
                                  </a:lnTo>
                                  <a:lnTo>
                                    <a:pt x="1728" y="1026"/>
                                  </a:lnTo>
                                  <a:lnTo>
                                    <a:pt x="1718" y="1064"/>
                                  </a:lnTo>
                                  <a:lnTo>
                                    <a:pt x="1708" y="1077"/>
                                  </a:lnTo>
                                  <a:lnTo>
                                    <a:pt x="1692" y="1089"/>
                                  </a:lnTo>
                                  <a:lnTo>
                                    <a:pt x="1669" y="1095"/>
                                  </a:lnTo>
                                  <a:lnTo>
                                    <a:pt x="1644" y="1102"/>
                                  </a:lnTo>
                                  <a:lnTo>
                                    <a:pt x="1614" y="1105"/>
                                  </a:lnTo>
                                  <a:lnTo>
                                    <a:pt x="1586" y="1108"/>
                                  </a:lnTo>
                                  <a:lnTo>
                                    <a:pt x="1536" y="1110"/>
                                  </a:lnTo>
                                  <a:lnTo>
                                    <a:pt x="1488" y="1112"/>
                                  </a:lnTo>
                                  <a:lnTo>
                                    <a:pt x="1298" y="1115"/>
                                  </a:lnTo>
                                  <a:lnTo>
                                    <a:pt x="1271" y="1115"/>
                                  </a:lnTo>
                                  <a:lnTo>
                                    <a:pt x="1235" y="1115"/>
                                  </a:lnTo>
                                  <a:lnTo>
                                    <a:pt x="1193" y="1115"/>
                                  </a:lnTo>
                                  <a:lnTo>
                                    <a:pt x="1147" y="1115"/>
                                  </a:lnTo>
                                  <a:lnTo>
                                    <a:pt x="1099" y="1113"/>
                                  </a:lnTo>
                                  <a:lnTo>
                                    <a:pt x="1053" y="1113"/>
                                  </a:lnTo>
                                  <a:lnTo>
                                    <a:pt x="1011" y="1113"/>
                                  </a:lnTo>
                                  <a:lnTo>
                                    <a:pt x="975" y="1113"/>
                                  </a:lnTo>
                                  <a:lnTo>
                                    <a:pt x="948" y="1112"/>
                                  </a:lnTo>
                                  <a:lnTo>
                                    <a:pt x="761" y="1103"/>
                                  </a:lnTo>
                                  <a:lnTo>
                                    <a:pt x="303" y="1103"/>
                                  </a:lnTo>
                                  <a:lnTo>
                                    <a:pt x="187" y="1103"/>
                                  </a:lnTo>
                                  <a:lnTo>
                                    <a:pt x="166" y="1102"/>
                                  </a:lnTo>
                                  <a:lnTo>
                                    <a:pt x="142" y="1102"/>
                                  </a:lnTo>
                                  <a:lnTo>
                                    <a:pt x="118" y="1100"/>
                                  </a:lnTo>
                                  <a:lnTo>
                                    <a:pt x="94" y="1099"/>
                                  </a:lnTo>
                                  <a:lnTo>
                                    <a:pt x="71" y="1095"/>
                                  </a:lnTo>
                                  <a:lnTo>
                                    <a:pt x="53" y="1090"/>
                                  </a:lnTo>
                                  <a:lnTo>
                                    <a:pt x="38" y="1082"/>
                                  </a:lnTo>
                                  <a:lnTo>
                                    <a:pt x="28" y="1070"/>
                                  </a:lnTo>
                                  <a:lnTo>
                                    <a:pt x="20" y="1044"/>
                                  </a:lnTo>
                                  <a:lnTo>
                                    <a:pt x="17" y="1017"/>
                                  </a:lnTo>
                                  <a:lnTo>
                                    <a:pt x="17" y="989"/>
                                  </a:lnTo>
                                  <a:lnTo>
                                    <a:pt x="17" y="963"/>
                                  </a:lnTo>
                                  <a:lnTo>
                                    <a:pt x="17" y="925"/>
                                  </a:lnTo>
                                  <a:lnTo>
                                    <a:pt x="15" y="896"/>
                                  </a:lnTo>
                                  <a:lnTo>
                                    <a:pt x="13" y="872"/>
                                  </a:lnTo>
                                  <a:lnTo>
                                    <a:pt x="10" y="848"/>
                                  </a:lnTo>
                                  <a:lnTo>
                                    <a:pt x="7" y="823"/>
                                  </a:lnTo>
                                  <a:lnTo>
                                    <a:pt x="3" y="794"/>
                                  </a:lnTo>
                                  <a:lnTo>
                                    <a:pt x="2" y="757"/>
                                  </a:lnTo>
                                  <a:lnTo>
                                    <a:pt x="3" y="706"/>
                                  </a:lnTo>
                                  <a:lnTo>
                                    <a:pt x="10" y="654"/>
                                  </a:lnTo>
                                  <a:lnTo>
                                    <a:pt x="15" y="603"/>
                                  </a:lnTo>
                                  <a:lnTo>
                                    <a:pt x="15" y="550"/>
                                  </a:lnTo>
                                  <a:lnTo>
                                    <a:pt x="12" y="497"/>
                                  </a:lnTo>
                                  <a:lnTo>
                                    <a:pt x="8" y="429"/>
                                  </a:lnTo>
                                  <a:lnTo>
                                    <a:pt x="5" y="361"/>
                                  </a:lnTo>
                                  <a:lnTo>
                                    <a:pt x="3" y="316"/>
                                  </a:lnTo>
                                  <a:lnTo>
                                    <a:pt x="2" y="278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" y="156"/>
                                  </a:lnTo>
                                  <a:lnTo>
                                    <a:pt x="7" y="133"/>
                                  </a:lnTo>
                                  <a:lnTo>
                                    <a:pt x="15" y="111"/>
                                  </a:lnTo>
                                  <a:lnTo>
                                    <a:pt x="23" y="88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6" y="61"/>
                                  </a:lnTo>
                                  <a:lnTo>
                                    <a:pt x="28" y="46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86" y="8"/>
                                  </a:lnTo>
                                  <a:lnTo>
                                    <a:pt x="111" y="7"/>
                                  </a:lnTo>
                                  <a:lnTo>
                                    <a:pt x="139" y="5"/>
                                  </a:lnTo>
                                  <a:lnTo>
                                    <a:pt x="167" y="5"/>
                                  </a:lnTo>
                                  <a:lnTo>
                                    <a:pt x="194" y="7"/>
                                  </a:lnTo>
                                  <a:lnTo>
                                    <a:pt x="217" y="7"/>
                                  </a:lnTo>
                                  <a:lnTo>
                                    <a:pt x="333" y="8"/>
                                  </a:lnTo>
                                  <a:lnTo>
                                    <a:pt x="551" y="3"/>
                                  </a:lnTo>
                                  <a:lnTo>
                                    <a:pt x="616" y="3"/>
                                  </a:lnTo>
                                  <a:lnTo>
                                    <a:pt x="679" y="3"/>
                                  </a:lnTo>
                                  <a:lnTo>
                                    <a:pt x="745" y="8"/>
                                  </a:lnTo>
                                  <a:lnTo>
                                    <a:pt x="811" y="10"/>
                                  </a:lnTo>
                                  <a:lnTo>
                                    <a:pt x="970" y="8"/>
                                  </a:lnTo>
                                  <a:lnTo>
                                    <a:pt x="992" y="8"/>
                                  </a:lnTo>
                                  <a:lnTo>
                                    <a:pt x="1023" y="7"/>
                                  </a:lnTo>
                                  <a:lnTo>
                                    <a:pt x="1059" y="7"/>
                                  </a:lnTo>
                                  <a:lnTo>
                                    <a:pt x="1101" y="7"/>
                                  </a:lnTo>
                                  <a:lnTo>
                                    <a:pt x="1144" y="5"/>
                                  </a:lnTo>
                                  <a:lnTo>
                                    <a:pt x="1185" y="5"/>
                                  </a:lnTo>
                                  <a:lnTo>
                                    <a:pt x="1223" y="3"/>
                                  </a:lnTo>
                                  <a:lnTo>
                                    <a:pt x="1253" y="3"/>
                                  </a:lnTo>
                                  <a:lnTo>
                                    <a:pt x="1276" y="2"/>
                                  </a:lnTo>
                                  <a:lnTo>
                                    <a:pt x="1357" y="0"/>
                                  </a:lnTo>
                                  <a:lnTo>
                                    <a:pt x="1440" y="2"/>
                                  </a:lnTo>
                                  <a:lnTo>
                                    <a:pt x="1460" y="2"/>
                                  </a:lnTo>
                                  <a:lnTo>
                                    <a:pt x="1486" y="2"/>
                                  </a:lnTo>
                                  <a:lnTo>
                                    <a:pt x="1518" y="0"/>
                                  </a:lnTo>
                                  <a:lnTo>
                                    <a:pt x="1553" y="0"/>
                                  </a:lnTo>
                                  <a:close/>
                                  <a:moveTo>
                                    <a:pt x="3680" y="0"/>
                                  </a:moveTo>
                                  <a:lnTo>
                                    <a:pt x="3714" y="0"/>
                                  </a:lnTo>
                                  <a:lnTo>
                                    <a:pt x="3748" y="2"/>
                                  </a:lnTo>
                                  <a:lnTo>
                                    <a:pt x="3777" y="3"/>
                                  </a:lnTo>
                                  <a:lnTo>
                                    <a:pt x="3802" y="7"/>
                                  </a:lnTo>
                                  <a:lnTo>
                                    <a:pt x="3820" y="13"/>
                                  </a:lnTo>
                                  <a:lnTo>
                                    <a:pt x="3820" y="13"/>
                                  </a:lnTo>
                                  <a:lnTo>
                                    <a:pt x="3819" y="13"/>
                                  </a:lnTo>
                                  <a:lnTo>
                                    <a:pt x="3817" y="13"/>
                                  </a:lnTo>
                                  <a:lnTo>
                                    <a:pt x="3815" y="13"/>
                                  </a:lnTo>
                                  <a:lnTo>
                                    <a:pt x="3812" y="13"/>
                                  </a:lnTo>
                                  <a:lnTo>
                                    <a:pt x="3810" y="13"/>
                                  </a:lnTo>
                                  <a:lnTo>
                                    <a:pt x="3809" y="13"/>
                                  </a:lnTo>
                                  <a:lnTo>
                                    <a:pt x="3807" y="13"/>
                                  </a:lnTo>
                                  <a:lnTo>
                                    <a:pt x="3807" y="13"/>
                                  </a:lnTo>
                                  <a:lnTo>
                                    <a:pt x="3809" y="13"/>
                                  </a:lnTo>
                                  <a:lnTo>
                                    <a:pt x="3814" y="13"/>
                                  </a:lnTo>
                                  <a:lnTo>
                                    <a:pt x="3819" y="15"/>
                                  </a:lnTo>
                                  <a:lnTo>
                                    <a:pt x="3827" y="17"/>
                                  </a:lnTo>
                                  <a:lnTo>
                                    <a:pt x="3837" y="23"/>
                                  </a:lnTo>
                                  <a:lnTo>
                                    <a:pt x="3842" y="38"/>
                                  </a:lnTo>
                                  <a:lnTo>
                                    <a:pt x="3847" y="60"/>
                                  </a:lnTo>
                                  <a:lnTo>
                                    <a:pt x="3848" y="88"/>
                                  </a:lnTo>
                                  <a:lnTo>
                                    <a:pt x="3850" y="121"/>
                                  </a:lnTo>
                                  <a:lnTo>
                                    <a:pt x="3850" y="159"/>
                                  </a:lnTo>
                                  <a:lnTo>
                                    <a:pt x="3850" y="199"/>
                                  </a:lnTo>
                                  <a:lnTo>
                                    <a:pt x="3848" y="240"/>
                                  </a:lnTo>
                                  <a:lnTo>
                                    <a:pt x="3848" y="282"/>
                                  </a:lnTo>
                                  <a:lnTo>
                                    <a:pt x="3847" y="323"/>
                                  </a:lnTo>
                                  <a:lnTo>
                                    <a:pt x="3847" y="363"/>
                                  </a:lnTo>
                                  <a:lnTo>
                                    <a:pt x="3847" y="399"/>
                                  </a:lnTo>
                                  <a:lnTo>
                                    <a:pt x="3848" y="431"/>
                                  </a:lnTo>
                                  <a:lnTo>
                                    <a:pt x="3853" y="459"/>
                                  </a:lnTo>
                                  <a:lnTo>
                                    <a:pt x="3867" y="555"/>
                                  </a:lnTo>
                                  <a:lnTo>
                                    <a:pt x="3868" y="631"/>
                                  </a:lnTo>
                                  <a:lnTo>
                                    <a:pt x="3863" y="706"/>
                                  </a:lnTo>
                                  <a:lnTo>
                                    <a:pt x="3855" y="780"/>
                                  </a:lnTo>
                                  <a:lnTo>
                                    <a:pt x="3853" y="800"/>
                                  </a:lnTo>
                                  <a:lnTo>
                                    <a:pt x="3853" y="812"/>
                                  </a:lnTo>
                                  <a:lnTo>
                                    <a:pt x="3855" y="818"/>
                                  </a:lnTo>
                                  <a:lnTo>
                                    <a:pt x="3857" y="823"/>
                                  </a:lnTo>
                                  <a:lnTo>
                                    <a:pt x="3858" y="828"/>
                                  </a:lnTo>
                                  <a:lnTo>
                                    <a:pt x="3860" y="837"/>
                                  </a:lnTo>
                                  <a:lnTo>
                                    <a:pt x="3860" y="848"/>
                                  </a:lnTo>
                                  <a:lnTo>
                                    <a:pt x="3858" y="867"/>
                                  </a:lnTo>
                                  <a:lnTo>
                                    <a:pt x="3857" y="905"/>
                                  </a:lnTo>
                                  <a:lnTo>
                                    <a:pt x="3858" y="946"/>
                                  </a:lnTo>
                                  <a:lnTo>
                                    <a:pt x="3858" y="986"/>
                                  </a:lnTo>
                                  <a:lnTo>
                                    <a:pt x="3855" y="1026"/>
                                  </a:lnTo>
                                  <a:lnTo>
                                    <a:pt x="3845" y="1064"/>
                                  </a:lnTo>
                                  <a:lnTo>
                                    <a:pt x="3835" y="1077"/>
                                  </a:lnTo>
                                  <a:lnTo>
                                    <a:pt x="3819" y="1089"/>
                                  </a:lnTo>
                                  <a:lnTo>
                                    <a:pt x="3797" y="1095"/>
                                  </a:lnTo>
                                  <a:lnTo>
                                    <a:pt x="3771" y="1102"/>
                                  </a:lnTo>
                                  <a:lnTo>
                                    <a:pt x="3743" y="1105"/>
                                  </a:lnTo>
                                  <a:lnTo>
                                    <a:pt x="3713" y="1108"/>
                                  </a:lnTo>
                                  <a:lnTo>
                                    <a:pt x="3663" y="1110"/>
                                  </a:lnTo>
                                  <a:lnTo>
                                    <a:pt x="3615" y="1112"/>
                                  </a:lnTo>
                                  <a:lnTo>
                                    <a:pt x="3425" y="1115"/>
                                  </a:lnTo>
                                  <a:lnTo>
                                    <a:pt x="3398" y="1115"/>
                                  </a:lnTo>
                                  <a:lnTo>
                                    <a:pt x="3363" y="1115"/>
                                  </a:lnTo>
                                  <a:lnTo>
                                    <a:pt x="3320" y="1115"/>
                                  </a:lnTo>
                                  <a:lnTo>
                                    <a:pt x="3274" y="1115"/>
                                  </a:lnTo>
                                  <a:lnTo>
                                    <a:pt x="3226" y="1113"/>
                                  </a:lnTo>
                                  <a:lnTo>
                                    <a:pt x="3181" y="1113"/>
                                  </a:lnTo>
                                  <a:lnTo>
                                    <a:pt x="3138" y="1113"/>
                                  </a:lnTo>
                                  <a:lnTo>
                                    <a:pt x="3102" y="1113"/>
                                  </a:lnTo>
                                  <a:lnTo>
                                    <a:pt x="3075" y="1112"/>
                                  </a:lnTo>
                                  <a:lnTo>
                                    <a:pt x="2888" y="1103"/>
                                  </a:lnTo>
                                  <a:lnTo>
                                    <a:pt x="2432" y="1103"/>
                                  </a:lnTo>
                                  <a:lnTo>
                                    <a:pt x="2314" y="1103"/>
                                  </a:lnTo>
                                  <a:lnTo>
                                    <a:pt x="2293" y="1102"/>
                                  </a:lnTo>
                                  <a:lnTo>
                                    <a:pt x="2269" y="1102"/>
                                  </a:lnTo>
                                  <a:lnTo>
                                    <a:pt x="2245" y="1100"/>
                                  </a:lnTo>
                                  <a:lnTo>
                                    <a:pt x="2221" y="1099"/>
                                  </a:lnTo>
                                  <a:lnTo>
                                    <a:pt x="2198" y="1095"/>
                                  </a:lnTo>
                                  <a:lnTo>
                                    <a:pt x="2180" y="1090"/>
                                  </a:lnTo>
                                  <a:lnTo>
                                    <a:pt x="2165" y="1082"/>
                                  </a:lnTo>
                                  <a:lnTo>
                                    <a:pt x="2157" y="1070"/>
                                  </a:lnTo>
                                  <a:lnTo>
                                    <a:pt x="2147" y="1044"/>
                                  </a:lnTo>
                                  <a:lnTo>
                                    <a:pt x="2144" y="1017"/>
                                  </a:lnTo>
                                  <a:lnTo>
                                    <a:pt x="2144" y="989"/>
                                  </a:lnTo>
                                  <a:lnTo>
                                    <a:pt x="2144" y="963"/>
                                  </a:lnTo>
                                  <a:lnTo>
                                    <a:pt x="2144" y="925"/>
                                  </a:lnTo>
                                  <a:lnTo>
                                    <a:pt x="2142" y="896"/>
                                  </a:lnTo>
                                  <a:lnTo>
                                    <a:pt x="2140" y="872"/>
                                  </a:lnTo>
                                  <a:lnTo>
                                    <a:pt x="2137" y="848"/>
                                  </a:lnTo>
                                  <a:lnTo>
                                    <a:pt x="2134" y="823"/>
                                  </a:lnTo>
                                  <a:lnTo>
                                    <a:pt x="2130" y="794"/>
                                  </a:lnTo>
                                  <a:lnTo>
                                    <a:pt x="2129" y="757"/>
                                  </a:lnTo>
                                  <a:lnTo>
                                    <a:pt x="2132" y="706"/>
                                  </a:lnTo>
                                  <a:lnTo>
                                    <a:pt x="2137" y="654"/>
                                  </a:lnTo>
                                  <a:lnTo>
                                    <a:pt x="2142" y="603"/>
                                  </a:lnTo>
                                  <a:lnTo>
                                    <a:pt x="2142" y="550"/>
                                  </a:lnTo>
                                  <a:lnTo>
                                    <a:pt x="2139" y="497"/>
                                  </a:lnTo>
                                  <a:lnTo>
                                    <a:pt x="2137" y="429"/>
                                  </a:lnTo>
                                  <a:lnTo>
                                    <a:pt x="2132" y="361"/>
                                  </a:lnTo>
                                  <a:lnTo>
                                    <a:pt x="2130" y="316"/>
                                  </a:lnTo>
                                  <a:lnTo>
                                    <a:pt x="2129" y="278"/>
                                  </a:lnTo>
                                  <a:lnTo>
                                    <a:pt x="2127" y="239"/>
                                  </a:lnTo>
                                  <a:lnTo>
                                    <a:pt x="2127" y="199"/>
                                  </a:lnTo>
                                  <a:lnTo>
                                    <a:pt x="2129" y="156"/>
                                  </a:lnTo>
                                  <a:lnTo>
                                    <a:pt x="2134" y="133"/>
                                  </a:lnTo>
                                  <a:lnTo>
                                    <a:pt x="2142" y="111"/>
                                  </a:lnTo>
                                  <a:lnTo>
                                    <a:pt x="2152" y="88"/>
                                  </a:lnTo>
                                  <a:lnTo>
                                    <a:pt x="2153" y="75"/>
                                  </a:lnTo>
                                  <a:lnTo>
                                    <a:pt x="2155" y="61"/>
                                  </a:lnTo>
                                  <a:lnTo>
                                    <a:pt x="2155" y="46"/>
                                  </a:lnTo>
                                  <a:lnTo>
                                    <a:pt x="2160" y="33"/>
                                  </a:lnTo>
                                  <a:lnTo>
                                    <a:pt x="2172" y="22"/>
                                  </a:lnTo>
                                  <a:lnTo>
                                    <a:pt x="2190" y="13"/>
                                  </a:lnTo>
                                  <a:lnTo>
                                    <a:pt x="2213" y="8"/>
                                  </a:lnTo>
                                  <a:lnTo>
                                    <a:pt x="2240" y="7"/>
                                  </a:lnTo>
                                  <a:lnTo>
                                    <a:pt x="2266" y="5"/>
                                  </a:lnTo>
                                  <a:lnTo>
                                    <a:pt x="2294" y="5"/>
                                  </a:lnTo>
                                  <a:lnTo>
                                    <a:pt x="2321" y="7"/>
                                  </a:lnTo>
                                  <a:lnTo>
                                    <a:pt x="2344" y="7"/>
                                  </a:lnTo>
                                  <a:lnTo>
                                    <a:pt x="2460" y="8"/>
                                  </a:lnTo>
                                  <a:lnTo>
                                    <a:pt x="2680" y="3"/>
                                  </a:lnTo>
                                  <a:lnTo>
                                    <a:pt x="2743" y="3"/>
                                  </a:lnTo>
                                  <a:lnTo>
                                    <a:pt x="2806" y="3"/>
                                  </a:lnTo>
                                  <a:lnTo>
                                    <a:pt x="2872" y="8"/>
                                  </a:lnTo>
                                  <a:lnTo>
                                    <a:pt x="2938" y="10"/>
                                  </a:lnTo>
                                  <a:lnTo>
                                    <a:pt x="3097" y="8"/>
                                  </a:lnTo>
                                  <a:lnTo>
                                    <a:pt x="3119" y="8"/>
                                  </a:lnTo>
                                  <a:lnTo>
                                    <a:pt x="3150" y="7"/>
                                  </a:lnTo>
                                  <a:lnTo>
                                    <a:pt x="3188" y="7"/>
                                  </a:lnTo>
                                  <a:lnTo>
                                    <a:pt x="3229" y="7"/>
                                  </a:lnTo>
                                  <a:lnTo>
                                    <a:pt x="3271" y="5"/>
                                  </a:lnTo>
                                  <a:lnTo>
                                    <a:pt x="3312" y="5"/>
                                  </a:lnTo>
                                  <a:lnTo>
                                    <a:pt x="3350" y="3"/>
                                  </a:lnTo>
                                  <a:lnTo>
                                    <a:pt x="3382" y="3"/>
                                  </a:lnTo>
                                  <a:lnTo>
                                    <a:pt x="3403" y="2"/>
                                  </a:lnTo>
                                  <a:lnTo>
                                    <a:pt x="3484" y="0"/>
                                  </a:lnTo>
                                  <a:lnTo>
                                    <a:pt x="3567" y="2"/>
                                  </a:lnTo>
                                  <a:lnTo>
                                    <a:pt x="3587" y="2"/>
                                  </a:lnTo>
                                  <a:lnTo>
                                    <a:pt x="3613" y="2"/>
                                  </a:lnTo>
                                  <a:lnTo>
                                    <a:pt x="3645" y="0"/>
                                  </a:lnTo>
                                  <a:lnTo>
                                    <a:pt x="3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433388" y="433388"/>
                              <a:ext cx="6018212" cy="8535988"/>
                              <a:chOff x="433388" y="433388"/>
                              <a:chExt cx="6018212" cy="853598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6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7316788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8 h 1041"/>
                                  <a:gd name="T6" fmla="*/ 8 w 1652"/>
                                  <a:gd name="T7" fmla="*/ 116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1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7 h 1041"/>
                                  <a:gd name="T16" fmla="*/ 13 w 1652"/>
                                  <a:gd name="T17" fmla="*/ 696 h 1041"/>
                                  <a:gd name="T18" fmla="*/ 10 w 1652"/>
                                  <a:gd name="T19" fmla="*/ 864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3 h 1041"/>
                                  <a:gd name="T24" fmla="*/ 55 w 1652"/>
                                  <a:gd name="T25" fmla="*/ 1026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8 h 1041"/>
                                  <a:gd name="T34" fmla="*/ 1141 w 1652"/>
                                  <a:gd name="T35" fmla="*/ 1034 h 1041"/>
                                  <a:gd name="T36" fmla="*/ 1491 w 1652"/>
                                  <a:gd name="T37" fmla="*/ 1033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3 h 1041"/>
                                  <a:gd name="T46" fmla="*/ 1627 w 1652"/>
                                  <a:gd name="T47" fmla="*/ 92 h 1041"/>
                                  <a:gd name="T48" fmla="*/ 1614 w 1652"/>
                                  <a:gd name="T49" fmla="*/ 43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9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4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4 h 1041"/>
                                  <a:gd name="T64" fmla="*/ 1614 w 1652"/>
                                  <a:gd name="T65" fmla="*/ 34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5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6 h 1041"/>
                                  <a:gd name="T80" fmla="*/ 917 w 1652"/>
                                  <a:gd name="T81" fmla="*/ 1034 h 1041"/>
                                  <a:gd name="T82" fmla="*/ 435 w 1652"/>
                                  <a:gd name="T83" fmla="*/ 1041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8 h 1041"/>
                                  <a:gd name="T90" fmla="*/ 30 w 1652"/>
                                  <a:gd name="T91" fmla="*/ 1024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4 h 1041"/>
                                  <a:gd name="T96" fmla="*/ 12 w 1652"/>
                                  <a:gd name="T97" fmla="*/ 696 h 1041"/>
                                  <a:gd name="T98" fmla="*/ 5 w 1652"/>
                                  <a:gd name="T99" fmla="*/ 557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6 h 1041"/>
                                  <a:gd name="T108" fmla="*/ 17 w 1652"/>
                                  <a:gd name="T109" fmla="*/ 50 h 1041"/>
                                  <a:gd name="T110" fmla="*/ 51 w 1652"/>
                                  <a:gd name="T111" fmla="*/ 24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9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10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2"/>
                                    </a:lnTo>
                                    <a:lnTo>
                                      <a:pt x="12" y="82"/>
                                    </a:lnTo>
                                    <a:lnTo>
                                      <a:pt x="8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3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7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91"/>
                                    </a:lnTo>
                                    <a:lnTo>
                                      <a:pt x="3" y="509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1001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3"/>
                                    </a:lnTo>
                                    <a:lnTo>
                                      <a:pt x="28" y="1018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3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6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3"/>
                                    </a:lnTo>
                                    <a:lnTo>
                                      <a:pt x="599" y="1031"/>
                                    </a:lnTo>
                                    <a:lnTo>
                                      <a:pt x="704" y="1029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7" y="1029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4"/>
                                    </a:lnTo>
                                    <a:lnTo>
                                      <a:pt x="1141" y="1034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31"/>
                                    </a:lnTo>
                                    <a:lnTo>
                                      <a:pt x="1372" y="1031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7" y="968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9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3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1"/>
                                    </a:lnTo>
                                    <a:lnTo>
                                      <a:pt x="1627" y="92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3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4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9"/>
                                    </a:lnTo>
                                    <a:lnTo>
                                      <a:pt x="1291" y="19"/>
                                    </a:lnTo>
                                    <a:lnTo>
                                      <a:pt x="1175" y="19"/>
                                    </a:lnTo>
                                    <a:lnTo>
                                      <a:pt x="952" y="19"/>
                                    </a:lnTo>
                                    <a:lnTo>
                                      <a:pt x="924" y="19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5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10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2"/>
                                    </a:lnTo>
                                    <a:lnTo>
                                      <a:pt x="738" y="4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10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526" y="14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4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1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3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5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9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9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2" y="1034"/>
                                    </a:lnTo>
                                    <a:lnTo>
                                      <a:pt x="1314" y="1034"/>
                                    </a:lnTo>
                                    <a:lnTo>
                                      <a:pt x="1256" y="1036"/>
                                    </a:lnTo>
                                    <a:lnTo>
                                      <a:pt x="1141" y="1038"/>
                                    </a:lnTo>
                                    <a:lnTo>
                                      <a:pt x="1028" y="1039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4" y="1036"/>
                                    </a:lnTo>
                                    <a:lnTo>
                                      <a:pt x="566" y="1038"/>
                                    </a:lnTo>
                                    <a:lnTo>
                                      <a:pt x="435" y="1041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9"/>
                                    </a:lnTo>
                                    <a:lnTo>
                                      <a:pt x="55" y="1034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31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6"/>
                                    </a:lnTo>
                                    <a:lnTo>
                                      <a:pt x="30" y="1024"/>
                                    </a:lnTo>
                                    <a:lnTo>
                                      <a:pt x="27" y="1023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4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3"/>
                                    </a:lnTo>
                                    <a:lnTo>
                                      <a:pt x="10" y="966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0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6"/>
                                    </a:lnTo>
                                    <a:lnTo>
                                      <a:pt x="10" y="652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2"/>
                                    </a:lnTo>
                                    <a:lnTo>
                                      <a:pt x="5" y="55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3" y="527"/>
                                    </a:lnTo>
                                    <a:lnTo>
                                      <a:pt x="3" y="524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9"/>
                                    </a:lnTo>
                                    <a:lnTo>
                                      <a:pt x="2" y="491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0" y="300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6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3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50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9"/>
                                    </a:lnTo>
                                    <a:lnTo>
                                      <a:pt x="51" y="24"/>
                                    </a:lnTo>
                                    <a:lnTo>
                                      <a:pt x="89" y="15"/>
                                    </a:lnTo>
                                    <a:lnTo>
                                      <a:pt x="129" y="10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7316788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8 h 1041"/>
                                  <a:gd name="T6" fmla="*/ 10 w 1654"/>
                                  <a:gd name="T7" fmla="*/ 116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1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7 h 1041"/>
                                  <a:gd name="T16" fmla="*/ 15 w 1654"/>
                                  <a:gd name="T17" fmla="*/ 696 h 1041"/>
                                  <a:gd name="T18" fmla="*/ 12 w 1654"/>
                                  <a:gd name="T19" fmla="*/ 864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3 h 1041"/>
                                  <a:gd name="T24" fmla="*/ 56 w 1654"/>
                                  <a:gd name="T25" fmla="*/ 1026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8 h 1041"/>
                                  <a:gd name="T34" fmla="*/ 1142 w 1654"/>
                                  <a:gd name="T35" fmla="*/ 1034 h 1041"/>
                                  <a:gd name="T36" fmla="*/ 1491 w 1654"/>
                                  <a:gd name="T37" fmla="*/ 1033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3 h 1041"/>
                                  <a:gd name="T46" fmla="*/ 1629 w 1654"/>
                                  <a:gd name="T47" fmla="*/ 92 h 1041"/>
                                  <a:gd name="T48" fmla="*/ 1616 w 1654"/>
                                  <a:gd name="T49" fmla="*/ 43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9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4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4 h 1041"/>
                                  <a:gd name="T64" fmla="*/ 1616 w 1654"/>
                                  <a:gd name="T65" fmla="*/ 34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5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6 h 1041"/>
                                  <a:gd name="T80" fmla="*/ 919 w 1654"/>
                                  <a:gd name="T81" fmla="*/ 1034 h 1041"/>
                                  <a:gd name="T82" fmla="*/ 437 w 1654"/>
                                  <a:gd name="T83" fmla="*/ 1041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8 h 1041"/>
                                  <a:gd name="T90" fmla="*/ 31 w 1654"/>
                                  <a:gd name="T91" fmla="*/ 1024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4 h 1041"/>
                                  <a:gd name="T96" fmla="*/ 13 w 1654"/>
                                  <a:gd name="T97" fmla="*/ 696 h 1041"/>
                                  <a:gd name="T98" fmla="*/ 7 w 1654"/>
                                  <a:gd name="T99" fmla="*/ 557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6 h 1041"/>
                                  <a:gd name="T108" fmla="*/ 18 w 1654"/>
                                  <a:gd name="T109" fmla="*/ 50 h 1041"/>
                                  <a:gd name="T110" fmla="*/ 53 w 1654"/>
                                  <a:gd name="T111" fmla="*/ 24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9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10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5" y="29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2"/>
                                    </a:lnTo>
                                    <a:lnTo>
                                      <a:pt x="13" y="82"/>
                                    </a:lnTo>
                                    <a:lnTo>
                                      <a:pt x="10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3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7"/>
                                    </a:lnTo>
                                    <a:lnTo>
                                      <a:pt x="3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91"/>
                                    </a:lnTo>
                                    <a:lnTo>
                                      <a:pt x="5" y="509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7" y="539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15" y="696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1001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3"/>
                                    </a:lnTo>
                                    <a:lnTo>
                                      <a:pt x="28" y="1018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3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6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3"/>
                                    </a:lnTo>
                                    <a:lnTo>
                                      <a:pt x="601" y="1031"/>
                                    </a:lnTo>
                                    <a:lnTo>
                                      <a:pt x="703" y="1029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9" y="1029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4"/>
                                    </a:lnTo>
                                    <a:lnTo>
                                      <a:pt x="1142" y="1034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31"/>
                                    </a:lnTo>
                                    <a:lnTo>
                                      <a:pt x="1374" y="1031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9" y="968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9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3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1"/>
                                    </a:lnTo>
                                    <a:lnTo>
                                      <a:pt x="1629" y="92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3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4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9"/>
                                    </a:lnTo>
                                    <a:lnTo>
                                      <a:pt x="1291" y="19"/>
                                    </a:lnTo>
                                    <a:lnTo>
                                      <a:pt x="1177" y="19"/>
                                    </a:lnTo>
                                    <a:lnTo>
                                      <a:pt x="953" y="19"/>
                                    </a:lnTo>
                                    <a:lnTo>
                                      <a:pt x="925" y="19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5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10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2"/>
                                    </a:lnTo>
                                    <a:lnTo>
                                      <a:pt x="738" y="4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10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2"/>
                                    </a:lnTo>
                                    <a:lnTo>
                                      <a:pt x="1526" y="14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4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1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3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5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9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9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4" y="1034"/>
                                    </a:lnTo>
                                    <a:lnTo>
                                      <a:pt x="1316" y="1034"/>
                                    </a:lnTo>
                                    <a:lnTo>
                                      <a:pt x="1256" y="1036"/>
                                    </a:lnTo>
                                    <a:lnTo>
                                      <a:pt x="1142" y="1038"/>
                                    </a:lnTo>
                                    <a:lnTo>
                                      <a:pt x="1030" y="1039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3" y="1036"/>
                                    </a:lnTo>
                                    <a:lnTo>
                                      <a:pt x="568" y="1038"/>
                                    </a:lnTo>
                                    <a:lnTo>
                                      <a:pt x="437" y="1041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9"/>
                                    </a:lnTo>
                                    <a:lnTo>
                                      <a:pt x="56" y="1034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6"/>
                                    </a:lnTo>
                                    <a:lnTo>
                                      <a:pt x="31" y="1024"/>
                                    </a:lnTo>
                                    <a:lnTo>
                                      <a:pt x="28" y="1023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4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3"/>
                                    </a:lnTo>
                                    <a:lnTo>
                                      <a:pt x="12" y="966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9"/>
                                    </a:lnTo>
                                    <a:lnTo>
                                      <a:pt x="3" y="49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2" y="300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6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3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50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9"/>
                                    </a:lnTo>
                                    <a:lnTo>
                                      <a:pt x="53" y="24"/>
                                    </a:lnTo>
                                    <a:lnTo>
                                      <a:pt x="91" y="15"/>
                                    </a:lnTo>
                                    <a:lnTo>
                                      <a:pt x="131" y="10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5033963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7 h 1041"/>
                                  <a:gd name="T6" fmla="*/ 8 w 1652"/>
                                  <a:gd name="T7" fmla="*/ 115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19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4 h 1041"/>
                                  <a:gd name="T18" fmla="*/ 10 w 1652"/>
                                  <a:gd name="T19" fmla="*/ 863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7 h 1041"/>
                                  <a:gd name="T34" fmla="*/ 1141 w 1652"/>
                                  <a:gd name="T35" fmla="*/ 1032 h 1041"/>
                                  <a:gd name="T36" fmla="*/ 1491 w 1652"/>
                                  <a:gd name="T37" fmla="*/ 1032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1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2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7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2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2 h 1041"/>
                                  <a:gd name="T82" fmla="*/ 435 w 1652"/>
                                  <a:gd name="T83" fmla="*/ 1039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6 h 1041"/>
                                  <a:gd name="T90" fmla="*/ 30 w 1652"/>
                                  <a:gd name="T91" fmla="*/ 1023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3 h 1041"/>
                                  <a:gd name="T96" fmla="*/ 12 w 1652"/>
                                  <a:gd name="T97" fmla="*/ 694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3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7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9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1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2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1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3" y="694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999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7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4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1"/>
                                    </a:lnTo>
                                    <a:lnTo>
                                      <a:pt x="599" y="1029"/>
                                    </a:lnTo>
                                    <a:lnTo>
                                      <a:pt x="704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7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2"/>
                                    </a:lnTo>
                                    <a:lnTo>
                                      <a:pt x="1141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29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4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1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2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3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8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5" y="17"/>
                                    </a:lnTo>
                                    <a:lnTo>
                                      <a:pt x="952" y="18"/>
                                    </a:lnTo>
                                    <a:lnTo>
                                      <a:pt x="924" y="18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2" y="1032"/>
                                    </a:lnTo>
                                    <a:lnTo>
                                      <a:pt x="1314" y="1032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7"/>
                                    </a:lnTo>
                                    <a:lnTo>
                                      <a:pt x="1028" y="1037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2"/>
                                    </a:lnTo>
                                    <a:lnTo>
                                      <a:pt x="809" y="1032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7"/>
                                    </a:lnTo>
                                    <a:lnTo>
                                      <a:pt x="435" y="1039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7"/>
                                    </a:lnTo>
                                    <a:lnTo>
                                      <a:pt x="55" y="1032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4"/>
                                    </a:lnTo>
                                    <a:lnTo>
                                      <a:pt x="30" y="1023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0" y="800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4"/>
                                    </a:lnTo>
                                    <a:lnTo>
                                      <a:pt x="10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0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5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298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8"/>
                                    </a:lnTo>
                                    <a:lnTo>
                                      <a:pt x="51" y="23"/>
                                    </a:lnTo>
                                    <a:lnTo>
                                      <a:pt x="89" y="13"/>
                                    </a:lnTo>
                                    <a:lnTo>
                                      <a:pt x="129" y="9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reeform 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5033963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7 h 1041"/>
                                  <a:gd name="T6" fmla="*/ 10 w 1654"/>
                                  <a:gd name="T7" fmla="*/ 115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19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4 h 1041"/>
                                  <a:gd name="T18" fmla="*/ 12 w 1654"/>
                                  <a:gd name="T19" fmla="*/ 863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7 h 1041"/>
                                  <a:gd name="T34" fmla="*/ 1142 w 1654"/>
                                  <a:gd name="T35" fmla="*/ 1032 h 1041"/>
                                  <a:gd name="T36" fmla="*/ 1491 w 1654"/>
                                  <a:gd name="T37" fmla="*/ 1032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1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2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7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2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2 h 1041"/>
                                  <a:gd name="T82" fmla="*/ 437 w 1654"/>
                                  <a:gd name="T83" fmla="*/ 1039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6 h 1041"/>
                                  <a:gd name="T90" fmla="*/ 31 w 1654"/>
                                  <a:gd name="T91" fmla="*/ 1023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3 h 1041"/>
                                  <a:gd name="T96" fmla="*/ 13 w 1654"/>
                                  <a:gd name="T97" fmla="*/ 694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3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7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9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1"/>
                                    </a:lnTo>
                                    <a:lnTo>
                                      <a:pt x="13" y="80"/>
                                    </a:lnTo>
                                    <a:lnTo>
                                      <a:pt x="10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2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1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5" y="694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999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7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4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1"/>
                                    </a:lnTo>
                                    <a:lnTo>
                                      <a:pt x="601" y="1029"/>
                                    </a:lnTo>
                                    <a:lnTo>
                                      <a:pt x="703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9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2"/>
                                    </a:lnTo>
                                    <a:lnTo>
                                      <a:pt x="1142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29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4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1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2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3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8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7" y="17"/>
                                    </a:lnTo>
                                    <a:lnTo>
                                      <a:pt x="953" y="18"/>
                                    </a:lnTo>
                                    <a:lnTo>
                                      <a:pt x="925" y="18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4" y="1032"/>
                                    </a:lnTo>
                                    <a:lnTo>
                                      <a:pt x="1316" y="1032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7"/>
                                    </a:lnTo>
                                    <a:lnTo>
                                      <a:pt x="1030" y="1037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2"/>
                                    </a:lnTo>
                                    <a:lnTo>
                                      <a:pt x="809" y="1032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7"/>
                                    </a:lnTo>
                                    <a:lnTo>
                                      <a:pt x="437" y="1039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7"/>
                                    </a:lnTo>
                                    <a:lnTo>
                                      <a:pt x="56" y="1032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4"/>
                                    </a:lnTo>
                                    <a:lnTo>
                                      <a:pt x="31" y="1023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2" y="800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4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298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8"/>
                                    </a:lnTo>
                                    <a:lnTo>
                                      <a:pt x="53" y="23"/>
                                    </a:lnTo>
                                    <a:lnTo>
                                      <a:pt x="91" y="13"/>
                                    </a:lnTo>
                                    <a:lnTo>
                                      <a:pt x="131" y="9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2703513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8 h 1041"/>
                                  <a:gd name="T6" fmla="*/ 8 w 1652"/>
                                  <a:gd name="T7" fmla="*/ 116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1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6 h 1041"/>
                                  <a:gd name="T18" fmla="*/ 10 w 1652"/>
                                  <a:gd name="T19" fmla="*/ 863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7 h 1041"/>
                                  <a:gd name="T34" fmla="*/ 1141 w 1652"/>
                                  <a:gd name="T35" fmla="*/ 1032 h 1041"/>
                                  <a:gd name="T36" fmla="*/ 1491 w 1652"/>
                                  <a:gd name="T37" fmla="*/ 1032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1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3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8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3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4 h 1041"/>
                                  <a:gd name="T82" fmla="*/ 435 w 1652"/>
                                  <a:gd name="T83" fmla="*/ 1041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7 h 1041"/>
                                  <a:gd name="T90" fmla="*/ 30 w 1652"/>
                                  <a:gd name="T91" fmla="*/ 1024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3 h 1041"/>
                                  <a:gd name="T96" fmla="*/ 12 w 1652"/>
                                  <a:gd name="T97" fmla="*/ 696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3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9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10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1"/>
                                    </a:lnTo>
                                    <a:lnTo>
                                      <a:pt x="12" y="81"/>
                                    </a:lnTo>
                                    <a:lnTo>
                                      <a:pt x="8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2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1001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7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6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2"/>
                                    </a:lnTo>
                                    <a:lnTo>
                                      <a:pt x="599" y="1031"/>
                                    </a:lnTo>
                                    <a:lnTo>
                                      <a:pt x="704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7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4"/>
                                    </a:lnTo>
                                    <a:lnTo>
                                      <a:pt x="1141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31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1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3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3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8"/>
                                    </a:lnTo>
                                    <a:lnTo>
                                      <a:pt x="1291" y="18"/>
                                    </a:lnTo>
                                    <a:lnTo>
                                      <a:pt x="1175" y="18"/>
                                    </a:lnTo>
                                    <a:lnTo>
                                      <a:pt x="952" y="18"/>
                                    </a:lnTo>
                                    <a:lnTo>
                                      <a:pt x="924" y="18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3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2" y="1034"/>
                                    </a:lnTo>
                                    <a:lnTo>
                                      <a:pt x="1314" y="1034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7"/>
                                    </a:lnTo>
                                    <a:lnTo>
                                      <a:pt x="1028" y="1039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7"/>
                                    </a:lnTo>
                                    <a:lnTo>
                                      <a:pt x="435" y="1041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9"/>
                                    </a:lnTo>
                                    <a:lnTo>
                                      <a:pt x="55" y="1032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7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6"/>
                                    </a:lnTo>
                                    <a:lnTo>
                                      <a:pt x="30" y="1024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0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6"/>
                                    </a:lnTo>
                                    <a:lnTo>
                                      <a:pt x="10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2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7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300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8"/>
                                    </a:lnTo>
                                    <a:lnTo>
                                      <a:pt x="51" y="23"/>
                                    </a:lnTo>
                                    <a:lnTo>
                                      <a:pt x="89" y="13"/>
                                    </a:lnTo>
                                    <a:lnTo>
                                      <a:pt x="129" y="10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2703513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8 h 1041"/>
                                  <a:gd name="T6" fmla="*/ 10 w 1654"/>
                                  <a:gd name="T7" fmla="*/ 116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1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6 h 1041"/>
                                  <a:gd name="T18" fmla="*/ 12 w 1654"/>
                                  <a:gd name="T19" fmla="*/ 863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7 h 1041"/>
                                  <a:gd name="T34" fmla="*/ 1142 w 1654"/>
                                  <a:gd name="T35" fmla="*/ 1032 h 1041"/>
                                  <a:gd name="T36" fmla="*/ 1491 w 1654"/>
                                  <a:gd name="T37" fmla="*/ 1032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1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3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8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3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4 h 1041"/>
                                  <a:gd name="T82" fmla="*/ 437 w 1654"/>
                                  <a:gd name="T83" fmla="*/ 1041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7 h 1041"/>
                                  <a:gd name="T90" fmla="*/ 31 w 1654"/>
                                  <a:gd name="T91" fmla="*/ 1024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3 h 1041"/>
                                  <a:gd name="T96" fmla="*/ 13 w 1654"/>
                                  <a:gd name="T97" fmla="*/ 696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3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9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10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1"/>
                                    </a:lnTo>
                                    <a:lnTo>
                                      <a:pt x="13" y="81"/>
                                    </a:lnTo>
                                    <a:lnTo>
                                      <a:pt x="10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2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5" y="696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1001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7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6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2"/>
                                    </a:lnTo>
                                    <a:lnTo>
                                      <a:pt x="601" y="1031"/>
                                    </a:lnTo>
                                    <a:lnTo>
                                      <a:pt x="703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9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4"/>
                                    </a:lnTo>
                                    <a:lnTo>
                                      <a:pt x="1142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31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1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3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3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8"/>
                                    </a:lnTo>
                                    <a:lnTo>
                                      <a:pt x="1291" y="18"/>
                                    </a:lnTo>
                                    <a:lnTo>
                                      <a:pt x="1177" y="18"/>
                                    </a:lnTo>
                                    <a:lnTo>
                                      <a:pt x="953" y="18"/>
                                    </a:lnTo>
                                    <a:lnTo>
                                      <a:pt x="925" y="18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3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4" y="1034"/>
                                    </a:lnTo>
                                    <a:lnTo>
                                      <a:pt x="1316" y="1034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7"/>
                                    </a:lnTo>
                                    <a:lnTo>
                                      <a:pt x="1030" y="1039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7"/>
                                    </a:lnTo>
                                    <a:lnTo>
                                      <a:pt x="437" y="1041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9"/>
                                    </a:lnTo>
                                    <a:lnTo>
                                      <a:pt x="56" y="1032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7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6"/>
                                    </a:lnTo>
                                    <a:lnTo>
                                      <a:pt x="31" y="1024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300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8"/>
                                    </a:lnTo>
                                    <a:lnTo>
                                      <a:pt x="53" y="23"/>
                                    </a:lnTo>
                                    <a:lnTo>
                                      <a:pt x="91" y="13"/>
                                    </a:lnTo>
                                    <a:lnTo>
                                      <a:pt x="131" y="10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reeform 1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433388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7 h 1041"/>
                                  <a:gd name="T6" fmla="*/ 8 w 1652"/>
                                  <a:gd name="T7" fmla="*/ 115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0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5 h 1041"/>
                                  <a:gd name="T18" fmla="*/ 10 w 1652"/>
                                  <a:gd name="T19" fmla="*/ 864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8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8 h 1041"/>
                                  <a:gd name="T34" fmla="*/ 1141 w 1652"/>
                                  <a:gd name="T35" fmla="*/ 1033 h 1041"/>
                                  <a:gd name="T36" fmla="*/ 1491 w 1652"/>
                                  <a:gd name="T37" fmla="*/ 1033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2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2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7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2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3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3 h 1041"/>
                                  <a:gd name="T82" fmla="*/ 435 w 1652"/>
                                  <a:gd name="T83" fmla="*/ 1039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6 h 1041"/>
                                  <a:gd name="T90" fmla="*/ 30 w 1652"/>
                                  <a:gd name="T91" fmla="*/ 1023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4 h 1041"/>
                                  <a:gd name="T96" fmla="*/ 12 w 1652"/>
                                  <a:gd name="T97" fmla="*/ 695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0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4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7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9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2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3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299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20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0"/>
                                    </a:lnTo>
                                    <a:lnTo>
                                      <a:pt x="13" y="695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1"/>
                                    </a:lnTo>
                                    <a:lnTo>
                                      <a:pt x="10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999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4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1"/>
                                    </a:lnTo>
                                    <a:lnTo>
                                      <a:pt x="599" y="1029"/>
                                    </a:lnTo>
                                    <a:lnTo>
                                      <a:pt x="704" y="1028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7" y="1028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3"/>
                                    </a:lnTo>
                                    <a:lnTo>
                                      <a:pt x="1141" y="1033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29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8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5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2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79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2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4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9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5" y="17"/>
                                    </a:lnTo>
                                    <a:lnTo>
                                      <a:pt x="952" y="19"/>
                                    </a:lnTo>
                                    <a:lnTo>
                                      <a:pt x="924" y="19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4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5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2"/>
                                    </a:lnTo>
                                    <a:lnTo>
                                      <a:pt x="1630" y="391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5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3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2" y="1033"/>
                                    </a:lnTo>
                                    <a:lnTo>
                                      <a:pt x="1314" y="1033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8"/>
                                    </a:lnTo>
                                    <a:lnTo>
                                      <a:pt x="1028" y="1038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3"/>
                                    </a:lnTo>
                                    <a:lnTo>
                                      <a:pt x="809" y="1033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8"/>
                                    </a:lnTo>
                                    <a:lnTo>
                                      <a:pt x="435" y="1039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8"/>
                                    </a:lnTo>
                                    <a:lnTo>
                                      <a:pt x="55" y="1033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4"/>
                                    </a:lnTo>
                                    <a:lnTo>
                                      <a:pt x="30" y="1023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0" y="801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5"/>
                                    </a:lnTo>
                                    <a:lnTo>
                                      <a:pt x="10" y="652"/>
                                    </a:lnTo>
                                    <a:lnTo>
                                      <a:pt x="8" y="612"/>
                                    </a:lnTo>
                                    <a:lnTo>
                                      <a:pt x="7" y="580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6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299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9"/>
                                    </a:lnTo>
                                    <a:lnTo>
                                      <a:pt x="51" y="24"/>
                                    </a:lnTo>
                                    <a:lnTo>
                                      <a:pt x="89" y="14"/>
                                    </a:lnTo>
                                    <a:lnTo>
                                      <a:pt x="129" y="9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reeform 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433388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7 h 1041"/>
                                  <a:gd name="T6" fmla="*/ 10 w 1654"/>
                                  <a:gd name="T7" fmla="*/ 115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0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5 h 1041"/>
                                  <a:gd name="T18" fmla="*/ 12 w 1654"/>
                                  <a:gd name="T19" fmla="*/ 864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8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8 h 1041"/>
                                  <a:gd name="T34" fmla="*/ 1142 w 1654"/>
                                  <a:gd name="T35" fmla="*/ 1033 h 1041"/>
                                  <a:gd name="T36" fmla="*/ 1491 w 1654"/>
                                  <a:gd name="T37" fmla="*/ 1033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2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2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7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2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3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3 h 1041"/>
                                  <a:gd name="T82" fmla="*/ 437 w 1654"/>
                                  <a:gd name="T83" fmla="*/ 1039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6 h 1041"/>
                                  <a:gd name="T90" fmla="*/ 31 w 1654"/>
                                  <a:gd name="T91" fmla="*/ 1023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4 h 1041"/>
                                  <a:gd name="T96" fmla="*/ 13 w 1654"/>
                                  <a:gd name="T97" fmla="*/ 695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0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4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7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9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2"/>
                                    </a:lnTo>
                                    <a:lnTo>
                                      <a:pt x="13" y="80"/>
                                    </a:lnTo>
                                    <a:lnTo>
                                      <a:pt x="10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3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299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20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0"/>
                                    </a:lnTo>
                                    <a:lnTo>
                                      <a:pt x="15" y="695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1"/>
                                    </a:lnTo>
                                    <a:lnTo>
                                      <a:pt x="12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999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4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1"/>
                                    </a:lnTo>
                                    <a:lnTo>
                                      <a:pt x="601" y="1029"/>
                                    </a:lnTo>
                                    <a:lnTo>
                                      <a:pt x="703" y="1028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9" y="1028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3"/>
                                    </a:lnTo>
                                    <a:lnTo>
                                      <a:pt x="1142" y="1033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29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8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5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2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79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2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4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9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7" y="17"/>
                                    </a:lnTo>
                                    <a:lnTo>
                                      <a:pt x="953" y="19"/>
                                    </a:lnTo>
                                    <a:lnTo>
                                      <a:pt x="925" y="19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4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5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2"/>
                                    </a:lnTo>
                                    <a:lnTo>
                                      <a:pt x="1630" y="391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5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3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4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4" y="1033"/>
                                    </a:lnTo>
                                    <a:lnTo>
                                      <a:pt x="1316" y="1033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8"/>
                                    </a:lnTo>
                                    <a:lnTo>
                                      <a:pt x="1030" y="1038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3"/>
                                    </a:lnTo>
                                    <a:lnTo>
                                      <a:pt x="809" y="1033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8"/>
                                    </a:lnTo>
                                    <a:lnTo>
                                      <a:pt x="437" y="1039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8"/>
                                    </a:lnTo>
                                    <a:lnTo>
                                      <a:pt x="56" y="1033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4"/>
                                    </a:lnTo>
                                    <a:lnTo>
                                      <a:pt x="31" y="1023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2" y="801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5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8" y="612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299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9"/>
                                    </a:lnTo>
                                    <a:lnTo>
                                      <a:pt x="53" y="24"/>
                                    </a:lnTo>
                                    <a:lnTo>
                                      <a:pt x="91" y="14"/>
                                    </a:lnTo>
                                    <a:lnTo>
                                      <a:pt x="131" y="9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416FC4" id="Group 49" o:spid="_x0000_s1026" alt="Name badge design with hand-drawn, white badges in front of a brightly-colored abstract design" style="position:absolute;margin-left:0;margin-top:0;width:540.7pt;height:738.7pt;z-index:-251657216;mso-position-horizontal:center;mso-position-horizontal-relative:page;mso-position-vertical:center;mso-position-vertical-relative:page;mso-width-relative:margin;mso-height-relative:margin" coordsize="68707,93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">
                <o:lock v:ext="edit" aspectratio="t"/>
                <v:group id="Group 2" o:spid="_x0000_s1027" alt="Name badge design with hand-drawn white badges in front of brightly-colored abstract backing" style="position:absolute;width:68707;height:93821" coordsize="68707,93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AutoShape 3" o:spid="_x0000_s1028" style="position:absolute;left:31;width:68676;height:93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  <o:lock v:ext="edit" aspectratio="t" text="t"/>
                  </v:rect>
                  <v:rect id="Rectangle 15" o:spid="_x0000_s1029" style="position:absolute;left:31;width:68644;height:93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ESr8A&#10;AADbAAAADwAAAGRycy9kb3ducmV2LnhtbERPS4vCMBC+C/6HMII3TZVVlq5RZGFx8eYD7HFIxqbY&#10;TEoTa/33RljY23x8z1lteleLjtpQeVYwm2YgiLU3FZcKzqefySeIEJEN1p5JwZMCbNbDwQpz4x98&#10;oO4YS5FCOOSowMbY5FIGbclhmPqGOHFX3zqMCbalNC0+Urir5TzLltJhxanBYkPflvTteHcKtl0x&#10;vxTlztTF/vZxsDoUl6iVGo/67ReISH38F/+5f02av4D3L+k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3IRKvwAAANsAAAAPAAAAAAAAAAAAAAAAAJgCAABkcnMvZG93bnJl&#10;di54bWxQSwUGAAAAAAQABAD1AAAAhAMAAAAA&#10;" filled="f" stroked="f" strokeweight="0"/>
                  <v:group id="Group 16" o:spid="_x0000_s1030" style="position:absolute;top:41179;width:12747;height:17796" coordorigin=",41179" coordsize="12747,17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Freeform 45" o:spid="_x0000_s1031" style="position:absolute;top:41179;width:6635;height:9668;visibility:visible;mso-wrap-style:square;v-text-anchor:top" coordsize="418,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3bcUA&#10;AADbAAAADwAAAGRycy9kb3ducmV2LnhtbESP0WrCQBRE3wX/YbmFvtWNUsVGV5GUlj5UJakfcMle&#10;k6XZu2l2q7Ff7woFH4eZOcMs171txIk6bxwrGI8SEMSl04YrBYevt6c5CB+QNTaOScGFPKxXw8ES&#10;U+3OnNOpCJWIEPYpKqhDaFMpfVmTRT9yLXH0jq6zGKLsKqk7PEe4beQkSWbSouG4UGNLWU3ld/Fr&#10;FUx+TPbZv+C72W8Pyd+uyF+zca7U40O/WYAI1Id7+L/9oRU8T+H2Jf4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XdtxQAAANsAAAAPAAAAAAAAAAAAAAAAAJgCAABkcnMv&#10;ZG93bnJldi54bWxQSwUGAAAAAAQABAD1AAAAigMAAAAA&#10;" path="m219,r16,211l418,321,221,400,174,609,38,446,,450,,125r59,17l219,xe" filled="f" stroked="f" strokeweight="0">
                      <v:path arrowok="t" o:connecttype="custom" o:connectlocs="347663,0;373063,334963;663575,509588;350838,635000;276225,966788;60325,708025;0,714375;0,198438;93663,225425;347663,0" o:connectangles="0,0,0,0,0,0,0,0,0,0"/>
                    </v:shape>
                    <v:shape id="Freeform 46" o:spid="_x0000_s1032" style="position:absolute;left:6032;top:51990;width:6715;height:6985;visibility:visible;mso-wrap-style:square;v-text-anchor:top" coordsize="423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o18QA&#10;AADbAAAADwAAAGRycy9kb3ducmV2LnhtbESP0WrCQBRE3wv9h+UWfDMbi00lukoptFrxoRo/4JK9&#10;JsHs3bC7NbFf3xWEPg4zc4ZZrAbTigs531hWMElSEMSl1Q1XCo7Fx3gGwgdkja1lUnAlD6vl48MC&#10;c2173tPlECoRIexzVFCH0OVS+rImgz6xHXH0TtYZDFG6SmqHfYSbVj6naSYNNhwXauzovabyfPgx&#10;Cj6/Biq2+NuvX7+t0+fdJnsprFKjp+FtDiLQEP7D9/ZGK5hmcPs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aNfEAAAA2wAAAA8AAAAAAAAAAAAAAAAAmAIAAGRycy9k&#10;b3ducmV2LnhtbFBLBQYAAAAABAAEAPUAAACJAwAAAAA=&#10;" path="m170,l270,114,423,97,346,229r55,118l382,362,261,335,149,440,134,286,,213,140,150,170,xe" filled="f" stroked="f" strokeweight="0">
                      <v:path arrowok="t" o:connecttype="custom" o:connectlocs="269875,0;428625,180975;671513,153988;549275,363538;636588,550863;606425,574675;414338,531813;236538,698500;212725,454025;0,338138;222250,238125;269875,0" o:connectangles="0,0,0,0,0,0,0,0,0,0,0,0"/>
                    </v:shape>
                  </v:group>
                  <v:group id="Group 17" o:spid="_x0000_s1033" style="position:absolute;top:20304;width:68627;height:44339" coordorigin=",20304" coordsize="68627,44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Freeform 43" o:spid="_x0000_s1034" style="position:absolute;top:51022;width:35401;height:13621;visibility:visible;mso-wrap-style:square;v-text-anchor:top" coordsize="2230,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/t1MQA&#10;AADbAAAADwAAAGRycy9kb3ducmV2LnhtbESPT2sCMRTE74V+h/AEL0Wzq6KyNcpSWBA8FP+A10fy&#10;uru4edkmqW6/fVMo9DjMzG+YzW6wnbiTD61jBfk0A0GsnWm5VnA5V5M1iBCRDXaOScE3Bdhtn582&#10;WBj34CPdT7EWCcKhQAVNjH0hZdANWQxT1xMn78N5izFJX0vj8ZHgtpOzLFtKiy2nhQZ7emtI305f&#10;VkGVH9w7vbgVt/Q5q+alP1y1V2o8GspXEJGG+B/+a++NgsUcfr+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7dTEAAAA2wAAAA8AAAAAAAAAAAAAAAAAmAIAAGRycy9k&#10;b3ducmV2LnhtbFBLBQYAAAAABAAEAPUAAACJAwAAAAA=&#10;" path="m1154,r80,37l1317,72r79,28l1473,125r75,22l1621,161r68,11l1754,177r61,-2l1870,170r50,-11l1965,143r25,-12l2028,166r41,31l2116,222r57,20l2230,249r-89,77l2044,401r-106,74l1826,544r-119,65l1584,668r-127,54l1328,768r-133,38l1061,833,926,851r-132,7l649,853,505,838,362,815,221,783,83,742,,715,,482r34,9l118,510r81,17l274,539r72,5l412,544r59,-5l547,523r69,-23l683,469r62,-36l805,392r55,-46l914,294r52,-54l1014,183r47,-60l1107,63,1154,xe" filled="f" stroked="f" strokeweight="0">
                      <v:path arrowok="t" o:connecttype="custom" o:connectlocs="1831975,0;1958975,58738;2090738,114300;2216150,158750;2338388,198438;2457450,233363;2573338,255588;2681288,273050;2784475,280988;2881313,277813;2968625,269875;3048000,252413;3119438,227013;3159125,207963;3219450,263525;3284538,312738;3359150,352425;3449638,384175;3540125,395288;3398838,517525;3244850,636588;3076575,754063;2898775,863600;2709863,966788;2514600,1060450;2312988,1146175;2108200,1219200;1897063,1279525;1684338,1322388;1470025,1350963;1260475,1362075;1030288,1354138;801688,1330325;574675,1293813;350838,1243013;131763,1177925;0,1135063;0,765175;53975,779463;187325,809625;315913,836613;434975,855663;549275,863600;654050,863600;747713,855663;868363,830263;977900,793750;1084263,744538;1182688,687388;1277938,622300;1365250,549275;1450975,466725;1533525,381000;1609725,290513;1684338,195263;1757363,100013;1831975,0" o:connectangles="0,0,0,0,0,0,0,0,0,0,0,0,0,0,0,0,0,0,0,0,0,0,0,0,0,0,0,0,0,0,0,0,0,0,0,0,0,0,0,0,0,0,0,0,0,0,0,0,0,0,0,0,0,0,0,0,0"/>
                    </v:shape>
                    <v:shape id="Freeform 44" o:spid="_x0000_s1035" style="position:absolute;left:33734;top:20304;width:34893;height:28956;visibility:visible;mso-wrap-style:square;v-text-anchor:top" coordsize="2198,1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H/8IA&#10;AADbAAAADwAAAGRycy9kb3ducmV2LnhtbESPT4vCMBTE7wt+h/AEb2vaRUSrUdRV0aN/wOujebbF&#10;5qU2sdZvbxYWPA4z8xtmOm9NKRqqXWFZQdyPQBCnVhecKTifNt8jEM4jaywtk4IXOZjPOl9TTLR9&#10;8oGao89EgLBLUEHufZVI6dKcDLq+rYiDd7W1QR9knUld4zPATSl/omgoDRYcFnKsaJVTejs+jIJx&#10;U23Hzq4uy9/z7r6/xOuXj9dK9brtYgLCU+s/4f/2TisYDODvS/gB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gf/wgAAANsAAAAPAAAAAAAAAAAAAAAAAJgCAABkcnMvZG93&#10;bnJldi54bWxQSwUGAAAAAAQABAD1AAAAhwMAAAAA&#10;" path="m2198,278r,1121l2103,1611r-95,-61l1907,1492r-102,-50l1701,1396,2198,278xm1993,r135,l2198,4r,220l2137,226r-81,5l1979,242r-72,11l1841,269r-59,18l1728,310r-66,38l1603,392r-56,49l1499,495r-45,57l1415,613r-36,64l1347,745r-29,70l1289,887r-25,72l1239,1032r-23,75l1193,1181r-25,73l1143,1326r-27,70l1085,1466r-30,64l1019,1594r-38,60l938,1709r-46,52l854,1792r-46,32l754,1774r-54,-43l646,1697r-52,-24l542,1659r-64,-11l419,1639r,l394,1600r-29,-38l331,1530r-39,-29l247,1478r-48,-18l148,1449r-50,-1l48,1451,,1462r18,-70l43,1317r32,-77l114,1159r49,-82l215,993r59,-85l340,824r70,-82l485,659r81,-78l650,503r88,-73l829,360r95,-64l1021,238r100,-52l1223,140r104,-38l1458,66,1590,38,1723,18,1859,5,1993,xe" filled="f" stroked="f" strokeweight="0">
                      <v:path arrowok="t" o:connecttype="custom" o:connectlocs="3489325,2220913;3187700,2460625;2865438,2289175;3489325,441325;3378200,0;3489325,355600;3263900,366713;3027363,401638;2828925,455613;2638425,552450;2455863,700088;2308225,876300;2189163,1074738;2092325,1293813;2006600,1522413;1930400,1757363;1854200,1990725;1771650,2216150;1674813,2428875;1557338,2625725;1416050,2795588;1282700,2895600;1111250,2747963;942975,2655888;758825,2616200;665163,2601913;579438,2479675;463550,2382838;315913,2317750;155575,2298700;0,2320925;68263,2090738;180975,1839913;341313,1576388;539750,1308100;769938,1046163;1031875,798513;1316038,571500;1620838,377825;1941513,222250;2314575,104775;2735263,28575;3163888,0" o:connectangles="0,0,0,0,0,0,0,0,0,0,0,0,0,0,0,0,0,0,0,0,0,0,0,0,0,0,0,0,0,0,0,0,0,0,0,0,0,0,0,0,0,0,0"/>
                      <o:lock v:ext="edit" verticies="t"/>
                    </v:shape>
                  </v:group>
                  <v:shape id="Freeform 18" o:spid="_x0000_s1036" style="position:absolute;top:23860;width:68627;height:35798;visibility:visible;mso-wrap-style:square;v-text-anchor:top" coordsize="4323,2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1FbcYA&#10;AADbAAAADwAAAGRycy9kb3ducmV2LnhtbESPQWvCQBCF70L/wzKFXqTZWMQ2qatUoVIQD6ZevA3Z&#10;aRKanQ3ZrUZ/fecgeJvhvXnvm/lycK06UR8azwYmSQqKuPS24crA4fvz+Q1UiMgWW89k4EIBlouH&#10;0Rxz68+8p1MRKyUhHHI0UMfY5VqHsiaHIfEdsWg/vncYZe0rbXs8S7hr9UuazrTDhqWhxo7WNZW/&#10;xZ8zsD5m4/a47aZZcZ3YKm5Wh93rypinx+HjHVSkId7Nt+svK/gCK7/IA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1FbcYAAADbAAAADwAAAAAAAAAAAAAAAACYAgAAZHJz&#10;L2Rvd25yZXYueG1sUEsFBgAAAAAEAAQA9QAAAIsDAAAAAA==&#10;" path="m4323,1175r,283l4308,1448r-80,-61l4323,1175xm,392r6,20l43,527,86,641r50,111l194,860r61,98l323,1055r77,92l480,1234r88,83l659,1396r95,73l853,1537r98,65l1052,1659r102,52l1096,1788r-57,75l980,1935r-63,68l851,2064r-70,55l726,2001r77,-132l650,1886,550,1772r-30,150l380,1985r134,73l529,2212,641,2107r121,27l710,2166r-56,29l597,2218r-61,18l471,2250r-59,5l346,2255r-72,-5l199,2238r-81,-17l34,2202,,2193,,1541r38,-4l174,1700r47,-209l418,1412,235,1302,219,1091,59,1233,,1216,,392xm4323,r,54l3826,1172r,l3694,1121r-133,-41l3427,1046r-131,-27l3296,1019r36,-109l3368,801r2,-6l3377,774r3,-9l3391,733r4,-16l3400,702r7,-16l3411,672r7,-16l3423,641r11,-27l3438,604r7,-20l3450,573r7,-19l3463,543r11,-25l3477,511r11,-24l3493,477r9,-18l3508,448r10,-20l3522,421r16,-27l3542,387r12,-20l3560,358r12,-18l3577,333r18,-25l3597,305r16,-22l3619,276r14,-16l3640,253r18,-20l3660,229r21,-21l3689,202r16,-16l3712,181r18,-16l3737,161r25,-19l3767,138r22,-14l3796,118r21,-12l3825,102r28,-16l3877,75r9,-3l3902,66r10,-3l3927,57r12,-5l3954,48r14,-3l3982,41r15,-3l4013,34r14,-4l4043,27r16,-2l4075,22r17,-2l4109,16r17,-2l4143,13r18,-2l4178,9r19,-2l4213,5r20,-1l4249,4r22,-2l4285,r23,l4321,r2,xe" fillcolor="#d32966 [3204]" stroked="f" strokeweight="0">
                    <v:path arrowok="t" o:connecttype="custom" o:connectlocs="6838950,2298700;0,622300;136525,1017588;404813,1520825;762000,1958975;1196975,2332038;1670050,2633663;1649413,2957513;1350963,3276600;1274763,2967038;825500,3051175;839788,3511550;1127125,3438525;850900,3549650;549275,3579813;187325,3525838;0,2446338;350838,2366963;347663,1731963;0,622300;6073775,1860550;5653088,1714500;5232400,1617663;5349875,1262063;5383213,1163638;5408613,1089025;5434013,1017588;5468938,927100;5497513,862013;5537200,773113;5568950,711200;5616575,625475;5651500,568325;5707063,488950;5745163,438150;5807075,369888;5856288,320675;5921375,261938;5980113,219075;6059488,168275;6154738,119063;6210300,100013;6276975,76200;6345238,60325;6418263,42863;6496050,31750;6577013,20638;6662738,11113;6745288,6350;6838950,0" o:connectangles="0,0,0,0,0,0,0,0,0,0,0,0,0,0,0,0,0,0,0,0,0,0,0,0,0,0,0,0,0,0,0,0,0,0,0,0,0,0,0,0,0,0,0,0,0,0,0,0,0,0"/>
                    <o:lock v:ext="edit" verticies="t"/>
                  </v:shape>
                  <v:shape id="Freeform 19" o:spid="_x0000_s1037" style="position:absolute;left:11033;top:69103;width:38846;height:24718;visibility:visible;mso-wrap-style:square;v-text-anchor:top" coordsize="2447,1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1N88IA&#10;AADbAAAADwAAAGRycy9kb3ducmV2LnhtbERP3WrCMBS+H/gO4Qi7GZpu4HDVKGNjo1cSdQ9wbI5t&#10;sTkpSWy7t18EYXfn4/s96+1oW9GTD41jBc/zDARx6UzDlYKf49dsCSJEZIOtY1LwSwG2m8nDGnPj&#10;Bt5Tf4iVSCEcclRQx9jlUoayJoth7jrixJ2dtxgT9JU0HocUblv5kmWv0mLDqaHGjj5qKi+Hq1XQ&#10;68XTdem/j8W52OnPkx60toNSj9PxfQUi0hj/xXd3YdL8N7j9kg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fU3zwgAAANsAAAAPAAAAAAAAAAAAAAAAAJgCAABkcnMvZG93&#10;bnJldi54bWxQSwUGAAAAAAQABAD1AAAAhwMAAAAA&#10;" path="m839,1521r35,2l910,1534r25,12l946,1557r-193,l770,1543r33,-16l839,1521xm443,1464r-4,32l432,1528r-9,29l,1557r111,-18l276,1505r167,-41xm1406,994r27,33l1455,1064r12,42l1471,1149r-5,43l1453,1235r-22,37l1403,1303r-32,25l1335,1346r-40,10l1254,1360r-41,-5l1172,1342r-38,-21l1104,1294r-25,-33l1061,1224r113,-65l1283,1088r104,-79l1406,994xm2112,733r61,4l2232,749r59,22l2336,794r41,29l2415,855r32,36l2424,977r-29,91l2359,1163r-41,98l2272,1362r-51,100l2171,1557r-184,l1947,1543r-53,-29l1843,1476r-41,-41l1766,1387r-28,-52l1716,1279r-12,-57l1698,1163r4,-59l1713,1043r21,-59l1765,930r35,-50l1843,837r47,-36l1942,774r54,-21l2055,738r57,-5xm2044,r74,70l2187,142r65,73l2311,292r,l2286,337r-31,39l2221,409r-41,28l2137,457r-46,14l2044,477r-50,l1946,468r-49,-18l1858,428r71,-141l1992,144,2044,xm2044,r,l2044,r,xe" fillcolor="#a8d38c [1944]" stroked="f" strokeweight="0">
                    <v:path arrowok="t" o:connecttype="custom" o:connectlocs="1387475,2417763;1484313,2454275;1195388,2471738;1274763,2424113;703263,2324100;685800,2425700;0,2471738;438150,2389188;2232025,1577975;2309813,1689100;2335213,1824038;2306638,1960563;2227263,2068513;2119313,2136775;1990725,2159000;1860550,2130425;1752600,2054225;1684338,1943100;2036763,1727200;2232025,1577975;3449638,1169988;3636963,1223963;3773488,1306513;3884613,1414463;3802063,1695450;3679825,2001838;3525838,2320925;3154363,2471738;3006725,2403475;2860675,2278063;2759075,2119313;2705100,1939925;2701925,1752600;2752725,1562100;2857500,1397000;3000375,1271588;3168650,1195388;3352800,1163638;3362325,111125;3575050,341313;3668713,463550;3579813,596900;3460750,693738;3319463,747713;3165475,757238;3011488,714375;3062288,455613;3244850,0;3244850,0;3244850,0" o:connectangles="0,0,0,0,0,0,0,0,0,0,0,0,0,0,0,0,0,0,0,0,0,0,0,0,0,0,0,0,0,0,0,0,0,0,0,0,0,0,0,0,0,0,0,0,0,0,0,0,0,0"/>
                    <o:lock v:ext="edit" verticies="t"/>
                  </v:shape>
                  <v:shape id="Freeform 20" o:spid="_x0000_s1038" style="position:absolute;left:17748;top:73739;width:32448;height:20082;visibility:visible;mso-wrap-style:square;v-text-anchor:top" coordsize="20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WOsQA&#10;AADbAAAADwAAAGRycy9kb3ducmV2LnhtbESP3WrCQBBG74W+wzJCb6RuFBUbXaWElgpe+fMAQ3ZM&#10;otnZkF1j+vadC8HL4ZvvzJn1tne16qgNlWcDk3ECijj3tuLCwPn087EEFSKyxdozGfijANvN22CN&#10;qfUPPlB3jIUSCIcUDZQxNqnWIS/JYRj7hliyi28dRhnbQtsWHwJ3tZ4myUI7rFgulNhQVlJ+O96d&#10;aIzm1yw7d/vi+/M6q3/dblmFmTHvw/5rBSpSH1/Lz/bOGpiK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CFjrEAAAA2wAAAA8AAAAAAAAAAAAAAAAAmAIAAGRycy9k&#10;b3ducmV2LnhtbFBLBQYAAAAABAAEAPUAAACJAwAAAAA=&#10;" path="m1888,r41,63l1967,129r30,68l2021,269r16,75l2044,425r-2,54l2035,536r-11,63l1992,563r-38,-32l1913,502r-45,-23l1809,457r-59,-12l1689,441r-57,5l1573,461r-54,21l1467,509r-47,36l1377,588r-35,50l1311,692r-21,59l1279,812r-4,59l1281,930r12,57l1315,1043r28,52l1379,1143r41,41l1471,1222r53,29l1564,1265r-1041,l512,1254r-25,-12l451,1231r-35,-2l380,1235r-33,16l330,1265,,1265r9,-29l16,1204r4,-32l20,1172r125,-36l270,1093r124,-47l518,993,638,932r18,37l681,1002r30,27l749,1050r41,13l831,1068r41,-4l912,1054r36,-18l980,1011r28,-31l1030,943r13,-43l1048,857r-4,-43l1032,772r-22,-37l983,702r-19,15l1057,636r86,-88l1225,452r75,-101l1370,244r65,-109l1435,136r39,22l1523,176r48,9l1621,185r47,-6l1714,165r43,-20l1798,117r34,-33l1863,45,1888,r,xe" fillcolor="#70b344 [3208]" stroked="f" strokeweight="0">
                    <v:path arrowok="t" o:connecttype="custom" o:connectlocs="3062288,100013;3170238,312738;3233738,546100;3241675,760413;3213100,950913;3101975,842963;2965450,760413;2778125,706438;2590800,708025;2411413,765175;2254250,865188;2130425,1012825;2047875,1192213;2024063,1382713;2052638,1566863;2132013,1738313;2254250,1879600;2419350,1985963;830263,2008188;773113,1971675;660400,1951038;550863,1985963;0,2008188;25400,1911350;31750,1860550;428625,1735138;822325,1576388;1041400,1538288;1128713,1633538;1254125,1687513;1384300,1689100;1504950,1644650;1600200,1555750;1655763,1428750;1657350,1292225;1603375,1166813;1530350,1138238;1814513,869950;2063750,557213;2278063,214313;2339975,250825;2493963,293688;2647950,284163;2789238,230188;2908300,133350;2997200,0" o:connectangles="0,0,0,0,0,0,0,0,0,0,0,0,0,0,0,0,0,0,0,0,0,0,0,0,0,0,0,0,0,0,0,0,0,0,0,0,0,0,0,0,0,0,0,0,0,0"/>
                  </v:shape>
                  <v:group id="Group 21" o:spid="_x0000_s1039" style="position:absolute;width:34750;height:35639" coordsize="34750,35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Freeform 37" o:spid="_x0000_s1040" style="position:absolute;left:920;top:16811;width:21892;height:14383;visibility:visible;mso-wrap-style:square;v-text-anchor:top" coordsize="1379,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40LsMA&#10;AADbAAAADwAAAGRycy9kb3ducmV2LnhtbESPy2rDMBBF94H+g5hCd7HctHGLYzmUgEM3WeRBux2s&#10;iWVqjYylOu7fV4FAlpf7ONxiPdlOjDT41rGC5yQFQVw73XKj4HSs5u8gfEDW2DkmBX/kYV0+zArM&#10;tbvwnsZDaEQcYZ+jAhNCn0vpa0MWfeJ64uid3WAxRDk0Ug94ieO2k4s0zaTFliPBYE8bQ/XP4ddG&#10;yGZbTbv++9UumqwKZtwe3fJLqafH6WMFItAU7uFb+1MreHmD65f4A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40LsMAAADbAAAADwAAAAAAAAAAAAAAAACYAgAAZHJzL2Rv&#10;d25yZXYueG1sUEsFBgAAAAAEAAQA9QAAAIgDAAAAAA==&#10;" path="m,l1375,614r-2,147l1379,906,51,313,23,159,,xe" filled="f" stroked="f" strokeweight="0">
                      <v:path arrowok="t" o:connecttype="custom" o:connectlocs="0,0;2182813,974725;2179638,1208088;2189163,1438275;80963,496888;36513,252413;0,0" o:connectangles="0,0,0,0,0,0,0"/>
                    </v:shape>
                    <v:shape id="Freeform 38" o:spid="_x0000_s1041" style="position:absolute;left:95;top:8763;width:23685;height:12176;visibility:visible;mso-wrap-style:square;v-text-anchor:top" coordsize="1492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3JcEA&#10;AADbAAAADwAAAGRycy9kb3ducmV2LnhtbERPz2vCMBS+C/4P4QneNFXZcNUosjmYJ7FzA2+P5tlU&#10;m5fSRO38681h4PHj+z1ftrYSV2p86VjBaJiAIM6dLrlQsP/+HExB+ICssXJMCv7Iw3LR7cwx1e7G&#10;O7pmoRAxhH2KCkwIdSqlzw1Z9ENXE0fu6BqLIcKmkLrBWwy3lRwnyau0WHJsMFjTu6H8nF2sgvUR&#10;fzD7PW3NffxWJZuPQ7t3L0r1e+1qBiJQG57if/eXVjCJY+O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a9yXBAAAA2wAAAA8AAAAAAAAAAAAAAAAAmAIAAGRycy9kb3du&#10;cmV2LnhtbFBLBQYAAAAABAAEAPUAAACGAwAAAAA=&#10;" path="m,l1492,666r-24,101l9,113,,xe" filled="f" stroked="f" strokeweight="0">
                      <v:path arrowok="t" o:connecttype="custom" o:connectlocs="0,0;2368550,1057275;2330450,1217613;14288,179388;0,0" o:connectangles="0,0,0,0,0"/>
                    </v:shape>
                    <v:shape id="Freeform 39" o:spid="_x0000_s1042" style="position:absolute;top:1651;width:26130;height:15557;visibility:visible;mso-wrap-style:square;v-text-anchor:top" coordsize="1646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0dXsMA&#10;AADbAAAADwAAAGRycy9kb3ducmV2LnhtbESPQWvCQBSE7wX/w/KE3pqNkVaNriKC0EIPGj14fGSf&#10;2WD2bcyumv77bkHocZiZb5jFqreNuFPna8cKRkkKgrh0uuZKwfGwfZuC8AFZY+OYFPyQh9Vy8LLA&#10;XLsH7+lehEpECPscFZgQ2lxKXxqy6BPXEkfv7DqLIcqukrrDR4TbRmZp+iEt1hwXDLa0MVReiptV&#10;gJOs/TbXd1mYr+kpKwu5q6uzUq/Dfj0HEagP/+Fn+1MrGM/g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0dXsMAAADbAAAADwAAAAAAAAAAAAAAAACYAgAAZHJzL2Rv&#10;d25yZXYueG1sUEsFBgAAAAAEAAQA9QAAAIgDAAAAAA==&#10;" path="m,l1646,738r-32,61l1586,863r-26,58l1539,980,,290,,xe" filled="f" stroked="f" strokeweight="0">
                      <v:path arrowok="t" o:connecttype="custom" o:connectlocs="0,0;2613025,1171575;2562225,1268413;2517775,1370013;2476500,1462088;2443163,1555750;0,460375;0,0" o:connectangles="0,0,0,0,0,0,0,0"/>
                    </v:shape>
                    <v:shape id="Freeform 40" o:spid="_x0000_s1043" style="position:absolute;left:9620;width:20463;height:8731;visibility:visible;mso-wrap-style:square;v-text-anchor:top" coordsize="1289,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AK78A&#10;AADbAAAADwAAAGRycy9kb3ducmV2LnhtbERPz2vCMBS+D/wfwht4m2nXMmY1FhEED16mHnZ8NM+2&#10;LHkpSdTsvzeHwY4f3+91m6wRd/JhdKygXBQgiDunR+4VXM77t08QISJrNI5JwS8FaDezlzU22j34&#10;i+6n2IscwqFBBUOMUyNl6AayGBZuIs7c1XmLMUPfS+3xkcOtke9F8SEtjpwbBpxoN1D3c7pZBdfl&#10;fnv2yfKFvo+7yqSylpVRav6atisQkVL8F/+5D1pBndfnL/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vwArvwAAANsAAAAPAAAAAAAAAAAAAAAAAJgCAABkcnMvZG93bnJl&#10;di54bWxQSwUGAAAAAAQABAD1AAAAhAMAAAAA&#10;" path="m,l243,,1289,469r-62,81l,xe" filled="f" stroked="f" strokeweight="0">
                      <v:path arrowok="t" o:connecttype="custom" o:connectlocs="0,0;385763,0;2046288,744538;1947863,873125;0,0" o:connectangles="0,0,0,0,0"/>
                    </v:shape>
                    <v:shape id="Freeform 41" o:spid="_x0000_s1044" style="position:absolute;left:18938;width:15812;height:5651;visibility:visible;mso-wrap-style:square;v-text-anchor:top" coordsize="996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FfMQA&#10;AADbAAAADwAAAGRycy9kb3ducmV2LnhtbESPQWsCMRSE74L/IbxCb5rY2tKuRpFCURGRrhY8Pjav&#10;u6ubl+0m6vrvjVDocZiZb5jxtLWVOFPjS8caBn0FgjhzpuRcw2772XsD4QOywcoxabiSh+mk2xlj&#10;YtyFv+ichlxECPsENRQh1ImUPivIou+7mjh6P66xGKJscmkavES4reSTUq/SYslxocCaPgrKjunJ&#10;atjj8oXlO80P4XuzXv3W6nkpldaPD+1sBCJQG/7Df+2F0TAcwP1L/AFyc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TBXzEAAAA2wAAAA8AAAAAAAAAAAAAAAAAmAIAAGRycy9k&#10;b3ducmV2LnhtbFBLBQYAAAAABAAEAPUAAACJAwAAAAA=&#10;" path="m,l649,,996,156,896,254,799,356,,xe" filled="f" stroked="f" strokeweight="0">
                      <v:path arrowok="t" o:connecttype="custom" o:connectlocs="0,0;1030288,0;1581150,247650;1422400,403225;1268413,565150;0,0" o:connectangles="0,0,0,0,0,0"/>
                    </v:shape>
                    <v:shape id="Freeform 42" o:spid="_x0000_s1045" style="position:absolute;left:2397;top:24511;width:20986;height:11128;visibility:visible;mso-wrap-style:square;v-text-anchor:top" coordsize="1322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tPcIA&#10;AADbAAAADwAAAGRycy9kb3ducmV2LnhtbESPwW7CMBBE70j9B2sr9VacogJtiEFtAcG1lA9Y4k2c&#10;Nl5HsUnC32OkShxHM/NGk60GW4uOWl85VvAyTkAQ505XXCo4/myf30D4gKyxdkwKLuRhtXwYZZhq&#10;1/M3dYdQighhn6ICE0KTSulzQxb92DXE0StcazFE2ZZSt9hHuK3lJElm0mLFccFgQ1+G8r/D2SqY&#10;dyeyn7uQl9O+2Bzf57+azVqpp8fhYwEi0BDu4f/2Xit4ncDtS/wB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W09wgAAANsAAAAPAAAAAAAAAAAAAAAAAJgCAABkcnMvZG93&#10;bnJldi54bWxQSwUGAAAAAAQABAD1AAAAhwMAAAAA&#10;" path="m,l1304,584r18,117l37,126,18,65,,xe" filled="f" stroked="f" strokeweight="0">
                      <v:path arrowok="t" o:connecttype="custom" o:connectlocs="0,0;2070100,927100;2098675,1112838;58738,200025;28575,103188;0,0" o:connectangles="0,0,0,0,0,0"/>
                    </v:shape>
                  </v:group>
                  <v:shape id="Freeform 22" o:spid="_x0000_s1046" style="position:absolute;left:48910;top:53387;width:19717;height:40434;visibility:visible;mso-wrap-style:square;v-text-anchor:top" coordsize="1242,2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JIcIA&#10;AADbAAAADwAAAGRycy9kb3ducmV2LnhtbESPT4vCMBTE7wt+h/AEb5paQXarUcT/7G1V1OOjebbF&#10;5qU00Xa//UYQ9jjMzG+Y6bw1pXhS7QrLCoaDCARxanXBmYLTcdP/BOE8ssbSMin4JQfzWedjiom2&#10;Df/Q8+AzESDsElSQe18lUro0J4NuYCvi4N1sbdAHWWdS19gEuCllHEVjabDgsJBjRcuc0vvhYRRc&#10;6exu7ddqd96O/G7TXAx/r41SvW67mIDw1Pr/8Lu91wriGF5fw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4kkhwgAAANsAAAAPAAAAAAAAAAAAAAAAAJgCAABkcnMvZG93&#10;bnJldi54bWxQSwUGAAAAAAQABAD1AAAAhwMAAAAA&#10;" path="m862,2135r-31,5l805,2151r-26,16l758,2189r-16,27l733,2246r-4,30l735,2307r10,27l762,2359r21,21l810,2397r30,8l871,2409r28,-5l928,2393r25,-16l975,2355r16,-28l1000,2298r2,-30l998,2237r-11,-27l969,2185r-21,-21l921,2148r-30,-9l862,2135xm514,1798r-28,6l457,1814r-23,16l412,1852r-16,27l387,1909r-3,31l389,1970r11,27l416,2022r21,22l464,2060r31,9l525,2070r29,-3l582,2056r26,-16l627,2017r16,-27l654,1961r2,-30l652,1900r-10,-28l624,1847r-22,-20l575,1811r-30,-9l514,1798xm1086,1705r-31,5l1028,1721r-25,16l982,1759r-16,27l957,1816r-2,31l959,1877r10,27l985,1929r24,21l1036,1967r28,9l1095,1977r30,-3l1152,1963r25,-16l1199,1924r16,-27l1224,1868r2,-30l1222,1807r-11,-27l1195,1755r-23,-21l1145,1718r-29,-9l1086,1705xm762,1395r-31,4l704,1409r-25,17l658,1449r-16,27l633,1506r-2,31l634,1565r11,29l661,1619r22,20l710,1655r30,11l771,1667r30,-5l828,1651r25,-16l874,1614r17,-27l899,1556r2,-30l898,1497r-11,-28l871,1443r-23,-21l821,1406r-29,-9l762,1395xm765,867r-30,3l708,881r-25,16l661,919r-16,28l636,976r-2,30l638,1037r11,27l665,1089r23,21l715,1126r29,9l774,1139r31,-5l831,1123r25,-16l878,1085r16,-27l903,1028r2,-31l901,967,891,940,874,915,851,893,824,877r-28,-9l765,867xm1027,501r-31,6l968,517r-24,16l923,555r-16,27l898,612r-4,31l899,673r11,27l926,725r22,22l975,763r30,9l1036,773r28,-3l1093,759r25,-16l1140,722r16,-29l1165,664r1,-30l1163,603r-11,-27l1134,551r-21,-21l1086,514r-31,-9l1027,501xm584,453r-28,5l527,469r-25,16l480,507r-14,28l455,564r-2,30l457,625r11,27l486,677r21,21l534,714r31,9l595,727r29,-5l652,711r24,-16l697,673r16,-29l722,616r4,-31l720,555,710,528,693,503,672,481,645,465r-30,-9l584,453xm903,34r-29,3l846,48,821,64,801,87r-16,27l776,143r-4,30l778,204r10,27l805,256r21,21l853,293r30,9l914,306r28,-5l971,290r25,-16l1016,252r16,-27l1043,195r2,-31l1039,134r-9,-27l1012,82,991,60,964,44,934,35,903,34xm887,r7,l910,r6,l937,1r,l959,1r7,2l982,3r7,2l1007,7r4,l1030,9r7,1l1054,12r5,2l1077,16r3,1l1102,21r5,2l1123,26r6,2l1145,34r5,1l1170,41r5,2l1191,48r8,4l1213,57r5,2l1238,68r4,1l1242,69r,103l1242,172r-15,23l1218,225r-1,31l1220,286r11,27l1242,331r,562l1238,893r-29,17l1184,935r-18,28l1157,994r-1,30l1159,1055r11,27l1186,1107r22,21l1234,1144r8,2l1242,1279r-29,3l1184,1293r-25,18l1140,1332r-17,27l1114,1390r-3,30l1116,1449r11,29l1143,1503r22,19l1191,1538r29,11l1242,1551r,908l1218,2447r-30,-11l1157,2434r-28,6l1100,2450r-25,16l1055,2488r-16,27l1032,2534r-2,13l557,2547r6,-7l573,2522r9,-31l584,2461r-3,-29l570,2404r-16,-25l530,2359r-26,-16l475,2332r-31,-2l414,2336r-27,10l362,2362r-21,22l324,2411r-8,30l314,2472r3,30l328,2529r13,18l,2547,65,2443r66,-116l192,2207r57,-124l301,1956r47,-129l385,1694r29,-134l436,1424r5,-65l444,1293r35,9l514,1304r33,-9l577,1279r25,-25l622,1223r9,-30l633,1162r-4,-28l618,1105r-16,-25l581,1060r-27,-16l523,1033r-30,-2l462,1037r-28,11l437,1078,416,920,384,763,341,607r1,3l371,605r27,-11l421,578r20,-21l455,530r11,-31l468,471r-4,-31l453,412,436,387,414,367,387,351,351,340r-34,l283,347r-30,18l255,374,196,240,129,114r36,-5l165,109r38,-6l203,103r37,-7l240,96r36,-7l278,89r9,31l305,146r21,24l355,188r30,9l416,198r28,-3l473,184r25,-18l518,145r16,-27l543,91r4,-27l545,37r,l566,34r7,l590,30r7,-2l616,26r4,-1l642,21r7,l665,17r7,l690,16r5,-2l717,12r5,-2l740,9r7,l763,7r6,l792,5r4,-2l814,3r7,-2l837,1r5,l865,r2,l887,xe" fillcolor="#f7b239 [3206]" stroked="f" strokeweight="0">
                    <v:path arrowok="t" o:connecttype="custom" o:connectlocs="1163638,3565525;1333500,3817938;1587500,3648075;1414463,3395663;628650,2982913;736600,3270250;1020763,3159125;912813,2874963;1558925,2792413;1601788,3095625;1903413,3054350;1860550,2752725;1077913,2263775;1049338,2570163;1354138,2595563;1382713,2290763;1123950,1398588;1030288,1689100;1319213,1782763;1414463,1492250;1581150,804863;1427163,1068388;1689100,1222375;1846263,957263;927100,719138;719138,942975;944563,1154113;1152525,928688;927100,719138;1231900,227013;1401763,479425;1655763,309563;1482725,55563;1487488,1588;1635125,14288;1757363,36513;1890713,76200;1971675,273050;1971675,525463;1835150,1625600;1971675,2030413;1763713,2254250;1971675,2462213;1706563,3914775;909638,4003675;800100,3719513;514350,3827463;103188,3878263;657225,2476500;915988,2030413;955675,1714500;693738,1711325;668338,917575;692150,614363;404813,593725;381000,152400;563563,298450;847725,187325;936625,47625;1066800,26988;1211263,11113;1336675,1588" o:connectangles="0,0,0,0,0,0,0,0,0,0,0,0,0,0,0,0,0,0,0,0,0,0,0,0,0,0,0,0,0,0,0,0,0,0,0,0,0,0,0,0,0,0,0,0,0,0,0,0,0,0,0,0,0,0,0,0,0,0,0,0,0,0"/>
                    <o:lock v:ext="edit" verticies="t"/>
                  </v:shape>
                  <v:group id="Group 23" o:spid="_x0000_s1047" style="position:absolute;width:37592;height:36607" coordsize="37592,36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30" o:spid="_x0000_s1048" style="position:absolute;left:2984;top:26511;width:20590;height:10096;visibility:visible;mso-wrap-style:square;v-text-anchor:top" coordsize="1297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s/psAA&#10;AADbAAAADwAAAGRycy9kb3ducmV2LnhtbERPPWvDMBDdC/0P4grZGtlxKMWNYtLSQtc4GTIe1sUy&#10;sk7GUmPXvz4aCh0f73tXza4XNxpD51lBvs5AEDded9wqOJ++nl9BhIissfdMCn4pQLV/fNhhqf3E&#10;R7rVsRUphEOJCkyMQyllaAw5DGs/ECfu6keHMcGxlXrEKYW7Xm6y7EU67Dg1GBzow1Bj6x+nwH5m&#10;mk7NpTCbZWs5X86DfbdKrZ7mwxuISHP8F/+5v7WCIq1PX9IPkP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ws/psAAAADbAAAADwAAAAAAAAAAAAAAAACYAgAAZHJzL2Rvd25y&#10;ZXYueG1sUEsFBgAAAAAEAAQA9QAAAIUDAAAAAA==&#10;" path="m,l1285,575r12,61l1218,625r-78,-11l1059,603r-81,-9l896,585r-79,-9l737,564,658,550,582,532,507,510,436,483,366,451,299,413,239,369,179,317,126,256,92,204,58,145,27,75,,xe" filled="f" stroked="f" strokeweight="0">
                      <v:path arrowok="t" o:connecttype="custom" o:connectlocs="0,0;2039938,912813;2058988,1009650;1933575,992188;1809750,974725;1681163,957263;1552575,942975;1422400,928688;1296988,914400;1169988,895350;1044575,873125;923925,844550;804863,809625;692150,766763;581025,715963;474663,655638;379413,585788;284163,503238;200025,406400;146050,323850;92075,230188;42863,119063;0,0" o:connectangles="0,0,0,0,0,0,0,0,0,0,0,0,0,0,0,0,0,0,0,0,0,0,0"/>
                    </v:shape>
                    <v:shape id="Freeform 31" o:spid="_x0000_s1049" style="position:absolute;left:1730;top:21780;width:21368;height:12002;visibility:visible;mso-wrap-style:square;v-text-anchor:top" coordsize="1346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WX6MQA&#10;AADbAAAADwAAAGRycy9kb3ducmV2LnhtbESPT4vCMBTE7wt+h/CEva2pLopUoyz+WTwpVsHro3k2&#10;ZZuX2kTt+umNsLDHYWZ+w0znra3EjRpfOlbQ7yUgiHOnSy4UHA/rjzEIH5A1Vo5JwS95mM86b1NM&#10;tbvznm5ZKESEsE9RgQmhTqX0uSGLvudq4uidXWMxRNkUUjd4j3BbyUGSjKTFkuOCwZoWhvKf7GoV&#10;LHfZxrhHfhleeD0sT2e6fq+2Sr13268JiEBt+A//tTdawWcfXl/i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l+jEAAAA2wAAAA8AAAAAAAAAAAAAAAAAmAIAAGRycy9k&#10;b3ducmV2LnhtbFBLBQYAAAAABAAEAPUAAACJAwAAAAA=&#10;" path="m,l1328,593r,-9l1335,670r11,86l1346,756,42,172,20,88,,xe" filled="f" stroked="f" strokeweight="0">
                      <v:path arrowok="t" o:connecttype="custom" o:connectlocs="0,0;2108200,941388;2108200,927100;2119313,1063625;2136775,1200150;2136775,1200150;66675,273050;31750,139700;0,0" o:connectangles="0,0,0,0,0,0,0,0,0"/>
                    </v:shape>
                    <v:shape id="Freeform 32" o:spid="_x0000_s1050" style="position:absolute;left:238;top:10556;width:23161;height:16145;visibility:visible;mso-wrap-style:square;v-text-anchor:top" coordsize="1459,10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RR8UA&#10;AADbAAAADwAAAGRycy9kb3ducmV2LnhtbESPQWvCQBSE70L/w/KE3nSjbVWiqxSpYAkIVS/eHtln&#10;Es2+jbtrTP99t1DocZiZb5jFqjO1aMn5yrKC0TABQZxbXXGh4HjYDGYgfEDWWFsmBd/kYbV86i0w&#10;1fbBX9TuQyEihH2KCsoQmlRKn5dk0A9tQxy9s3UGQ5SukNrhI8JNLcdJMpEGK44LJTa0Lim/7u9G&#10;wefmtR1l2dv0vnWXD5/vJqckuyn13O/e5yACdeE//NfeagUvY/j9En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BFHxQAAANsAAAAPAAAAAAAAAAAAAAAAAJgCAABkcnMv&#10;ZG93bnJldi54bWxQSwUGAAAAAAQABAD1AAAAigMAAAAA&#10;" path="m,l1459,654r-19,120l1425,895r-7,122l1418,1008,43,394,25,261,10,129,,xe" filled="f" stroked="f" strokeweight="0">
                      <v:path arrowok="t" o:connecttype="custom" o:connectlocs="0,0;2316163,1038225;2286000,1228725;2262188,1420813;2251075,1614488;2251075,1600200;68263,625475;39688,414338;15875,204788;0,0" o:connectangles="0,0,0,0,0,0,0,0,0,0"/>
                    </v:shape>
                    <v:shape id="Freeform 33" o:spid="_x0000_s1051" style="position:absolute;top:6254;width:24542;height:13081;visibility:visible;mso-wrap-style:square;v-text-anchor:top" coordsize="1546,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8ccMQA&#10;AADbAAAADwAAAGRycy9kb3ducmV2LnhtbESPT2sCMRTE7wW/Q3iCl1KzGrSyGkUKhUJP/kE8PjbP&#10;3cXNy5JEd+2nb4RCj8PM/IZZbXrbiDv5UDvWMBlnIIgLZ2ouNRwPn28LECEiG2wck4YHBdisBy8r&#10;zI3reEf3fSxFgnDIUUMVY5tLGYqKLIaxa4mTd3HeYkzSl9J47BLcNnKaZXNpsea0UGFLHxUV1/3N&#10;JgrPv38O3ev0dDu/T7y6qhnPlNajYb9dgojUx//wX/vLaFAKnl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/HHDEAAAA2wAAAA8AAAAAAAAAAAAAAAAAmAIAAGRycy9k&#10;b3ducmV2LnhtbFBLBQYAAAAABAAEAPUAAACJAwAAAAA=&#10;" path="m,l1539,690r7,-18l1519,747r-21,77l6,158,,79,,xe" filled="f" stroked="f" strokeweight="0">
                      <v:path arrowok="t" o:connecttype="custom" o:connectlocs="0,0;2443163,1095375;2454275,1066800;2411413,1185863;2378075,1308100;9525,250825;0,125413;0,0" o:connectangles="0,0,0,0,0,0,0,0"/>
                    </v:shape>
                    <v:shape id="Freeform 34" o:spid="_x0000_s1052" style="position:absolute;width:29146;height:13366;visibility:visible;mso-wrap-style:square;v-text-anchor:top" coordsize="1836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nIacYA&#10;AADbAAAADwAAAGRycy9kb3ducmV2LnhtbESPQWvCQBSE74X+h+UVvNVNYxEbs5FSFMQexKh4fWSf&#10;SWr2bciuJu2v7xaEHoeZ+YZJF4NpxI06V1tW8DKOQBAXVtdcKjjsV88zEM4ja2wsk4JvcrDIHh9S&#10;TLTteUe33JciQNglqKDyvk2kdEVFBt3YtsTBO9vOoA+yK6XusA9w08g4iqbSYM1hocKWPioqLvnV&#10;KBiWu9y/zY7byWZ/uNSn/uszjn+UGj0N73MQngb/H76311rB5BX+voQf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nIacYAAADbAAAADwAAAAAAAAAAAAAAAACYAgAAZHJz&#10;L2Rvd25yZXYueG1sUEsFBgAAAAAEAAQA9QAAAIsDAAAAAA==&#10;" path="m,l606,,1833,550r3,-5l1768,640r-62,100l1646,842r,l,104,,xe" filled="f" stroked="f" strokeweight="0">
                      <v:path arrowok="t" o:connecttype="custom" o:connectlocs="0,0;962025,0;2909888,873125;2914650,865188;2806700,1016000;2708275,1174750;2613025,1336675;2613025,1336675;0,165100;0,0" o:connectangles="0,0,0,0,0,0,0,0,0,0"/>
                    </v:shape>
                    <v:shape id="Freeform 35" o:spid="_x0000_s1053" style="position:absolute;left:13477;width:18241;height:7540;visibility:visible;mso-wrap-style:square;v-text-anchor:top" coordsize="1149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Bq8MA&#10;AADbAAAADwAAAGRycy9kb3ducmV2LnhtbESPT2sCMRTE7wW/Q3hCbzWr0qqrUUQsSKEH/4DXx+a5&#10;Wd28rEm6br99Uyj0OMzMb5jFqrO1aMmHyrGC4SADQVw4XXGp4HR8f5mCCBFZY+2YFHxTgNWy97TA&#10;XLsH76k9xFIkCIccFZgYm1zKUBiyGAauIU7exXmLMUlfSu3xkeC2lqMse5MWK04LBhvaGCpuhy+r&#10;YGa64a69tvfLhGfZJ32cfdyyUs/9bj0HEamL/+G/9k4rGL/C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tBq8MAAADbAAAADwAAAAAAAAAAAAAAAACYAgAAZHJzL2Rv&#10;d25yZXYueG1sUEsFBgAAAAAEAAQA9QAAAIgDAAAAAA==&#10;" path="m,l344,r799,356l1149,351r-54,61l1043,475r3,-6l,xe" filled="f" stroked="f" strokeweight="0">
                      <v:path arrowok="t" o:connecttype="custom" o:connectlocs="0,0;546100,0;1814513,565150;1824038,557213;1738313,654050;1655763,754063;1660525,744538;0,0" o:connectangles="0,0,0,0,0,0,0,0"/>
                    </v:shape>
                    <v:shape id="Freeform 36" o:spid="_x0000_s1054" style="position:absolute;left:29241;width:8351;height:2476;visibility:visible;mso-wrap-style:square;v-text-anchor:top" coordsize="526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S9dcUA&#10;AADbAAAADwAAAGRycy9kb3ducmV2LnhtbESPT4vCMBTE74LfITzBi6ypCuJWo4h/QNzTqizb26N5&#10;tsXmpTRRq5/eCAt7HGbmN8xs0ZhS3Kh2hWUFg34Egji1uuBMwem4/ZiAcB5ZY2mZFDzIwWLebs0w&#10;1vbO33Q7+EwECLsYFeTeV7GULs3JoOvbijh4Z1sb9EHWmdQ13gPclHIYRWNpsOCwkGNFq5zSy+Fq&#10;FFySZO+S0eYxfF6L3lf6efzxv2ulup1mOQXhqfH/4b/2TisYjeH9JfwA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L11xQAAANsAAAAPAAAAAAAAAAAAAAAAAJgCAABkcnMv&#10;ZG93bnJldi54bWxQSwUGAAAAAAQABAD1AAAAigMAAAAA&#10;" path="m,l526,,439,73r-92,83l347,156,,xe" filled="f" stroked="f" strokeweight="0">
                      <v:path arrowok="t" o:connecttype="custom" o:connectlocs="0,0;835025,0;696913,115888;550863,247650;550863,247650;0,0" o:connectangles="0,0,0,0,0,0"/>
                    </v:shape>
                  </v:group>
                  <v:shape id="Freeform 24" o:spid="_x0000_s1055" style="position:absolute;width:68627;height:93821;visibility:visible;mso-wrap-style:square;v-text-anchor:top" coordsize="4323,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uqcIA&#10;AADbAAAADwAAAGRycy9kb3ducmV2LnhtbESPQYvCMBSE74L/IbwFb5pu3RXpGkVEwaNa8fxo3rbV&#10;5qUkUau/3iwIexxm5htmtuhMI27kfG1ZwecoAUFcWF1zqeCYb4ZTED4ga2wsk4IHeVjM+70ZZtre&#10;eU+3QyhFhLDPUEEVQptJ6YuKDPqRbYmj92udwRClK6V2eI9w08g0SSbSYM1xocKWVhUVl8PVKPje&#10;PZwx4+d2krjL+bxO8/Z5ypUafHTLHxCBuvAffre3WkH6BX9f4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mO6pwgAAANsAAAAPAAAAAAAAAAAAAAAAAJgCAABkcnMvZG93&#10;bnJldi54bWxQSwUGAAAAAAQABAD1AAAAhwMAAAAA&#10;" path="m,5863r18,47l16,5910r-16,l,5863xm,4138l622,5765r-117,32l393,5826r-110,25l179,5874r-95,22l,5677,,4138xm1116,4036r496,1297l1560,5378r-60,43l1431,5464r-77,39l1272,5543r-90,37l604,4063r,l699,4070r95,2l901,4067r108,-11l1116,4036xm,3929r117,37l253,4004r138,30l532,4056r-3,l1122,5605r-144,52l830,5704r-149,45l,3970r,-41xm1564,3893r272,713l1836,4686r-1,81l1827,4846r-12,79l1799,5000r-24,73l1747,5145r-38,68l1663,5278,1182,4022r-1,l1311,3986r128,-43l1564,3893xm1869,3733r-26,88l1829,3913r-9,93l1818,4101r,98l1824,4298r3,98l1625,3864r124,-63l1869,3733xm4118,1028r33,4l4183,1043r32,19l4244,1089r20,31l4276,1155r5,40l4278,1229r-11,34l4262,1272r-4,7l4117,1279r-144,5l3959,1258r-9,-31l3948,1195r4,-34l3963,1127r16,-29l4000,1073r25,-20l4056,1039r30,-9l4118,1028xm2764,523r52,7l2866,548r40,22l2942,597r28,32l2993,666r18,40l3022,749r6,45l3024,831r-7,38l3002,905r-19,37l2958,975r-31,30l2891,1028r-37,18l2802,1061r-52,3l2698,1057r-50,-16l2608,1019r-34,-28l2544,958r-23,-35l2503,881r-11,-43l2488,794r2,-38l2499,720r13,-36l2531,647r27,-34l2589,584r34,-23l2662,541r50,-13l2764,523xm2764,516r-54,4l2659,534r-40,20l2583,577r-32,30l2524,641r-20,40l2490,717r-7,39l2479,794r4,46l2495,885r18,41l2537,964r30,34l2603,1027r41,21l2696,1066r54,7l2804,1069r52,-16l2897,1035r36,-25l2963,980r27,-34l3011,908r13,-37l3033,833r2,-39l3031,749r-11,-45l3002,663r-25,-40l2947,591r-36,-28l2870,539r-52,-16l2764,516xm2739,120r74,2l2888,133r71,17l3031,177r70,38l3165,258r60,50l3277,365r44,61l3359,494r30,70l3411,638r14,77l3431,794r-4,71l3414,935r-17,68l3371,1069r-35,69l3294,1200r-48,58l3192,1310r-61,44l3067,1392r-70,32l2924,1447r-74,15l2777,1469r-76,-2l2628,1456r-73,-19l2483,1410r-70,-36l2349,1329r-58,-50l2239,1224r-46,-63l2155,1095r-30,-72l2103,949r-14,-77l2085,794r4,-76l2101,647r20,-72l2171,503r58,-73l2289,356r67,-75l2426,208r44,-23l2517,165r73,-23l2664,125r75,-5xm3991,r126,l4142,16r23,22l4181,64r11,29l4197,125r-2,31l4185,188r-20,32l4138,245r-32,18l4068,272r-36,-1l3995,260r-27,-16l3945,220r-18,-25l3916,165r-5,-31l3914,102r9,-32l3941,41r23,-25l3991,xm3780,r195,l3955,14r-23,24l3916,66r-11,33l3903,129r4,34l3918,195r18,29l3961,249r32,18l4031,279r39,l4108,271r27,-13l4158,240r20,-23l4192,190r11,-31l4206,127r-5,-32l4190,64,4174,38,4152,14,4133,r190,l4323,269r-15,27l4280,333r-34,32l4206,392r-45,22l4117,426r-47,8l4022,432r-47,-9l3930,407r-43,-24l3850,353r-33,-34l3791,279r-20,-41l3758,193r-7,-46l3753,99r7,-47l3776,5r4,-5xm2635,l3771,r-2,2l3755,43r-9,43l3742,129r4,50l3758,229r20,45l3805,317r34,39l3880,389r47,25l3973,432r49,9l4070,441r48,-6l4165,421r45,-22l4249,373r36,-34l4315,299r8,-14l4323,1283r-56,-2l4274,1267r11,-36l4289,1195r-4,-41l4271,1116r-22,-32l4221,1055r-35,-20l4152,1023r-34,-4l4084,1021r-32,9l4022,1046r-27,22l3972,1093r-17,30l3943,1159r-4,36l3943,1227r7,31l3964,1286r-129,13l3705,1319r-128,26l3452,1381r-115,43l3225,1476r-112,59l3008,1603r-104,74l2805,1756r-95,84l2621,1928r-84,89l2460,2110r-33,-75l2392,1960r-40,-74l2311,1811r-43,-73l2225,1662r-43,-73l2141,1514r-38,-75l2069,1362r-30,-76l2014,1207r-18,-77l1987,1050r-4,-81l1990,887r18,-83l2024,756r22,-50l2073,656r32,-54l2089,665r-9,64l2076,794r6,80l2094,951r24,76l2148,1098r38,68l2232,1229r52,55l2343,1336r67,45l2479,1417r74,29l2626,1464r75,10l2777,1476r75,-5l2927,1455r74,-24l3071,1401r66,-39l3198,1315r53,-52l3302,1206r41,-65l3379,1071r26,-66l3423,937r11,-72l3438,794r-4,-79l3420,636r-23,-73l3366,491r-38,-68l3282,360r-52,-57l3171,253r-66,-45l3035,170r-72,-27l2888,124r-74,-11l2737,111r-75,7l2589,133r-74,23l2445,188r97,-97l2635,xe" fillcolor="#74d8d8 [1941]" stroked="f" strokeweight="0">
                    <v:path arrowok="t" o:connecttype="custom" o:connectlocs="987425,9151938;0,6569075;2019300,8799513;1601788,6438900;839788,6438900;2482850,6180138;2817813,8053388;2284413,6259513;2886075,6665913;6589713,1638300;6791325,1951038;6270625,1947863;6438900,1649413;4670425,947738;4789488,1379538;4448175,1684338;4002088,1465263;4017963,1027113;4387850,819150;3975100,1081088;4027488,1530350;4533900,1671638;4814888,1322388;4621213,893763;4697413,238125;5332413,784225;5392738,1592263;4868863,2209800;4056063,2281238;3421063,1738313;3367088,912813;3995738,261938;6611938,60325;6569075,388938;6234113,309563;6335713,0;6196013,204788;6461125,442913;6677025,201613;6862763,427038;6461125,688975;6018213,442913;6000750,0;5946775,284163;6307138,685800;6802438,538163;6808788,1897063;6537325,1617663;6259513,1839913;5678488,2135188;4452938,2787650;3733800,2994025;3284538,2162175;3187700,1276350;3295650,1260475;3625850,2038350;4408488,2343150;5160963,2005013;5457825,1260475;5127625,481013;4344988,176213" o:connectangles="0,0,0,0,0,0,0,0,0,0,0,0,0,0,0,0,0,0,0,0,0,0,0,0,0,0,0,0,0,0,0,0,0,0,0,0,0,0,0,0,0,0,0,0,0,0,0,0,0,0,0,0,0,0,0,0,0,0,0,0,0"/>
                    <o:lock v:ext="edit" verticies="t"/>
                  </v:shape>
                  <v:shape id="Freeform 25" o:spid="_x0000_s1056" style="position:absolute;width:45212;height:93821;visibility:visible;mso-wrap-style:square;v-text-anchor:top" coordsize="2848,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0XMQA&#10;AADbAAAADwAAAGRycy9kb3ducmV2LnhtbESPQWvCQBSE7wX/w/IEb3VjoLZGVwmFQkEb0CpeH9ln&#10;Esy+DdlNjP76bqHQ4zAz3zCrzWBq0VPrKssKZtMIBHFudcWFguP3x/MbCOeRNdaWScGdHGzWo6cV&#10;JtreeE/9wRciQNglqKD0vkmkdHlJBt3UNsTBu9jWoA+yLaRu8RbgppZxFM2lwYrDQokNvZeUXw+d&#10;UYDpl4kepyE7L07b152+ZnnTZUpNxkO6BOFp8P/hv/anVhC/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WdFzEAAAA2wAAAA8AAAAAAAAAAAAAAAAAmAIAAGRycy9k&#10;b3ducmV2LnhtbFBLBQYAAAAABAAEAPUAAACJAwAAAAA=&#10;" path="m2565,3198r29,27l2624,3257r33,37l2694,3339r38,50l2775,3449r25,43l2820,3543r14,58l2843,3665r5,72l2847,3812r-4,79l2832,3975r-14,86l2798,4151r-23,91l2746,4335r-34,95l2676,4525r-41,95l2589,4713r-51,92l2485,4896r-58,88l2367,5068r-67,81l2232,5226r-73,70l2082,5362r-106,80l1863,5516r-116,66l1629,5641r-122,52l1383,5742r-125,41l1132,5819r-123,32l885,5876r-120,23l697,5910r-681,l18,5910,,5863,,5677r84,219l179,5874r104,-23l393,5826r112,-29l622,5765,,4138,,3970,681,5749r149,-45l978,5657r144,-52l529,4056r75,7l1182,5580r90,-37l1354,5503r77,-39l1500,5421r60,-43l1612,5333,1116,4036r66,-14l1663,5278r46,-65l1747,5145r28,-72l1799,5000r16,-75l1827,4846r8,-79l1836,4686r,-80l1564,3893r61,-29l1827,4396r-3,-98l1818,4199r,-98l1820,4006r9,-93l1843,3821r26,-88l1969,3669r93,-66l2150,3533r80,-70l2288,3459r55,-16l2395,3418r47,-36l2485,3339r37,-52l2553,3230r12,-32xm2368,r267,l2569,64r-72,70l2427,206r-66,70l2297,348r-59,69l2184,487r-49,68l2092,622r-35,62l2028,747r-20,57l1990,887r-7,82l1987,1050r9,80l2014,1207r25,79l2069,1362r34,77l2141,1514r41,75l2225,1662r43,76l2311,1811r41,75l2392,1960r35,75l2460,2110r-63,79l2341,2270r-50,80l2245,2427r-38,77l2173,2580r-25,71l2130,2719r-39,-55l2051,2612r-37,-48l1974,2521r-37,-38l1901,2454r-61,-36l1774,2386r-68,-25l1634,2338r-74,-16l1485,2306r-21,-115l1448,2071r-11,-122l1431,1824r,-127l1439,1571r14,-127l1474,1320r29,-122l1541,1080r45,-113l1641,851r63,-111l1774,632r75,-104l1928,430r84,-95l2100,244r89,-88l2281,73,2368,xe" fillcolor="#2fa9a9 [3205]" stroked="f" strokeweight="0">
                    <v:path arrowok="t" o:connecttype="custom" o:connectlocs="4165600,5170488;4337050,5380038;4476750,5624513;4521200,5932488;4495800,6310313;4405313,6734175;4248150,7183438;4029075,7627938;3757613,8045450;3427413,8407400;2957513,8756650;2392363,9037638;1797050,9237663;1214438,9364663;28575,9382125;133350,9359900;623888,9248775;0,6569075;1317625,9055100;839788,6438900;2019300,8799513;2381250,8605838;1771650,6407150;2713038,8275638;2855913,7937500;2913063,7567613;2482850,6180138;2895600,6823075;2889250,6359525;2967038,5926138;3413125,5608638;3719513,5465763;3944938,5300663;4071938,5076825;4078288,101600;3748088,438150;3467100,773113;3265488,1085850;3159125,1408113;3168650,1793875;3284538,2162175;3463925,2522538;3668713,2874963;3852863,3230563;3716338,3603625;3503613,3975100;3381375,4316413;3197225,4070350;3017838,3895725;2708275,3748088;2357438,3660775;2281238,3094038;2284413,2493963;2386013,1901825;2605088,1350963;2935288,838200;3333750,387350;3759200,0" o:connectangles="0,0,0,0,0,0,0,0,0,0,0,0,0,0,0,0,0,0,0,0,0,0,0,0,0,0,0,0,0,0,0,0,0,0,0,0,0,0,0,0,0,0,0,0,0,0,0,0,0,0,0,0,0,0,0,0,0,0"/>
                    <o:lock v:ext="edit" verticies="t"/>
                  </v:shape>
                  <v:shape id="Freeform 26" o:spid="_x0000_s1057" style="position:absolute;top:7508;width:68627;height:86313;visibility:visible;mso-wrap-style:square;v-text-anchor:top" coordsize="4323,5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macYA&#10;AADbAAAADwAAAGRycy9kb3ducmV2LnhtbESPQWsCMRSE7wX/Q3gFL0WzeljKahQrCkux0G4LXh+b&#10;192tycuSRN3665tCocdhZr5hluvBGnEhHzrHCmbTDARx7XTHjYKP9/3kEUSIyBqNY1LwTQHWq9Hd&#10;EgvtrvxGlyo2IkE4FKigjbEvpAx1SxbD1PXEyft03mJM0jdSe7wmuDVynmW5tNhxWmixp21L9ak6&#10;WwWbl4fD7uv5aVsefWlOt9fK5MdOqfH9sFmAiDTE//Bfu9QK5jn8fkk/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RmacYAAADbAAAADwAAAAAAAAAAAAAAAACYAgAAZHJz&#10;L2Rvd25yZXYueG1sUEsFBgAAAAAEAAQA9QAAAIsDAAAAAA==&#10;" path="m3119,5378r3,2l3151,5396r23,23l3185,5437r-104,l3119,5378xm4238,5324r31,2l4299,5337r24,12l4323,5437r-212,l4113,5424r7,-19l4136,5378r20,-22l4181,5340r29,-10l4238,5324xm3525,5220r31,2l3585,5233r26,16l3635,5269r16,25l3662,5322r3,29l3663,5381r-9,31l3644,5430r-6,7l3422,5437r-13,-18l3398,5392r-3,-30l3397,5331r8,-30l3422,5274r21,-22l3468,5236r27,-10l3525,5220xm3943,5025r29,4l4002,5038r27,16l4050,5075r18,25l4079,5127r4,31l4081,5188r-9,29l4056,5245r-22,22l4009,5283r-29,11l3952,5299r-31,-4l3891,5287r-27,-17l3843,5249r-17,-25l3816,5197r-6,-31l3814,5136r9,-30l3839,5079r21,-22l3886,5041r26,-11l3943,5025xm3595,4688r31,4l3656,4701r27,16l3705,4737r18,25l3733,4790r4,31l3735,4851r-11,29l3708,4907r-19,23l3663,4946r-28,11l3606,4960r-30,-1l3545,4950r-27,-16l3497,4912r-16,-25l3470,4860r-5,-30l3468,4799r9,-30l3493,4742r22,-22l3538,4704r29,-10l3595,4688xm4167,4595r30,4l4226,4608r27,16l4276,4645r16,25l4303,4697r4,31l4305,4758r-9,29l4280,4814r-22,23l4233,4853r-27,11l4176,4867r-31,-1l4117,4857r-27,-17l4066,4819r-16,-25l4040,4767r-4,-30l4038,4706r9,-30l4063,4649r21,-22l4109,4611r27,-11l4167,4595xm3843,4285r30,2l3902,4296r27,16l3952,4333r16,26l3979,4387r3,29l3980,4446r-8,31l3955,4504r-21,21l3909,4541r-27,11l3852,4557r-31,-1l3791,4545r-27,-16l3742,4509r-16,-25l3715,4455r-3,-28l3714,4396r9,-30l3739,4339r21,-23l3785,4299r27,-10l3843,4285xm4323,4169r,272l4301,4439r-29,-11l4246,4412r-22,-19l4208,4368r-11,-29l4192,4310r3,-30l4204,4249r17,-27l4240,4201r25,-18l4294,4172r29,-3xm3574,3921r30,2l3635,3934r27,16l3683,3970r16,25l3710,4024r4,28l3712,4083r-9,30l3683,4144r-25,25l3628,4185r-33,9l3560,4192r-35,-9l3524,4061r-9,-123l3543,3927r31,-6xm4323,3783r,253l4315,4034r-26,-16l4267,3997r-16,-25l4240,3945r-3,-31l4238,3884r9,-31l4265,3825r25,-25l4319,3783r4,xm3846,3757r31,1l3905,3767r27,16l3955,3805r17,25l3982,3857r4,30l3984,3918r-9,30l3959,3975r-22,22l3912,4013r-26,11l3855,4029r-30,-4l3796,4016r-27,-16l3746,3979r-16,-25l3719,3927r-4,-31l3717,3866r9,-29l3742,3809r22,-22l3789,3771r27,-11l3846,3757xm4108,3391r28,4l4167,3404r27,16l4215,3441r18,25l4244,3493r3,31l4246,3554r-9,29l4221,3612r-22,21l4174,3649r-29,11l4117,3663r-31,-1l4056,3653r-27,-16l4007,3615r-16,-25l3980,3563r-5,-30l3979,3502r9,-30l4004,3445r21,-22l4049,3407r28,-10l4108,3391xm3665,3343r31,3l3726,3355r27,16l3774,3393r17,25l3801,3445r6,30l3803,3506r-9,28l3778,3563r-21,22l3733,3601r-28,11l3676,3617r-30,-4l3615,3604r-27,-16l3567,3567r-18,-25l3538,3515r-4,-31l3536,3454r11,-29l3561,3397r22,-22l3608,3359r29,-11l3665,3343xm3398,3230r34,l3468,3241r27,16l3517,3277r17,25l3545,3330r4,31l3547,3389r-11,31l3522,3447r-20,21l3479,3484r-27,11l3423,3500r-43,-125l3334,3255r30,-18l3398,3230xm4323,3062r,159l4312,3203r-11,-27l4298,3146r1,-31l4308,3085r15,-23l4323,3062xm3984,2924r31,1l4045,2934r27,16l4093,2972r18,25l4120,3024r6,30l4124,3085r-11,30l4097,3142r-20,22l4052,3180r-29,11l3995,3196r-31,-4l3934,3183r-27,-16l3886,3146r-17,-25l3859,3094r-6,-31l3857,3033r9,-29l3882,2977r20,-23l3927,2938r28,-11l3984,2924xm3296,2049r115,24l3527,2101r117,34l3758,2175r115,46l3984,2273r109,59l4195,2395r99,70l4323,2488r,471l4308,2952r-80,-28l4145,2904r-84,-11l3975,2890r-86,3l3801,2900r-87,13l3626,2927r2,27l3624,2981r-9,27l3599,3035r-20,21l3554,3074r-29,11l3497,3088r-31,-1l3436,3078r-29,-18l3386,3036r-18,-26l3359,2979r-149,25l3144,2895r-68,-100l3004,2707r-71,-77l2979,2598r38,-31l3071,2506r48,-64l3162,2370r37,-75l3235,2216r31,-82l3296,2049xm,l6,90r9,98l23,290,34,394,45,500,59,605,75,709,93,811r18,101l135,1009r23,91l183,1186r29,79l244,1336r34,63l314,1453r53,61l425,1566r62,44l552,1648r70,31l693,1705r74,22l844,1745r77,14l1000,1772r80,10l1161,1791r81,9l1320,1809r81,11l1478,1833r77,14l1630,1865r72,21l1772,1913r66,31l1901,1981r37,31l1978,2051r41,47l2060,2150r41,55l2141,2264r-50,16l2044,2304r-43,30l1962,2372r-34,45l1901,2465r-16,52l1876,2569r1,55l1886,2678r17,52l1926,2780r29,49l1990,2872r-25,12l1919,2902r-54,11l1804,2918r-64,-2l1670,2909r-74,-12l1519,2879r-80,-23l1354,2827r-84,-32l1184,2755r-88,-43l1009,2664r-88,-52l835,2556r-84,-61l668,2433r-80,-68l511,2293r-74,-75l369,2141r-64,-81l246,1976r-52,-86l136,1782,86,1671,43,1557,6,1442,,1422,,xe" fillcolor="#e68128 [3209]" stroked="f" strokeweight="0">
                    <v:path arrowok="t" o:connecttype="custom" o:connectlocs="6727825,8451850;6565900,8537575;5732463,8332788;5775325,8631238;5465763,8337550;6429375,8056563;6364288,8386763;6057900,8250238;6259513,7977188;5932488,7653338;5676900,7872413;5519738,7570788;6708775,7315200;6794500,7642225;6454775,7650163;6523038,7319963;6299200,6919913;6162675,7226300;5892800,7027863;6862763,6618288;6654800,6842125;5673725,6224588;5892800,6481763;5594350,6446838;6773863,6345238;6856413,6005513;6321425,6122988;6119813,6396038;5900738,6137275;6565900,5389563;6726238,5688013;6396038,5773738;6389688,5434013;5991225,5386388;5926138,5716588;5616575,5580063;5818188,5307013;5634038,5335588;5365750,5357813;6823075,4994275;6464300,4683125;6472238,5022850;6142038,4954588;6278563,4646613;6324600,3608388;6580188,4610100;5753100,4732338;5454650,4886325;4768850,4297363;5135563,3517900;71438,793750;336550,2008188;987425,2665413;1971675,2857500;2917825,3086100;3319463,3619500;2979738,4165600;2960688,4624388;2016125,4437063;933450,3754438;136525,2652713" o:connectangles="0,0,0,0,0,0,0,0,0,0,0,0,0,0,0,0,0,0,0,0,0,0,0,0,0,0,0,0,0,0,0,0,0,0,0,0,0,0,0,0,0,0,0,0,0,0,0,0,0,0,0,0,0,0,0,0,0,0,0,0,0"/>
                    <o:lock v:ext="edit" verticies="t"/>
                  </v:shape>
                  <v:group id="Group 27" o:spid="_x0000_s1058" style="position:absolute;left:29781;top:43291;width:26178;height:50530" coordorigin="29781,43291" coordsize="26177,50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Freeform 28" o:spid="_x0000_s1059" style="position:absolute;left:40386;top:46323;width:15573;height:47498;visibility:visible;mso-wrap-style:square;v-text-anchor:top" coordsize="981,2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5Pn70A&#10;AADbAAAADwAAAGRycy9kb3ducmV2LnhtbERPzYrCMBC+C/sOYQRvmloWka5RRFhc8WT1AYZmbMM2&#10;k5DE2n37zUHw+PH9b3aj7cVAIRrHCpaLAgRx47ThVsHt+j1fg4gJWWPvmBT8UYTd9mOywUq7J19o&#10;qFMrcgjHChV0KflKyth0ZDEunCfO3N0FiynD0Eod8JnDbS/LolhJi4ZzQ4eeDh01v/XDKqiH1n8W&#10;5jwcT8bf+6BPXDZeqdl03H+BSDSmt/jl/tEKyjw2f8k/QG7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b5Pn70AAADbAAAADwAAAAAAAAAAAAAAAACYAgAAZHJzL2Rvd25yZXYu&#10;eG1sUEsFBgAAAAAEAAQA9QAAAIIDAAAAAA==&#10;" path="m,l59,9r64,11l177,34r54,27l288,97r56,45l401,196r57,62l516,328r55,77l625,489r52,88l725,672r47,99l815,873r39,105l888,1088r31,109l944,1310r20,113l976,1536r5,112l981,1759r-8,110l951,2005r-29,134l885,2272r-47,129l786,2528r-57,124l668,2772r-66,116l537,2992r-215,l363,2913r43,-86l448,2743r37,-84l519,2576r29,-80l573,2419r20,-74l607,2275r9,-64l618,2152r-9,-81l595,1996r-24,-72l541,1854r-38,-66l462,1725r-47,-60l363,1605r-53,-57l254,1491r-59,-56l226,1340r25,-93l270,1156r16,-88l297,982r6,-81l304,824r-5,-71l290,686,276,627,256,575,231,531,188,471,150,421,113,376,80,339,50,307,21,280,36,222r3,-57l36,108,21,52,,xe" filled="f" stroked="f" strokeweight="0">
                      <v:path arrowok="t" o:connecttype="custom" o:connectlocs="93663,14288;280988,53975;457200,153988;636588,311150;819150,520700;992188,776288;1150938,1066800;1293813,1385888;1409700,1727200;1498600,2079625;1549400,2438400;1557338,2792413;1509713,3182938;1404938,3606800;1247775,4013200;1060450,4400550;852488,4749800;576263,4624388;711200,4354513;823913,4089400;909638,3840163;963613,3611563;981075,3416300;944563,3168650;858838,2943225;733425,2738438;576263,2547938;403225,2366963;358775,2127250;428625,1835150;471488,1558925;482600,1308100;460375,1089025;406400,912813;298450,747713;179388,596900;79375,487363;57150,352425;57150,171450;0,0" o:connectangles="0,0,0,0,0,0,0,0,0,0,0,0,0,0,0,0,0,0,0,0,0,0,0,0,0,0,0,0,0,0,0,0,0,0,0,0,0,0,0,0"/>
                    </v:shape>
                    <v:shape id="Freeform 29" o:spid="_x0000_s1060" style="position:absolute;left:29781;top:43291;width:11605;height:11684;visibility:visible;mso-wrap-style:square;v-text-anchor:top" coordsize="731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a1sAA&#10;AADbAAAADwAAAGRycy9kb3ducmV2LnhtbESPQYvCMBSE78L+h/AWvGlqDqLVKCLsstfVZenx0Tzb&#10;YvPSJlHrvzeC4HGYmW+Y9XawrbiSD41jDbNpBoK4dKbhSsPf8WuyABEissHWMWm4U4Dt5mO0xty4&#10;G//S9RArkSAcctRQx9jlUoayJoth6jri5J2ctxiT9JU0Hm8JblupsmwuLTacFmrsaF9TeT5crAb2&#10;c9X2fW9MoU7F5bu4/yveaz3+HHYrEJGG+A6/2j9Gg1rC80v6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Ja1sAAAADbAAAADwAAAAAAAAAAAAAAAACYAgAAZHJzL2Rvd25y&#10;ZXYueG1sUEsFBgAAAAAEAAQA9QAAAIUDAAAAAA==&#10;" path="m331,r56,1l442,10r54,20l548,59r46,34l636,134r34,45l698,229r20,52l729,335r2,55l723,446r-19,55l677,553r-34,47l602,641r-45,34l508,702r-52,20l403,734r-54,2l293,727,240,709,191,682,148,650,109,612,75,569,46,523,25,473,9,421,,367,,313,9,261,25,211,53,161,87,116,129,77,173,46,224,23,276,7,331,xe" filled="f" stroked="f" strokeweight="0">
                      <v:path arrowok="t" o:connecttype="custom" o:connectlocs="525463,0;614363,1588;701675,15875;787400,47625;869950,93663;942975,147638;1009650,212725;1063625,284163;1108075,363538;1139825,446088;1157288,531813;1160463,619125;1147763,708025;1117600,795338;1074738,877888;1020763,952500;955675,1017588;884238,1071563;806450,1114425;723900,1146175;639763,1165225;554038,1168400;465138,1154113;381000,1125538;303213,1082675;234950,1031875;173038,971550;119063,903288;73025,830263;39688,750888;14288,668338;0,582613;0,496888;14288,414338;39688,334963;84138,255588;138113,184150;204788,122238;274638,73025;355600,36513;438150,11113;525463,0" o:connectangles="0,0,0,0,0,0,0,0,0,0,0,0,0,0,0,0,0,0,0,0,0,0,0,0,0,0,0,0,0,0,0,0,0,0,0,0,0,0,0,0,0,0"/>
                    </v:shape>
                  </v:group>
                </v:group>
                <v:group id="Group 3" o:spid="_x0000_s1061" alt="Name badge design with hand-drawn white badges in front of brightly-colored abstract backing" style="position:absolute;left:3651;top:3524;width:61404;height:86773" coordorigin="3651,3524" coordsize="61404,86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62" style="position:absolute;left:3651;top:3524;width:61404;height:86773;visibility:visible;mso-wrap-style:square;v-text-anchor:top" coordsize="3868,5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O0MMA&#10;AADaAAAADwAAAGRycy9kb3ducmV2LnhtbESP0WrCQBRE3wv+w3IF35pNiikluooWStWHQo0fcMle&#10;k2j2bshuYtqvd4VCH4eZOcMs16NpxECdqy0rSKIYBHFhdc2lglP+8fwGwnlkjY1lUvBDDtarydMS&#10;M21v/E3D0ZciQNhlqKDyvs2kdEVFBl1kW+LgnW1n0AfZlVJ3eAtw08iXOH6VBmsOCxW29F5RcT32&#10;RsFhuH7pXcp7/Nxymif1xfTpr1Kz6bhZgPA0+v/wX3unFczhcSXc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EO0MMAAADaAAAADwAAAAAAAAAAAAAAAACYAgAAZHJzL2Rv&#10;d25yZXYueG1sUEsFBgAAAAAEAAQA9QAAAIgDAAAAAA==&#10;" path="m1553,4351r34,2l1621,4353r29,3l1675,4359r18,5l1693,4364r-1,l1690,4364r-2,l1685,4364r-2,l1680,4364r,l1680,4364r2,l1685,4366r7,l1700,4367r8,7l1715,4389r5,22l1721,4439r2,33l1723,4510r,40l1721,4591r-1,42l1720,4674r,40l1720,4750r1,32l1725,4810r15,98l1741,4982r-5,75l1728,5131r-2,20l1726,5163r2,8l1730,5176r1,3l1731,5188r2,11l1731,5219r-1,38l1731,5297r,40l1728,5378r-10,37l1708,5428r-16,11l1669,5448r-25,5l1614,5456r-28,3l1536,5461r-48,2l1298,5466r-27,l1235,5466r-42,l1147,5466r-48,l1053,5464r-42,l975,5464r-27,-1l761,5454r-458,2l187,5454r-21,l142,5453r-24,l94,5449r-23,-3l53,5441r-15,-8l28,5421r-8,-26l17,5368r,-28l17,5314r,-37l15,5247r-2,-25l10,5199,7,5174,3,5145,2,5108r1,-51l10,5005r5,-49l15,4903r-3,-53l8,4780,5,4712,3,4669,2,4629,,4591r,-40l2,4507r5,-24l15,4462r8,-23l26,4425r,-13l28,4397r5,-13l45,4372r18,-8l86,4359r25,-1l139,4356r28,l194,4358r23,l333,4359r218,-5l616,4354r63,2l745,4359r66,2l970,4359r22,l1023,4359r36,-1l1101,4358r43,-2l1185,4356r38,-2l1253,4354r23,l1357,4353r83,l1460,4353r26,l1518,4351r35,xm3680,4351r34,2l3748,4353r29,3l3802,4359r18,5l3820,4364r-1,l3817,4364r-2,l3812,4364r-2,l3809,4364r-2,l3807,4364r2,l3814,4366r5,l3827,4367r10,7l3842,4389r5,22l3848,4439r2,33l3850,4510r,40l3848,4591r,42l3847,4674r,40l3847,4750r1,32l3853,4810r14,98l3868,4982r-5,75l3855,5131r-2,20l3853,5163r2,8l3857,5174r1,5l3860,5188r,11l3858,5219r-1,38l3858,5297r,40l3855,5378r-10,37l3835,5428r-16,11l3797,5448r-26,5l3743,5456r-30,3l3663,5461r-48,2l3425,5466r-27,l3363,5466r-43,l3274,5466r-48,l3181,5464r-43,l3102,5464r-27,-1l2888,5454r-456,2l2314,5454r-21,l2269,5453r-24,l2221,5449r-23,-3l2180,5441r-15,-8l2157,5421r-10,-26l2144,5368r,-28l2144,5314r,-37l2142,5247r-2,-25l2137,5199r-3,-25l2130,5145r-1,-37l2132,5057r5,-52l2142,4956r,-53l2139,4850r-2,-70l2132,4712r-2,-43l2129,4629r-2,-38l2127,4551r2,-44l2134,4483r8,-21l2152,4439r1,-14l2155,4412r,-15l2160,4384r12,-12l2190,4364r23,-5l2240,4358r26,-2l2294,4356r27,2l2344,4358r116,1l2680,4354r63,l2806,4356r66,3l2938,4361r159,-2l3119,4359r31,l3188,4358r41,l3271,4356r41,l3350,4354r32,l3403,4354r81,-1l3567,4353r20,l3613,4353r32,-2l3680,4351xm1553,2895r34,l1621,2896r29,2l1675,2903r18,5l1693,2908r-1,l1690,2908r-2,l1685,2908r-2,l1680,2908r,l1680,2908r2,l1685,2908r7,1l1700,2911r8,7l1715,2933r5,21l1721,2982r2,33l1723,3054r,39l1721,3135r-1,41l1720,3218r,39l1720,3294r1,31l1725,3353r15,97l1741,3526r-5,74l1728,3675r-2,20l1726,3706r2,7l1730,3718r1,5l1731,3731r2,12l1731,3761r-1,38l1731,3841r,39l1728,3920r-10,38l1708,3972r-16,11l1669,3990r-25,6l1614,4000r-28,3l1536,4005r-48,1l1298,4010r-27,l1235,4010r-42,l1147,4010r-48,-2l1053,4008r-42,l975,4008r-27,-2l761,3998r-458,l187,3998r-21,-2l142,3996r-24,-1l94,3993r-23,-3l53,3985r-15,-9l28,3965r-8,-27l17,3912r,-28l17,3857r,-38l15,3791r-2,-25l10,3743,7,3718,3,3688,2,3652r1,-52l10,3549r5,-51l15,3445r-3,-53l8,3324,5,3256,3,3211,2,3173,,3133r,-40l2,3050r5,-23l15,3006r8,-24l26,2969r,-13l28,2941r5,-13l45,2916r18,-8l86,2903r25,-2l139,2900r28,l194,2901r23,l333,2903r218,-5l616,2898r63,l745,2903r66,1l970,2903r22,l1023,2903r36,-2l1101,2901r43,-1l1185,2900r38,-2l1253,2898r23,-2l1357,2895r83,1l1460,2896r26,l1518,2895r35,xm3680,2895r34,l3748,2896r29,2l3802,2901r18,7l3820,2908r-1,l3817,2908r-2,l3812,2908r-2,l3809,2908r-2,l3807,2908r2,l3814,2908r5,1l3827,2911r10,7l3842,2933r5,21l3848,2982r2,33l3850,3054r,39l3848,3135r,41l3847,3218r,39l3847,3294r1,31l3853,3353r14,97l3868,3526r-5,74l3855,3675r-2,20l3853,3706r2,7l3857,3718r1,5l3860,3731r,12l3858,3761r-1,38l3858,3841r,39l3855,3920r-10,38l3835,3972r-16,11l3797,3990r-26,6l3743,4000r-30,3l3663,4005r-48,1l3425,4010r-27,l3363,4010r-43,l3274,4010r-48,-2l3181,4008r-43,l3102,4008r-27,-2l2888,3998r-456,l2314,3998r-21,-2l2269,3996r-24,-1l2221,3993r-23,-3l2180,3985r-15,-9l2157,3965r-10,-27l2144,3912r,-28l2144,3857r,-38l2142,3791r-2,-25l2137,3743r-3,-25l2130,3688r-1,-36l2132,3600r5,-51l2142,3498r,-53l2139,3392r-2,-68l2132,3256r-2,-45l2129,3173r-2,-40l2127,3093r2,-43l2134,3027r8,-21l2152,2982r1,-13l2155,2956r,-15l2160,2928r12,-12l2190,2908r23,-5l2240,2901r26,-1l2294,2900r27,1l2344,2901r116,2l2680,2898r63,l2806,2898r66,5l2938,2904r159,-1l3119,2903r31,l3188,2901r41,l3271,2900r41,l3350,2898r32,l3403,2896r81,-1l3567,2896r20,l3613,2896r32,-1l3680,2895xm1553,1428r34,l1621,1430r29,2l1675,1437r18,4l1693,1441r-1,l1690,1441r-2,l1685,1441r-2,l1680,1441r,l1680,1441r2,l1685,1443r7,l1700,1445r8,6l1715,1466r5,22l1721,1516r2,33l1723,1587r,40l1721,1668r-1,42l1720,1751r,40l1720,1828r1,31l1725,1887r15,98l1741,2059r-5,75l1728,2209r-2,19l1726,2240r2,8l1730,2252r1,5l1731,2265r2,12l1731,2296r-1,37l1731,2374r,40l1728,2455r-10,37l1708,2505r-16,12l1669,2525r-25,5l1614,2533r-28,4l1536,2538r-48,2l1298,2543r-27,l1235,2543r-42,l1147,2543r-48,l1053,2542r-42,l975,2542r-27,-2l761,2532r-458,l187,2532r-21,l142,2530r-24,l94,2527r-23,-4l53,2518r-15,-8l28,2499r-8,-27l17,2446r,-29l17,2391r,-37l15,2325r-2,-25l10,2277,7,2252,3,2222,2,2185r1,-51l10,2083r5,-50l15,1980r-3,-55l8,1857,5,1789,3,1746,2,1707,,1668r,-39l2,1584r5,-23l15,1539r8,-23l26,1503r,-13l28,1475r5,-14l45,1450r18,-9l86,1437r25,-2l139,1433r28,l194,1435r23,l333,1437r218,-5l616,1432r63,1l745,1437r66,1l970,1437r22,l1023,1437r36,-2l1101,1435r43,-2l1185,1433r38,-1l1253,1432r23,l1357,1430r83,l1460,1430r26,l1518,1428r35,xm3680,1428r34,l3748,1430r29,2l3802,1437r18,4l3820,1441r-1,l3817,1441r-2,l3812,1441r-2,l3809,1441r-2,l3807,1441r2,l3814,1443r5,l3827,1445r10,6l3842,1466r5,22l3848,1516r2,33l3850,1587r,40l3848,1668r,42l3847,1751r,40l3847,1828r1,31l3853,1887r14,98l3868,2059r-5,75l3855,2209r-2,19l3853,2240r2,8l3857,2252r1,5l3860,2265r,12l3858,2296r-1,37l3858,2374r,40l3855,2455r-10,37l3835,2505r-16,12l3797,2525r-26,5l3743,2533r-30,4l3615,2540r-190,3l3398,2543r-35,l3320,2543r-46,l3226,2543r-45,-1l3138,2542r-36,l3075,2540r-187,-8l2432,2532r-118,l2293,2532r-24,-2l2245,2530r-24,-3l2198,2523r-18,-5l2165,2510r-8,-11l2147,2472r-3,-26l2144,2417r,-26l2144,2354r-2,-29l2140,2300r-3,-23l2134,2252r-4,-30l2129,2185r3,-51l2137,2083r5,-50l2142,1980r-3,-55l2137,1857r-5,-68l2130,1746r-1,-39l2127,1668r,-39l2129,1584r5,-23l2142,1539r10,-23l2153,1503r2,-13l2155,1475r5,-14l2172,1450r18,-9l2213,1437r27,-2l2266,1433r28,l2321,1435r23,l2460,1437r220,-5l2743,1432r63,1l2872,1437r66,1l3097,1437r22,l3150,1437r38,-2l3229,1435r42,-2l3312,1433r38,-1l3382,1432r21,l3484,1430r83,l3587,1430r26,l3645,1428r35,xm1553,r34,l1621,2r29,1l1675,7r18,6l1693,13r-1,l1690,13r-2,l1685,13r-2,l1680,13r,l1680,13r2,l1685,13r7,2l1700,17r8,6l1715,38r5,22l1721,88r2,33l1723,159r,40l1721,240r-1,42l1720,323r,40l1720,399r1,32l1725,459r15,96l1741,631r-5,75l1728,780r-2,20l1726,812r2,6l1730,823r1,5l1731,837r2,11l1731,867r-1,38l1731,946r,40l1728,1026r-10,38l1708,1077r-16,12l1669,1095r-25,7l1614,1105r-28,3l1536,1110r-48,2l1298,1115r-27,l1235,1115r-42,l1147,1115r-48,-2l1053,1113r-42,l975,1113r-27,-1l761,1103r-458,l187,1103r-21,-1l142,1102r-24,-2l94,1099r-23,-4l53,1090r-15,-8l28,1070r-8,-26l17,1017r,-28l17,963r,-38l15,896,13,872,10,848,7,823,3,794,2,757,3,706r7,-52l15,603r,-53l12,497,8,429,5,361,3,316,2,278,,239,,199,2,156,7,133r8,-22l23,88,26,75r,-14l28,46,33,33,45,22,63,13,86,8,111,7,139,5r28,l194,7r23,l333,8,551,3r65,l679,3r66,5l811,10,970,8r22,l1023,7r36,l1101,7r43,-2l1185,5r38,-2l1253,3r23,-1l1357,r83,2l1460,2r26,l1518,r35,xm3680,r34,l3748,2r29,1l3802,7r18,6l3820,13r-1,l3817,13r-2,l3812,13r-2,l3809,13r-2,l3807,13r2,l3814,13r5,2l3827,17r10,6l3842,38r5,22l3848,88r2,33l3850,159r,40l3848,240r,42l3847,323r,40l3847,399r1,32l3853,459r14,96l3868,631r-5,75l3855,780r-2,20l3853,812r2,6l3857,823r1,5l3860,837r,11l3858,867r-1,38l3858,946r,40l3855,1026r-10,38l3835,1077r-16,12l3797,1095r-26,7l3743,1105r-30,3l3663,1110r-48,2l3425,1115r-27,l3363,1115r-43,l3274,1115r-48,-2l3181,1113r-43,l3102,1113r-27,-1l2888,1103r-456,l2314,1103r-21,-1l2269,1102r-24,-2l2221,1099r-23,-4l2180,1090r-15,-8l2157,1070r-10,-26l2144,1017r,-28l2144,963r,-38l2142,896r-2,-24l2137,848r-3,-25l2130,794r-1,-37l2132,706r5,-52l2142,603r,-53l2139,497r-2,-68l2132,361r-2,-45l2129,278r-2,-39l2127,199r2,-43l2134,133r8,-22l2152,88r1,-13l2155,61r,-15l2160,33r12,-11l2190,13r23,-5l2240,7r26,-2l2294,5r27,2l2344,7r116,1l2680,3r63,l2806,3r66,5l2938,10,3097,8r22,l3150,7r38,l3229,7r42,-2l3312,5r38,-2l3382,3r21,-1l3484,r83,2l3587,2r26,l3645,r35,xe" fillcolor="white [3212]" strokecolor="white" strokeweight="0">
                    <v:path arrowok="t" o:connecttype="custom" o:connectlocs="2686050,6931025;2755900,8027988;2609850,8656638;263525,8658225;3175,8108950;44450,6980238;1624013,6919913;6035675,6919913;6108700,7046913;6122988,8213725;5437188,8677275;3460750,8637588;3395663,7699375;3556000,6918325;5318125,6911975;2679700,4616450;2730500,5041900;2746375,6030913;1744663,6362700;26988,6165850;0,4973638;528638,4608513;2317750,4597400;6043613,4616450;6116638,5322888;6088063,6305550;4584700,6346825;3392488,5942013;3416300,4733925;4664075,4610100;2519363,2266950;2711450,2303463;2740025,3536950;2517775,4027488;187325,4016375;15875,3306763;71438,2301875;1747838,2278063;6064250,2287588;6111875,2519363;6127750,3595688;5270500,4037013;3408363,3924300;3381375,2771775;3684588,2278063;5530850,2270125;2667000,20638;2730500,633413;2743200,1628775;1547813,1766888;23813,1422400;11113,211138;1077913,4763;2465388,0;6062663,23813;6132513,1120775;5986463,1749425;3640138,1749425;3379788,1201738;3421063,73025;5000625,11113" o:connectangles="0,0,0,0,0,0,0,0,0,0,0,0,0,0,0,0,0,0,0,0,0,0,0,0,0,0,0,0,0,0,0,0,0,0,0,0,0,0,0,0,0,0,0,0,0,0,0,0,0,0,0,0,0,0,0,0,0,0,0,0,0"/>
                    <o:lock v:ext="edit" verticies="t"/>
                  </v:shape>
                  <v:group id="Group 5" o:spid="_x0000_s1063" style="position:absolute;left:4333;top:4333;width:60183;height:85360" coordorigin="4333,4333" coordsize="60182,85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Freeform 6" o:spid="_x0000_s1064" style="position:absolute;left:4333;top:73167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Yv8YA&#10;AADaAAAADwAAAGRycy9kb3ducmV2LnhtbESPT2vCQBTE74V+h+UVehHdKGhMdJWitNhDwb+Q4yP7&#10;TEKzb0N2a2I/fbdQ6HGYmd8wy3VvanGj1lWWFYxHEQji3OqKCwXn0+twDsJ5ZI21ZVJwJwfr1ePD&#10;ElNtOz7Q7egLESDsUlRQet+kUrq8JINuZBvi4F1ta9AH2RZSt9gFuKnlJIpm0mDFYaHEhjYl5Z/H&#10;L6NgkPX7uXt7zz7iwffF3uOk3k4TpZ6f+pcFCE+9/w//tXdawQx+r4Qb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5Yv8YAAADaAAAADwAAAAAAAAAAAAAAAACYAgAAZHJz&#10;L2Rvd25yZXYueG1sUEsFBgAAAAAEAAQA9QAAAIsDAAAAAA==&#10;" path="m439,9r-95,l255,10r-84,2l129,14,91,19,53,29,41,32,31,38r-8,9l20,52r-2,6l17,63r-4,9l12,82,8,116r,33l8,183r,31l7,244,5,272,3,300,2,367r,54l3,464r,27l3,509r2,10l5,524r,3l5,539r2,18l8,582r2,31l12,652r1,44l15,719r,27l12,802r-2,62l12,930r1,35l20,1001r2,5l25,1013r3,5l31,1019r4,4l38,1023r5,l53,1024r2,2l55,1024r,2l55,1028r,1l55,1029r1,l94,1034r42,2l222,1036r43,l310,1036r94,-2l500,1033r99,-2l704,1029r105,-1l917,1029r56,2l1028,1034r113,l1256,1031r58,l1372,1031r119,2l1549,1031r30,-3l1594,1024r12,-8l1621,1003r9,-17l1637,968r7,-30l1647,908r2,-59l1647,787r-8,-121l1632,545r-6,-122l1624,393r,-30l1624,302r3,-121l1629,121r-2,-29l1622,62r-1,-7l1617,48r-3,-5l1609,38r-8,-4l1592,30r-8,-3l1554,22r-29,-2l1407,19r-116,l1175,19r-223,l924,19,897,17,843,15,738,10r-104,l535,9r-96,xm470,l601,2,738,4,844,7r53,3l925,10r27,l1175,10r116,l1407,12r119,2l1556,15r30,5l1601,25r13,9l1619,38r5,7l1627,53r2,7l1635,90r,31l1634,181r-4,121l1630,363r,30l1630,423r5,122l1642,666r8,121l1652,849r-2,59l1647,938r-7,30l1632,986r-10,18l1607,1019r-13,7l1579,1029r-30,5l1491,1036r-119,-2l1314,1034r-58,2l1141,1038r-113,1l972,1036r-55,-2l809,1034r-105,2l566,1038r-131,3l310,1041r-45,l222,1041r-86,l94,1039r-39,-5l45,1031r-2,-2l41,1029r,2l41,1029r,-1l41,1028r-3,-2l33,1026r-3,-2l27,1023r-2,-4l22,1014r-4,-6l17,1003,10,966,8,930r,-66l10,802r3,-56l13,719,12,696,10,652,8,613,7,582,5,557r,-18l3,527r,-3l3,519r,-10l2,491r,-27l,421,,367,,300,2,272,3,244,5,214r,-31l5,149r,-33l8,80,13,63,15,53r2,-3l20,45,28,35,40,29,51,24,89,15r40,-5l171,7,255,4,344,2,470,xe" filled="f" strokecolor="black [3213]" strokeweight="0">
                      <v:path arrowok="t" o:connecttype="custom" o:connectlocs="271463,19050;65088,50800;28575,92075;12700,184150;11113,387350;3175,668338;7938,823913;11113,884238;20638,1104900;15875,1371600;34925,1597025;55563,1624013;87313,1628775;87313,1633538;215900,1644650;641350,1641475;1284288,1631950;1811338,1641475;2366963,1639888;2549525,1612900;2609850,1489075;2601913,1057275;2578100,576263;2582863,146050;2562225,68263;2514600,42863;2049463,30163;1423988,26988;849313,14288;1171575,6350;1511300,15875;2422525,22225;2562225,53975;2586038,95250;2587625,479425;2595563,865188;2619375,1441450;2574925,1593850;2459038,1641475;1993900,1644650;1455738,1641475;690563,1652588;215900,1652588;68263,1633538;65088,1631950;47625,1625600;28575,1600200;12700,1371600;19050,1104900;7938,884238;4763,823913;0,668338;4763,387350;7938,184150;26988,79375;80963,38100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7" o:spid="_x0000_s1065" style="position:absolute;left:38258;top:73167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Zg6MQA&#10;AADaAAAADwAAAGRycy9kb3ducmV2LnhtbESPQWsCMRSE74L/ITzBS6nZ2mJ1NUrRCkKp0K0Hj4/N&#10;c7O4eVk2UVd/vSkUPA4z8w0zW7S2EmdqfOlYwcsgAUGcO11yoWD3u34eg/ABWWPlmBRcycNi3u3M&#10;MNXuwj90zkIhIoR9igpMCHUqpc8NWfQDVxNH7+AaiyHKppC6wUuE20oOk2QkLZYcFwzWtDSUH7OT&#10;VTB5rW9Of76ZbFV8D8s9PY3XX1ul+r32YwoiUBse4f/2Rit4h78r8Qb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mYOjEAAAA2gAAAA8AAAAAAAAAAAAAAAAAmAIAAGRycy9k&#10;b3ducmV2LnhtbFBLBQYAAAAABAAEAPUAAACJAwAAAAA=&#10;" path="m439,9r-93,l257,10r-85,2l131,14,91,19,55,29,43,32,31,38r-8,9l21,52r-1,6l17,63r-2,9l13,82r-3,34l8,149r2,34l10,214,7,244,5,272,3,300,2,367r1,54l3,464r2,27l5,509r,10l5,524r,3l7,539r,18l8,582r2,31l12,652r3,44l17,719r-2,27l13,802r-1,62l12,930r3,35l21,1001r2,5l26,1013r2,5l31,1019r4,4l40,1023r5,l55,1024r1,2l56,1024r,2l56,1028r,1l56,1029r,l96,1034r41,2l222,1036r44,l311,1036r93,-2l502,1033r99,-2l703,1029r106,-1l919,1029r54,2l1030,1034r112,l1256,1031r60,l1374,1031r117,2l1551,1031r30,-3l1594,1024r13,-8l1620,1003r10,-17l1639,968r6,-30l1649,908r1,-59l1649,787,1639,666r-7,-121l1627,423r-2,-30l1625,363r,-61l1629,181r,-60l1629,92r-5,-30l1622,55r-3,-7l1616,43r-5,-5l1602,34r-8,-4l1584,27r-28,-5l1526,20,1409,19r-118,l1177,19r-224,l925,19,899,17,844,15,738,10r-102,l536,9r-97,xm472,l602,2,738,4,844,7r55,3l925,10r28,l1177,10r114,l1409,12r117,2l1556,15r30,5l1601,25r15,9l1620,38r5,7l1627,53r3,7l1635,90r,31l1634,181r-4,121l1630,363r,30l1632,423r5,122l1644,666r8,121l1654,849r-2,59l1647,938r-7,30l1634,986r-10,18l1609,1019r-13,7l1581,1029r-30,5l1491,1036r-117,-2l1316,1034r-60,2l1142,1038r-112,1l973,1036r-54,-2l809,1034r-106,2l568,1038r-131,3l311,1041r-45,l222,1041r-85,l96,1039r-40,-5l46,1031r-1,-2l43,1029r,2l43,1029r-2,-1l41,1028r-1,-2l35,1026r-4,-2l28,1023r-2,-4l23,1014r-3,-6l18,1003,12,966,8,930r,-66l12,802r1,-56l13,719r,-23l12,652,8,613r,-31l7,557,5,539r,-12l5,524r,-5l5,509,3,491r,-27l2,421,,367,2,300,3,272,5,244,7,214r,-31l5,149,7,116,10,80,13,63,17,53r1,-3l21,45,30,35,41,29,53,24,91,15r40,-5l172,7,257,4,346,2,472,xe" filled="f" strokecolor="black [3213]" strokeweight="0">
                      <v:path arrowok="t" o:connecttype="custom" o:connectlocs="273050,19050;68263,50800;31750,92075;15875,184150;11113,387350;4763,668338;7938,823913;11113,884238;23813,1104900;19050,1371600;36513,1597025;55563,1624013;88900,1628775;88900,1633538;217488,1644650;641350,1641475;1284288,1631950;1812925,1641475;2366963,1639888;2551113,1612900;2611438,1489075;2601913,1057275;2579688,576263;2586038,146050;2565400,68263;2514600,42863;2049463,30163;1427163,26988;850900,14288;1171575,6350;1512888,15875;2422525,22225;2565400,53975;2587625,95250;2587625,479425;2598738,865188;2622550,1441450;2578100,1593850;2462213,1641475;1993900,1644650;1458913,1641475;693738,1652588;217488,1652588;71438,1633538;65088,1631950;49213,1625600;31750,1600200;12700,1371600;20638,1104900;11113,884238;7938,823913;3175,668338;7938,387350;11113,184150;28575,79375;84138,38100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8" o:spid="_x0000_s1066" style="position:absolute;left:4333;top:50339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1pVsEA&#10;AADaAAAADwAAAGRycy9kb3ducmV2LnhtbERPy4rCMBTdD/gP4QpuRNMRHGs1yjCi6ELwCS4vzbUt&#10;09yUJmqdr58sBJeH857OG1OKO9WusKzgsx+BIE6tLjhTcDouezEI55E1lpZJwZMczGetjykm2j54&#10;T/eDz0QIYZeggtz7KpHSpTkZdH1bEQfuamuDPsA6k7rGRwg3pRxE0Zc0WHBoyLGin5zS38PNKOhe&#10;ml3sVpvLdtT9O9vnaFwuhmOlOu3mewLCU+Pf4pd7rRWEreFKuA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9aVbBAAAA2gAAAA8AAAAAAAAAAAAAAAAAmAIAAGRycy9kb3du&#10;cmV2LnhtbFBLBQYAAAAABAAEAPUAAACGAwAAAAA=&#10;" path="m439,7l344,9r-89,l171,12r-42,1l91,18,53,27,41,32,31,38r-8,9l20,52r-2,5l17,63r-4,8l12,80,8,115r,34l8,182r,32l7,244,5,272,3,300,2,365r,54l3,464r,25l3,507r2,12l5,522r,3l5,537r2,18l8,580r2,32l12,651r1,43l15,719r,27l12,802r-2,61l12,930r1,35l20,999r2,7l25,1011r3,5l31,1019r4,2l38,1023r5,l53,1024r2,l55,1024r,l55,1027r,2l55,1029r1,l94,1034r42,2l222,1036r43,-2l310,1036r94,-2l500,1031r99,-2l704,1027r105,l917,1027r56,4l1028,1032r113,l1256,1031r58,-2l1372,1029r119,3l1549,1031r30,-4l1594,1023r12,-7l1621,1003r9,-19l1637,966r7,-28l1647,908r2,-61l1647,787r-8,-121l1632,544r-6,-121l1624,393r,-32l1624,302r3,-121l1629,120r-2,-30l1622,62r-1,-7l1617,48r-3,-6l1609,38r-8,-5l1592,30r-8,-3l1554,22r-29,-2l1407,18,1291,17r-116,l952,18r-28,l897,17,843,13,738,10,634,9r-99,l439,7xm470,l601,,738,2,844,7r53,2l925,10r27,l1175,10r116,l1407,10r119,2l1556,15r30,5l1601,25r13,7l1619,38r5,7l1627,52r2,8l1635,90r,30l1634,181r-4,121l1630,361r,32l1630,423r5,121l1642,666r8,121l1652,847r-2,61l1647,938r-7,30l1632,986r-10,18l1607,1018r-13,8l1579,1029r-30,5l1491,1034r-119,-2l1314,1032r-58,2l1141,1037r-113,l972,1036r-55,-4l809,1032r-105,2l566,1037r-131,2l310,1041r-45,l222,1041r-86,l94,1037r-39,-5l45,1031r-2,-2l41,1029r,l41,1029r,-3l41,1026r-3,l33,1024r-3,-1l27,1021r-2,-2l22,1013r-4,-5l17,1001,10,965,8,930r,-67l10,800r3,-54l13,719,12,694,10,651,8,613,7,580,5,555r,-18l3,525r,-3l3,519r,-12l2,489r,-25l,421,,365,,298,2,272,3,244,5,214r,-32l5,149r,-34l8,80,13,62r2,-9l17,48r3,-3l28,35,40,28,51,23,89,13,129,9,171,7,255,4,344,2,470,xe" filled="f" strokecolor="black [3213]" strokeweight="0">
                      <v:path arrowok="t" o:connecttype="custom" o:connectlocs="271463,19050;65088,50800;28575,90488;12700,182563;11113,387350;3175,665163;7938,823913;11113,881063;20638,1101725;15875,1370013;34925,1597025;55563,1620838;87313,1625600;87313,1633538;215900,1644650;641350,1641475;1284288,1630363;1811338,1638300;2366963,1638300;2549525,1612900;2609850,1489075;2601913,1057275;2578100,573088;2582863,142875;2562225,66675;2514600,42863;2049463,26988;1423988,26988;849313,14288;1171575,3175;1511300,15875;2422525,19050;2562225,50800;2586038,95250;2587625,479425;2595563,863600;2619375,1441450;2574925,1593850;2459038,1641475;1993900,1641475;1455738,1638300;690563,1649413;215900,1652588;68263,1633538;65088,1628775;47625,1624013;28575,1600200;12700,1370013;19050,1101725;7938,881063;4763,823913;0,668338;4763,387350;7938,182563;26988,76200;80963,36513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9" o:spid="_x0000_s1067" style="position:absolute;left:38258;top:50339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RAcQA&#10;AADaAAAADwAAAGRycy9kb3ducmV2LnhtbESPQWvCQBSE74L/YXmFXqRuGoto6hqkrVAQhUYPHh/Z&#10;12xo9m3IbjX217sFweMw880wi7y3jThR52vHCp7HCQji0umaKwWH/fppBsIHZI2NY1JwIQ/5cjhY&#10;YKbdmb/oVIRKxBL2GSowIbSZlL40ZNGPXUscvW/XWQxRdpXUHZ5juW1kmiRTabHmuGCwpTdD5U/x&#10;axXMJ+2f0x8vpnivtml9pNFsvdkp9fjQr15BBOrDPXyjP3Xk4P9Kv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1UQHEAAAA2gAAAA8AAAAAAAAAAAAAAAAAmAIAAGRycy9k&#10;b3ducmV2LnhtbFBLBQYAAAAABAAEAPUAAACJAwAAAAA=&#10;" path="m439,7l346,9r-89,l172,12r-41,1l91,18,55,27,43,32,31,38r-8,9l21,52r-1,5l17,63r-2,8l13,80r-3,35l8,149r2,33l10,214,7,244,5,272,3,300,2,365r1,54l3,464r2,25l5,507r,12l5,522r,3l7,537r,18l8,580r2,32l12,651r3,43l17,719r-2,27l13,802r-1,61l12,930r3,35l21,999r2,7l26,1011r2,5l31,1019r4,2l40,1023r5,l55,1024r1,l56,1024r,l56,1027r,2l56,1029r,l96,1034r41,2l222,1036r44,-2l311,1036r93,-2l502,1031r99,-2l703,1027r106,l919,1027r54,4l1030,1032r112,l1256,1031r60,-2l1374,1029r117,3l1551,1031r30,-4l1594,1023r13,-7l1620,1003r10,-19l1639,966r6,-28l1649,908r1,-61l1649,787,1639,666r-7,-122l1627,423r-2,-30l1625,361r,-59l1629,181r,-61l1629,90r-5,-28l1622,55r-3,-7l1616,42r-5,-4l1602,33r-8,-3l1584,27r-28,-5l1526,20,1409,18,1291,17r-114,l953,18r-28,l899,17,844,13,738,10,636,9,536,9,439,7xm472,l602,,738,2,844,7r55,2l925,10r28,l1177,10r114,l1409,10r117,2l1556,15r30,5l1601,25r15,7l1620,38r5,7l1627,52r3,8l1635,90r,30l1634,181r-4,121l1630,361r,32l1632,423r5,121l1644,666r8,121l1654,847r-2,61l1647,938r-7,30l1634,986r-10,18l1609,1018r-13,8l1581,1029r-30,5l1491,1034r-117,-2l1316,1032r-60,2l1142,1037r-112,l973,1036r-54,-4l809,1032r-106,2l568,1037r-131,2l311,1041r-45,l222,1041r-85,l96,1037r-40,-5l46,1031r-1,-2l43,1029r,l43,1029r-2,-3l41,1026r-1,l35,1024r-4,-1l28,1021r-2,-2l23,1013r-3,-5l18,1001,12,965,8,930r,-67l12,800r1,-54l13,719r,-25l12,651,8,613r,-33l7,555,5,537r,-12l5,522r,-3l5,507,3,489r,-25l2,421,,365,2,298,3,272,5,244,7,214r,-32l5,149,7,115,10,80,13,62r4,-9l18,48r3,-3l30,35,41,28,53,23,91,13,131,9,172,7,257,4,346,2,472,xe" filled="f" strokecolor="black [3213]" strokeweight="0">
                      <v:path arrowok="t" o:connecttype="custom" o:connectlocs="273050,19050;68263,50800;31750,90488;15875,182563;11113,387350;4763,665163;7938,823913;11113,881063;23813,1101725;19050,1370013;36513,1597025;55563,1620838;88900,1625600;88900,1633538;217488,1644650;641350,1641475;1284288,1630363;1812925,1638300;2366963,1638300;2551113,1612900;2611438,1489075;2601913,1057275;2579688,573088;2586038,142875;2565400,66675;2514600,42863;2049463,26988;1427163,26988;850900,14288;1171575,3175;1512888,15875;2422525,19050;2565400,50800;2587625,95250;2587625,479425;2598738,863600;2622550,1441450;2578100,1593850;2462213,1641475;1993900,1641475;1458913,1638300;693738,1649413;217488,1652588;71438,1633538;65088,1628775;49213,1624013;31750,1600200;12700,1370013;20638,1101725;11113,881063;7938,823913;3175,668338;7938,387350;11113,182563;28575,76200;84138,36513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10" o:spid="_x0000_s1068" style="position:absolute;left:4333;top:27035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0yccA&#10;AADbAAAADwAAAGRycy9kb3ducmV2LnhtbESPT2vCQBDF74V+h2UKXkQ3LVhj6iqlRdGD0PoHPA7Z&#10;aRKanQ3ZVWM/fecgeJvhvXnvN9N552p1pjZUng08DxNQxLm3FRcG9rvFIAUVIrLF2jMZuFKA+ezx&#10;YYqZ9Rf+pvM2FkpCOGRooIyxybQOeUkOw9A3xKL9+NZhlLUttG3xIuGu1i9J8qodViwNJTb0UVL+&#10;uz05A/1j95WG5fq4Gff/Dv46ntSfo4kxvafu/Q1UpC7ezbfrlRV8oZdfZAA9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M9MnHAAAA2wAAAA8AAAAAAAAAAAAAAAAAmAIAAGRy&#10;cy9kb3ducmV2LnhtbFBLBQYAAAAABAAEAPUAAACMAwAAAAA=&#10;" path="m439,9r-95,l255,10r-84,2l129,13,91,18,53,27,41,32,31,38r-8,9l20,52r-2,6l17,63r-4,8l12,81,8,116r,33l8,182r,32l7,244,5,272,3,300,2,365r,56l3,464r,25l3,507r2,12l5,522r,5l5,537r2,18l8,582r2,31l12,651r1,45l15,719r,27l12,802r-2,61l12,930r1,35l20,1001r2,5l25,1011r3,5l31,1019r4,2l38,1023r5,l53,1024r2,l55,1024r,2l55,1027r,2l55,1029r1,l94,1034r42,2l222,1036r43,l310,1036r94,-2l500,1032r99,-1l704,1027r105,l917,1027r56,4l1028,1034r113,-2l1256,1031r58,-2l1372,1031r119,1l1549,1031r30,-4l1594,1023r12,-7l1621,1003r9,-17l1637,966r7,-28l1647,908r2,-61l1647,787r-8,-121l1632,545r-6,-122l1624,393r,-32l1624,302r3,-121l1629,120r-2,-30l1622,62r-1,-7l1617,48r-3,-5l1609,38r-8,-5l1592,30r-8,-3l1554,22r-29,-2l1407,18r-116,l1175,18r-223,l924,18,897,17,843,13,738,10,634,9r-99,l439,9xm470,l601,,738,2,844,7r53,2l925,10r27,l1175,10r116,l1407,10r119,3l1556,15r30,5l1601,25r13,7l1619,38r5,7l1627,53r2,7l1635,90r,30l1634,181r-4,121l1630,361r,32l1630,423r5,121l1642,666r8,121l1652,847r-2,61l1647,938r-7,30l1632,986r-10,18l1607,1018r-13,8l1579,1029r-30,5l1491,1036r-119,-2l1314,1034r-58,l1141,1037r-113,2l972,1036r-55,-2l809,1034r-105,l566,1037r-131,4l310,1041r-45,l222,1041r-86,l94,1039r-39,-7l45,1031r-2,-2l41,1029r,l41,1029r,-2l41,1026r-3,l33,1026r-3,-2l27,1021r-2,-2l22,1013r-4,-5l17,1001,10,965,8,930r,-67l10,802r3,-56l13,719,12,696,10,651,8,613,7,582,5,555r,-18l3,527r,-5l3,519r,-12l2,489r,-25l,421,,365,,300,2,272,3,244,5,214r,-32l5,149r,-34l8,80,13,62r2,-9l17,48r3,-3l28,35,40,28,51,23,89,13r40,-3l171,7,255,4,344,2,470,xe" filled="f" strokecolor="black [3213]" strokeweight="0">
                      <v:path arrowok="t" o:connecttype="custom" o:connectlocs="271463,19050;65088,50800;28575,92075;12700,184150;11113,387350;3175,668338;7938,823913;11113,881063;20638,1104900;15875,1370013;34925,1597025;55563,1620838;87313,1625600;87313,1633538;215900,1644650;641350,1641475;1284288,1630363;1811338,1638300;2366963,1638300;2549525,1612900;2609850,1489075;2601913,1057275;2578100,573088;2582863,142875;2562225,68263;2514600,42863;2049463,28575;1423988,26988;849313,14288;1171575,3175;1511300,15875;2422525,20638;2562225,50800;2586038,95250;2587625,479425;2595563,863600;2619375,1441450;2574925,1593850;2459038,1641475;1993900,1641475;1455738,1641475;690563,1652588;215900,1652588;68263,1633538;65088,1630363;47625,1625600;28575,1600200;12700,1370013;19050,1104900;7938,881063;4763,823913;0,668338;4763,387350;7938,182563;26988,76200;80963,36513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11" o:spid="_x0000_s1069" style="position:absolute;left:38258;top:27035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1D8MA&#10;AADbAAAADwAAAGRycy9kb3ducmV2LnhtbERPTWsCMRC9C/6HMEIvRbNaEV2NIrZCQVpw9eBx2Iyb&#10;xc1k2aS67a83QsHbPN7nLFatrcSVGl86VjAcJCCIc6dLLhQcD9v+FIQPyBorx6Tglzyslt3OAlPt&#10;brynaxYKEUPYp6jAhFCnUvrckEU/cDVx5M6usRgibAqpG7zFcFvJUZJMpMWSY4PBmjaG8kv2YxXM&#10;3uo/pz/GJnsvvkbliV6n2923Ui+9dj0HEagNT/G/+1PH+U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b1D8MAAADbAAAADwAAAAAAAAAAAAAAAACYAgAAZHJzL2Rv&#10;d25yZXYueG1sUEsFBgAAAAAEAAQA9QAAAIgDAAAAAA==&#10;" path="m439,9r-93,l257,10r-85,2l131,13,91,18,55,27,43,32,31,38r-8,9l21,52r-1,6l17,63r-2,8l13,81r-3,35l8,149r2,33l10,214,7,244,5,272,3,300,2,365r1,56l3,464r2,25l5,507r,12l5,522r,5l7,537r,18l8,582r2,31l12,651r3,45l17,719r-2,27l13,802r-1,61l12,930r3,35l21,1001r2,5l26,1011r2,5l31,1019r4,2l40,1023r5,l55,1024r1,l56,1024r,2l56,1027r,2l56,1029r,l96,1034r41,2l222,1036r44,l311,1036r93,-2l502,1032r99,-1l703,1027r106,l919,1027r54,4l1030,1034r112,-2l1256,1031r60,-2l1374,1031r117,1l1551,1031r30,-4l1594,1023r13,-7l1620,1003r10,-17l1639,966r6,-28l1649,908r1,-61l1649,787,1639,666r-7,-121l1627,423r-2,-30l1625,361r,-59l1629,181r,-61l1629,90r-5,-28l1622,55r-3,-7l1616,43r-5,-5l1602,33r-8,-3l1584,27r-28,-5l1526,20,1409,18r-118,l1177,18r-224,l925,18,899,17,844,13,738,10,636,9,536,9r-97,xm472,l602,,738,2,844,7r55,2l925,10r28,l1177,10r114,l1409,10r117,3l1556,15r30,5l1601,25r15,7l1620,38r5,7l1627,53r3,7l1635,90r,30l1634,181r-4,121l1630,361r,32l1632,423r5,121l1644,666r8,121l1654,847r-2,61l1647,938r-7,30l1634,986r-10,18l1609,1018r-13,8l1581,1029r-30,5l1491,1036r-117,-2l1316,1034r-60,l1142,1037r-112,2l973,1036r-54,-2l809,1034r-106,l568,1037r-131,4l311,1041r-45,l222,1041r-85,l96,1039r-40,-7l46,1031r-1,-2l43,1029r,l43,1029r-2,-2l41,1026r-1,l35,1026r-4,-2l28,1021r-2,-2l23,1013r-3,-5l18,1001,12,965,8,930r,-67l12,802r1,-56l13,719r,-23l12,651,8,613r,-31l7,555,5,537r,-10l5,522r,-3l5,507,3,489r,-25l2,421,,365,2,300,3,272,5,244,7,214r,-32l5,149,7,115,10,80,13,62r4,-9l18,48r3,-3l30,35,41,28,53,23,91,13r40,-3l172,7,257,4,346,2,472,xe" filled="f" strokecolor="black [3213]" strokeweight="0">
                      <v:path arrowok="t" o:connecttype="custom" o:connectlocs="273050,19050;68263,50800;31750,92075;15875,184150;11113,387350;4763,668338;7938,823913;11113,881063;23813,1104900;19050,1370013;36513,1597025;55563,1620838;88900,1625600;88900,1633538;217488,1644650;641350,1641475;1284288,1630363;1812925,1638300;2366963,1638300;2551113,1612900;2611438,1489075;2601913,1057275;2579688,573088;2586038,142875;2565400,68263;2514600,42863;2049463,28575;1427163,26988;850900,14288;1171575,3175;1512888,15875;2422525,20638;2565400,50800;2587625,95250;2587625,479425;2598738,863600;2622550,1441450;2578100,1593850;2462213,1641475;1993900,1641475;1458913,1641475;693738,1652588;217488,1652588;71438,1633538;65088,1630363;49213,1625600;31750,1600200;12700,1370013;20638,1104900;11113,881063;7938,823913;3175,668338;7938,387350;11113,182563;28575,76200;84138,36513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12" o:spid="_x0000_s1070" style="position:absolute;left:4333;top:4333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PJcMA&#10;AADbAAAADwAAAGRycy9kb3ducmV2LnhtbERPTYvCMBC9L/gfwgh7kTVVcNWuUcRF0YOgroLHoZlt&#10;i82kNFGrv94Igrd5vM8ZTWpTiAtVLresoNOOQBAnVuecKtj/zb8GIJxH1lhYJgU3cjAZNz5GGGt7&#10;5S1ddj4VIYRdjAoy78tYSpdkZNC1bUkcuH9bGfQBVqnUFV5DuClkN4q+pcGcQ0OGJc0ySk67s1HQ&#10;OtabgVusjut+636wt/6w+O0Nlfps1tMfEJ5q/xa/3Esd5nfh+Us4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LPJcMAAADbAAAADwAAAAAAAAAAAAAAAACYAgAAZHJzL2Rv&#10;d25yZXYueG1sUEsFBgAAAAAEAAQA9QAAAIgDAAAAAA==&#10;" path="m439,7l344,9r-89,l171,12r-42,2l91,19,53,27,41,32,31,38r-8,9l20,52r-2,5l17,63r-4,9l12,80,8,115r,34l8,183r,31l7,244,5,272,3,299,2,365r,55l3,464r,25l3,507r2,12l5,522r,4l5,537r2,18l8,580r2,32l12,650r1,45l15,719r,27l12,801r-2,63l12,930r1,35l20,999r2,7l25,1011r3,5l31,1019r4,2l38,1023r5,l53,1024r2,l55,1024r,l55,1028r,l55,1029r1,l94,1034r42,2l222,1036r43,-2l310,1036r94,-2l500,1031r99,-2l704,1028r105,l917,1028r56,3l1028,1033r113,l1256,1031r58,-2l1372,1029r119,4l1549,1031r30,-3l1594,1023r12,-7l1621,1003r9,-18l1637,966r7,-28l1647,908r2,-61l1647,787r-8,-121l1632,544r-6,-121l1624,393r,-31l1624,302r3,-123l1629,120r-2,-30l1622,62r-1,-7l1617,48r-3,-6l1609,38r-8,-4l1592,30r-8,-3l1554,22r-29,-2l1407,19,1291,17r-116,l952,19r-28,l897,17,843,14,738,10,634,9r-99,l439,7xm470,l601,,738,2,844,5r53,4l925,10r27,l1175,10r116,l1407,10r119,2l1556,15r30,5l1601,25r13,7l1619,38r5,7l1627,52r2,8l1635,90r,30l1634,181r-4,121l1630,362r,29l1630,423r5,121l1642,665r8,122l1652,847r-2,61l1647,938r-7,30l1632,986r-10,17l1607,1018r-13,6l1579,1029r-30,5l1491,1034r-119,-1l1314,1033r-58,1l1141,1038r-113,l972,1036r-55,-3l809,1033r-105,1l566,1038r-131,1l310,1041r-45,l222,1041r-86,l94,1038r-39,-5l45,1031r-2,-2l41,1029r,l41,1029r,-3l41,1026r-3,l33,1024r-3,-1l27,1021r-2,-2l22,1013r-4,-5l17,1001,10,965,8,930r,-66l10,801r3,-55l13,719,12,695,10,652,8,612,7,580,5,555r,-18l3,526r,-4l3,519r,-12l2,489r,-25l,420,,365,,299,2,272,3,244,5,214r,-31l5,149r,-34l8,80,13,62r2,-9l17,48r3,-3l28,35,40,29,51,24,89,14,129,9,171,7,255,4,344,2,470,xe" filled="f" strokecolor="black [3213]" strokeweight="0">
                      <v:path arrowok="t" o:connecttype="custom" o:connectlocs="271463,19050;65088,50800;28575,90488;12700,182563;11113,387350;3175,666750;7938,823913;11113,881063;20638,1103313;15875,1371600;34925,1597025;55563,1620838;87313,1625600;87313,1631950;215900,1644650;641350,1641475;1284288,1631950;1811338,1639888;2366963,1639888;2549525,1612900;2609850,1489075;2601913,1057275;2578100,574675;2582863,142875;2562225,66675;2514600,42863;2049463,26988;1423988,26988;849313,14288;1171575,3175;1511300,15875;2422525,19050;2562225,50800;2586038,95250;2587625,479425;2595563,863600;2619375,1441450;2574925,1592263;2459038,1641475;1993900,1641475;1455738,1639888;690563,1649413;215900,1652588;68263,1633538;65088,1628775;47625,1624013;28575,1600200;12700,1371600;19050,1103313;7938,881063;4763,823913;0,666750;4763,387350;7938,182563;26988,76200;80963,38100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13" o:spid="_x0000_s1071" style="position:absolute;left:38258;top:4333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O48MA&#10;AADbAAAADwAAAGRycy9kb3ducmV2LnhtbERPTWsCMRC9C/6HMIKXolm1iK5GkbZCQVpw9eBx2Iyb&#10;xc1k2UTd9tebQsHbPN7nLNetrcSNGl86VjAaJiCIc6dLLhQcD9vBDIQPyBorx6TghzysV93OElPt&#10;7rynWxYKEUPYp6jAhFCnUvrckEU/dDVx5M6usRgibAqpG7zHcFvJcZJMpcWSY4PBmt4M5ZfsahXM&#10;J/Wv0x+vJnsvvsbliV5m2923Uv1eu1mACNSGp/jf/anj/An8/R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jO48MAAADbAAAADwAAAAAAAAAAAAAAAACYAgAAZHJzL2Rv&#10;d25yZXYueG1sUEsFBgAAAAAEAAQA9QAAAIgDAAAAAA==&#10;" path="m439,7l346,9r-89,l172,12r-41,2l91,19,55,27,43,32,31,38r-8,9l21,52r-1,5l17,63r-2,9l13,80r-3,35l8,149r2,34l10,214,7,244,5,272,3,299,2,365r1,55l3,464r2,25l5,507r,12l5,522r,4l7,537r,18l8,580r2,32l12,650r3,45l17,719r-2,27l13,801r-1,63l12,930r3,35l21,999r2,7l26,1011r2,5l31,1019r4,2l40,1023r5,l55,1024r1,l56,1024r,l56,1028r,l56,1029r,l96,1034r41,2l222,1036r44,-2l311,1036r93,-2l502,1031r99,-2l703,1028r106,l919,1028r54,3l1030,1033r112,l1256,1031r60,-2l1374,1029r117,4l1551,1031r30,-3l1594,1023r13,-7l1620,1003r10,-18l1639,966r6,-28l1649,908r1,-61l1649,787,1639,666r-7,-122l1627,423r-2,-30l1625,362r,-60l1629,179r,-59l1629,90r-5,-28l1622,55r-3,-7l1616,42r-5,-4l1602,34r-8,-4l1584,27r-28,-5l1526,20,1409,19,1291,17r-114,l953,19r-28,l899,17,844,14,738,10,636,9,536,9,439,7xm472,l602,,738,2,844,5r55,4l925,10r28,l1177,10r114,l1409,10r117,2l1556,15r30,5l1601,25r15,7l1620,38r5,7l1627,52r3,8l1635,90r,30l1634,181r-4,121l1630,362r,29l1632,423r5,121l1644,665r8,122l1654,847r-2,61l1647,938r-7,30l1634,986r-10,17l1609,1018r-13,6l1581,1029r-30,5l1491,1034r-117,-1l1316,1033r-60,1l1142,1038r-112,l973,1036r-54,-3l809,1033r-106,1l568,1038r-131,1l311,1041r-45,l222,1041r-85,l96,1038r-40,-5l46,1031r-1,-2l43,1029r,l43,1029r-2,-3l41,1026r-1,l35,1024r-4,-1l28,1021r-2,-2l23,1013r-3,-5l18,1001,12,965,8,930r,-66l12,801r1,-55l13,719r,-24l12,652,8,612r,-32l7,555,5,537r,-11l5,522r,-3l5,507,3,489r,-25l2,420,,365,2,299,3,272,5,244,7,214r,-31l5,149,7,115,10,80,13,62r4,-9l18,48r3,-3l30,35,41,29,53,24,91,14,131,9,172,7,257,4,346,2,472,xe" filled="f" strokecolor="black [3213]" strokeweight="0">
                      <v:path arrowok="t" o:connecttype="custom" o:connectlocs="273050,19050;68263,50800;31750,90488;15875,182563;11113,387350;4763,666750;7938,823913;11113,881063;23813,1103313;19050,1371600;36513,1597025;55563,1620838;88900,1625600;88900,1631950;217488,1644650;641350,1641475;1284288,1631950;1812925,1639888;2366963,1639888;2551113,1612900;2611438,1489075;2601913,1057275;2579688,574675;2586038,142875;2565400,66675;2514600,42863;2049463,26988;1427163,26988;850900,14288;1171575,3175;1512888,15875;2422525,19050;2565400,50800;2587625,95250;2587625,479425;2598738,863600;2622550,1441450;2578100,1592263;2462213,1641475;1993900,1641475;1458913,1639888;693738,1649413;217488,1652588;71438,1633538;65088,1628775;49213,1624013;31750,1600200;12700,1371600;20638,1103313;11113,881063;7938,823913;3175,666750;7938,387350;11113,182563;28575,76200;84138,38100;407988,6350" o:connectangles="0,0,0,0,0,0,0,0,0,0,0,0,0,0,0,0,0,0,0,0,0,0,0,0,0,0,0,0,0,0,0,0,0,0,0,0,0,0,0,0,0,0,0,0,0,0,0,0,0,0,0,0,0,0,0,0,0"/>
                      <o:lock v:ext="edit" verticies="t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sectPr w:rsidR="00CD77D9" w:rsidRPr="00A471FD">
      <w:pgSz w:w="12240" w:h="15840"/>
      <w:pgMar w:top="806" w:right="994" w:bottom="432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2C"/>
    <w:rsid w:val="0080732C"/>
    <w:rsid w:val="00A471FD"/>
    <w:rsid w:val="00C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35DA65-107B-4A9E-BCF8-A3F03EC5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93930" w:themeColor="text2"/>
        <w:sz w:val="22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32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D32966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ind w:left="576" w:right="576"/>
    </w:pPr>
    <w:rPr>
      <w:rFonts w:asciiTheme="majorHAnsi" w:eastAsiaTheme="majorEastAsia" w:hAnsiTheme="majorHAnsi" w:cstheme="majorBidi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dney\AppData\Roaming\Microsoft\Templates\Name%20badges%20(Bright%20design,%208%20per%20page,%20works%20with%20Avery%205395%20and%20similar)(2).dotx" TargetMode="External"/></Relationships>
</file>

<file path=word/theme/theme1.xml><?xml version="1.0" encoding="utf-8"?>
<a:theme xmlns:a="http://schemas.openxmlformats.org/drawingml/2006/main" name="Teal Business Set">
  <a:themeElements>
    <a:clrScheme name="Bright Birthday">
      <a:dk1>
        <a:sysClr val="windowText" lastClr="000000"/>
      </a:dk1>
      <a:lt1>
        <a:sysClr val="window" lastClr="FFFFFF"/>
      </a:lt1>
      <a:dk2>
        <a:srgbClr val="493930"/>
      </a:dk2>
      <a:lt2>
        <a:srgbClr val="F0F0F0"/>
      </a:lt2>
      <a:accent1>
        <a:srgbClr val="D32966"/>
      </a:accent1>
      <a:accent2>
        <a:srgbClr val="2FA9A9"/>
      </a:accent2>
      <a:accent3>
        <a:srgbClr val="F7B239"/>
      </a:accent3>
      <a:accent4>
        <a:srgbClr val="D84523"/>
      </a:accent4>
      <a:accent5>
        <a:srgbClr val="70B344"/>
      </a:accent5>
      <a:accent6>
        <a:srgbClr val="E68128"/>
      </a:accent6>
      <a:hlink>
        <a:srgbClr val="2FA9A9"/>
      </a:hlink>
      <a:folHlink>
        <a:srgbClr val="8B449A"/>
      </a:folHlink>
    </a:clrScheme>
    <a:fontScheme name="Bright Birthday">
      <a:majorFont>
        <a:latin typeface="Kristen ITC"/>
        <a:ea typeface=""/>
        <a:cs typeface=""/>
      </a:majorFont>
      <a:minorFont>
        <a:latin typeface="Kristen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B692B7B-E5A5-4A11-BCFC-B7BC40551E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Name badges (Bright design, 8 per page, works with Avery 5395 and similar)(2)</Template>
  <TotalTime>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 Robinson</dc:creator>
  <cp:keywords/>
  <dc:description/>
  <cp:lastModifiedBy>Rodney Robinson</cp:lastModifiedBy>
  <cp:revision>2</cp:revision>
  <dcterms:created xsi:type="dcterms:W3CDTF">2015-11-03T00:55:00Z</dcterms:created>
  <dcterms:modified xsi:type="dcterms:W3CDTF">2015-11-03T01:08:00Z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TC040291719991</vt:lpwstr>
  </property>
</Properties>
</file>